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03A" w:rsidRDefault="00B3303A" w:rsidP="002E01C9">
      <w:pPr>
        <w:jc w:val="center"/>
      </w:pPr>
    </w:p>
    <w:p w:rsidR="002E01C9" w:rsidRDefault="002E01C9" w:rsidP="002E01C9">
      <w:pPr>
        <w:jc w:val="center"/>
      </w:pPr>
    </w:p>
    <w:p w:rsidR="002E01C9" w:rsidRDefault="002E01C9" w:rsidP="002E01C9">
      <w:pPr>
        <w:jc w:val="center"/>
      </w:pPr>
    </w:p>
    <w:p w:rsidR="004D5094" w:rsidRDefault="004D5094" w:rsidP="004D5094">
      <w:pPr>
        <w:jc w:val="center"/>
        <w:rPr>
          <w:b/>
        </w:rPr>
      </w:pPr>
      <w:r>
        <w:rPr>
          <w:b/>
        </w:rPr>
        <w:t>МОУ «ЛИЦЕЙ №</w:t>
      </w:r>
      <w:r>
        <w:rPr>
          <w:b/>
          <w:sz w:val="36"/>
          <w:szCs w:val="36"/>
        </w:rPr>
        <w:t>62</w:t>
      </w:r>
      <w:r>
        <w:rPr>
          <w:b/>
        </w:rPr>
        <w:t>»</w:t>
      </w:r>
      <w:r w:rsidRPr="004D5094">
        <w:rPr>
          <w:b/>
        </w:rPr>
        <w:t xml:space="preserve"> </w:t>
      </w:r>
      <w:r>
        <w:rPr>
          <w:b/>
        </w:rPr>
        <w:t xml:space="preserve"> ОКТЯБРЬСКОГО РАЙОНА Г. САРАТОВА</w:t>
      </w: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</w:p>
    <w:p w:rsidR="002E01C9" w:rsidRPr="00E86817" w:rsidRDefault="002E01C9" w:rsidP="0026664A">
      <w:pPr>
        <w:rPr>
          <w:b/>
        </w:rPr>
      </w:pPr>
    </w:p>
    <w:p w:rsidR="002E01C9" w:rsidRDefault="002E01C9" w:rsidP="002E01C9">
      <w:pPr>
        <w:jc w:val="center"/>
      </w:pPr>
    </w:p>
    <w:p w:rsidR="002E01C9" w:rsidRDefault="002E01C9" w:rsidP="002E01C9">
      <w:pPr>
        <w:jc w:val="center"/>
      </w:pPr>
    </w:p>
    <w:p w:rsidR="002E01C9" w:rsidRDefault="002E01C9" w:rsidP="002E01C9">
      <w:pPr>
        <w:jc w:val="center"/>
      </w:pPr>
    </w:p>
    <w:p w:rsidR="002E01C9" w:rsidRDefault="002E01C9" w:rsidP="002E01C9">
      <w:pPr>
        <w:jc w:val="center"/>
      </w:pPr>
    </w:p>
    <w:p w:rsidR="0077086E" w:rsidRDefault="0077086E" w:rsidP="00FF3704">
      <w:pPr>
        <w:jc w:val="center"/>
        <w:rPr>
          <w:b/>
        </w:rPr>
      </w:pPr>
    </w:p>
    <w:p w:rsidR="004D5094" w:rsidRDefault="006D4361" w:rsidP="004D5094">
      <w:pPr>
        <w:jc w:val="center"/>
        <w:rPr>
          <w:b/>
        </w:rPr>
      </w:pPr>
      <w:r>
        <w:rPr>
          <w:b/>
        </w:rPr>
        <w:t>ПЛАН – КОНСПЕКТ ОТКРЫТОГО</w:t>
      </w:r>
      <w:r w:rsidR="004D5094">
        <w:rPr>
          <w:b/>
        </w:rPr>
        <w:t xml:space="preserve"> УРОКА</w:t>
      </w:r>
    </w:p>
    <w:p w:rsidR="004D5094" w:rsidRDefault="004D5094" w:rsidP="004D5094">
      <w:pPr>
        <w:jc w:val="center"/>
        <w:rPr>
          <w:b/>
        </w:rPr>
      </w:pPr>
    </w:p>
    <w:p w:rsidR="006D4361" w:rsidRDefault="00D67E3C" w:rsidP="00D67E3C">
      <w:pPr>
        <w:jc w:val="center"/>
        <w:rPr>
          <w:b/>
        </w:rPr>
      </w:pPr>
      <w:r>
        <w:rPr>
          <w:b/>
        </w:rPr>
        <w:t xml:space="preserve"> « ИСПОЛЬЗОВАНИЕ</w:t>
      </w:r>
      <w:r w:rsidR="006D4361">
        <w:rPr>
          <w:b/>
        </w:rPr>
        <w:t xml:space="preserve"> ЦОР</w:t>
      </w:r>
    </w:p>
    <w:p w:rsidR="006D4361" w:rsidRPr="00D67E3C" w:rsidRDefault="006D4361" w:rsidP="006D4361">
      <w:pPr>
        <w:jc w:val="center"/>
        <w:rPr>
          <w:b/>
        </w:rPr>
      </w:pPr>
      <w:r>
        <w:rPr>
          <w:b/>
        </w:rPr>
        <w:t>(цифрового образовательного ресурса)</w:t>
      </w:r>
      <w:r w:rsidR="00D67E3C">
        <w:rPr>
          <w:b/>
        </w:rPr>
        <w:t xml:space="preserve"> </w:t>
      </w:r>
      <w:r w:rsidR="00D67E3C" w:rsidRPr="00D67E3C">
        <w:rPr>
          <w:b/>
        </w:rPr>
        <w:t>НА УРОКЕ</w:t>
      </w:r>
      <w:r w:rsidR="00D67E3C">
        <w:rPr>
          <w:b/>
        </w:rPr>
        <w:t xml:space="preserve"> АНГЛИЙСКОГО ЯЗЫКА В 4 КЛАССЕ»</w:t>
      </w: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right"/>
      </w:pPr>
      <w:r>
        <w:t>Выполнила:</w:t>
      </w:r>
    </w:p>
    <w:p w:rsidR="004D5094" w:rsidRDefault="004D5094" w:rsidP="004D5094">
      <w:pPr>
        <w:jc w:val="right"/>
      </w:pPr>
      <w:r>
        <w:t>учитель английского языка</w:t>
      </w:r>
    </w:p>
    <w:p w:rsidR="004D5094" w:rsidRDefault="004D5094" w:rsidP="004D5094">
      <w:pPr>
        <w:jc w:val="right"/>
      </w:pPr>
      <w:r>
        <w:t>1 категории</w:t>
      </w:r>
    </w:p>
    <w:p w:rsidR="004D5094" w:rsidRDefault="004D5094" w:rsidP="004D5094">
      <w:pPr>
        <w:jc w:val="right"/>
      </w:pPr>
      <w:r>
        <w:t>МОУ «Лицей №62»</w:t>
      </w:r>
    </w:p>
    <w:p w:rsidR="004D5094" w:rsidRDefault="004D5094" w:rsidP="004D5094">
      <w:pPr>
        <w:jc w:val="right"/>
      </w:pPr>
    </w:p>
    <w:p w:rsidR="004D5094" w:rsidRPr="00770159" w:rsidRDefault="004D5094" w:rsidP="004D5094">
      <w:pPr>
        <w:jc w:val="right"/>
        <w:rPr>
          <w:b/>
        </w:rPr>
      </w:pPr>
      <w:r w:rsidRPr="00770159">
        <w:rPr>
          <w:b/>
        </w:rPr>
        <w:t>Пеньковская Ольга Николаевна</w:t>
      </w:r>
    </w:p>
    <w:p w:rsidR="004D5094" w:rsidRPr="00770159" w:rsidRDefault="004D5094" w:rsidP="004D5094">
      <w:pPr>
        <w:rPr>
          <w:b/>
        </w:rPr>
      </w:pPr>
    </w:p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771CED" w:rsidP="0026664A">
      <w:pPr>
        <w:tabs>
          <w:tab w:val="left" w:pos="3795"/>
        </w:tabs>
        <w:jc w:val="center"/>
      </w:pPr>
      <w:r>
        <w:t>Саратов, 2009</w:t>
      </w:r>
    </w:p>
    <w:p w:rsidR="004D5094" w:rsidRDefault="004D5094" w:rsidP="00FF3704">
      <w:pPr>
        <w:jc w:val="center"/>
      </w:pPr>
    </w:p>
    <w:p w:rsidR="009F0FC5" w:rsidRDefault="009F0FC5" w:rsidP="00FF3704">
      <w:pPr>
        <w:jc w:val="center"/>
      </w:pPr>
    </w:p>
    <w:p w:rsidR="009F0FC5" w:rsidRDefault="009F0FC5" w:rsidP="009F0FC5">
      <w:pPr>
        <w:rPr>
          <w:b/>
        </w:rPr>
      </w:pPr>
    </w:p>
    <w:p w:rsidR="00311810" w:rsidRDefault="00311810" w:rsidP="009F0FC5">
      <w:pPr>
        <w:jc w:val="center"/>
      </w:pPr>
    </w:p>
    <w:p w:rsidR="00311810" w:rsidRDefault="00311810" w:rsidP="009F0FC5">
      <w:pPr>
        <w:jc w:val="center"/>
      </w:pPr>
    </w:p>
    <w:p w:rsidR="009F0FC5" w:rsidRPr="009F0FC5" w:rsidRDefault="009F0FC5" w:rsidP="009F0FC5">
      <w:pPr>
        <w:jc w:val="center"/>
      </w:pPr>
      <w:r>
        <w:t>1</w:t>
      </w:r>
    </w:p>
    <w:p w:rsidR="009F0FC5" w:rsidRDefault="009F0FC5" w:rsidP="009F0FC5">
      <w:pPr>
        <w:rPr>
          <w:b/>
        </w:rPr>
      </w:pPr>
    </w:p>
    <w:p w:rsidR="009F0FC5" w:rsidRPr="00771CED" w:rsidRDefault="00771CED" w:rsidP="009F0FC5">
      <w:r>
        <w:rPr>
          <w:b/>
        </w:rPr>
        <w:t xml:space="preserve">Учебная ситуация: </w:t>
      </w:r>
      <w:r w:rsidR="00EC2DE2">
        <w:rPr>
          <w:b/>
        </w:rPr>
        <w:t xml:space="preserve"> </w:t>
      </w:r>
      <w:r w:rsidR="004B0D26" w:rsidRPr="004B0D26">
        <w:t>Четверть 2,</w:t>
      </w:r>
      <w:r w:rsidR="004B0D26">
        <w:rPr>
          <w:b/>
        </w:rPr>
        <w:t xml:space="preserve"> </w:t>
      </w:r>
      <w:r w:rsidR="00EC2DE2" w:rsidRPr="00EC2DE2">
        <w:t>Тема 4</w:t>
      </w:r>
      <w:r w:rsidR="00EC2DE2">
        <w:t xml:space="preserve">: </w:t>
      </w:r>
      <w:r w:rsidR="005F4731" w:rsidRPr="005F4731">
        <w:t>«</w:t>
      </w:r>
      <w:r w:rsidRPr="005F4731">
        <w:t xml:space="preserve"> </w:t>
      </w:r>
      <w:r w:rsidR="005F4731" w:rsidRPr="005F4731">
        <w:t>Рассказываем истории»</w:t>
      </w:r>
      <w:r w:rsidRPr="005F4731">
        <w:t>.</w:t>
      </w:r>
    </w:p>
    <w:p w:rsidR="009F0FC5" w:rsidRPr="00BF5682" w:rsidRDefault="009F0FC5" w:rsidP="009F0FC5">
      <w:pPr>
        <w:jc w:val="both"/>
      </w:pPr>
      <w:r w:rsidRPr="007831AF">
        <w:rPr>
          <w:b/>
        </w:rPr>
        <w:t>Тема урока</w:t>
      </w:r>
      <w:r>
        <w:rPr>
          <w:b/>
        </w:rPr>
        <w:t>:</w:t>
      </w:r>
      <w:r>
        <w:t xml:space="preserve"> </w:t>
      </w:r>
      <w:r w:rsidR="005F4731">
        <w:t>Глагол «быть» в прошедшем простом времени, утвердительная, отрицательная, вопросительная формы</w:t>
      </w:r>
      <w:r w:rsidRPr="00BF5682">
        <w:t>.</w:t>
      </w:r>
    </w:p>
    <w:p w:rsidR="009F0FC5" w:rsidRDefault="009F0FC5" w:rsidP="009F0FC5">
      <w:pPr>
        <w:jc w:val="both"/>
      </w:pPr>
      <w:r>
        <w:rPr>
          <w:b/>
        </w:rPr>
        <w:t>Учебник</w:t>
      </w:r>
      <w:r w:rsidRPr="00BF5682">
        <w:rPr>
          <w:b/>
        </w:rPr>
        <w:t>:</w:t>
      </w:r>
      <w:r w:rsidRPr="00BF5682">
        <w:t xml:space="preserve"> </w:t>
      </w:r>
      <w:proofErr w:type="spellStart"/>
      <w:r w:rsidR="00EC2DE2">
        <w:t>Биболетова</w:t>
      </w:r>
      <w:proofErr w:type="spellEnd"/>
      <w:r w:rsidR="00EC2DE2">
        <w:t xml:space="preserve"> М.З.и др. «Английский с удовольствием», 4 класс. –</w:t>
      </w:r>
    </w:p>
    <w:p w:rsidR="00EC2DE2" w:rsidRDefault="007F027D" w:rsidP="009F0FC5">
      <w:pPr>
        <w:jc w:val="both"/>
      </w:pPr>
      <w:r>
        <w:t>Обнинск: Титул, 2007.</w:t>
      </w:r>
    </w:p>
    <w:p w:rsidR="009F0FC5" w:rsidRDefault="009F0FC5" w:rsidP="009F0FC5">
      <w:pPr>
        <w:jc w:val="both"/>
      </w:pPr>
      <w:r>
        <w:rPr>
          <w:b/>
        </w:rPr>
        <w:t xml:space="preserve">Класс: </w:t>
      </w:r>
      <w:r w:rsidR="00AF6183" w:rsidRPr="00AF6183">
        <w:t>4А</w:t>
      </w:r>
      <w:r w:rsidR="00AF6183">
        <w:t xml:space="preserve"> (из</w:t>
      </w:r>
      <w:r>
        <w:t xml:space="preserve"> 15 человек на уроке присутствовало 15 человек)</w:t>
      </w:r>
    </w:p>
    <w:p w:rsidR="009F0FC5" w:rsidRDefault="009F0FC5" w:rsidP="009F0FC5">
      <w:pPr>
        <w:jc w:val="both"/>
      </w:pPr>
      <w:r>
        <w:rPr>
          <w:b/>
        </w:rPr>
        <w:t xml:space="preserve">Дата проведения урока: </w:t>
      </w:r>
      <w:r w:rsidR="00AF6183">
        <w:t>23 декабря</w:t>
      </w:r>
      <w:r w:rsidR="00771CED">
        <w:t xml:space="preserve"> 2009</w:t>
      </w:r>
      <w:r>
        <w:t xml:space="preserve"> г.</w:t>
      </w:r>
    </w:p>
    <w:p w:rsidR="009F0FC5" w:rsidRDefault="009F0FC5" w:rsidP="009F0FC5">
      <w:pPr>
        <w:jc w:val="both"/>
      </w:pPr>
      <w:r>
        <w:rPr>
          <w:b/>
        </w:rPr>
        <w:t xml:space="preserve">Учитель: </w:t>
      </w:r>
      <w:r>
        <w:t>Пеньковская Ольга Николаевна, учитель 1 категории.</w:t>
      </w:r>
    </w:p>
    <w:p w:rsidR="009F0FC5" w:rsidRDefault="009F0FC5" w:rsidP="009F0FC5">
      <w:pPr>
        <w:jc w:val="both"/>
      </w:pPr>
    </w:p>
    <w:p w:rsidR="009F0FC5" w:rsidRPr="0068218E" w:rsidRDefault="009F0FC5" w:rsidP="009F0FC5">
      <w:pPr>
        <w:jc w:val="both"/>
      </w:pPr>
      <w:r>
        <w:rPr>
          <w:b/>
        </w:rPr>
        <w:t>Цель:</w:t>
      </w:r>
      <w:r>
        <w:t xml:space="preserve"> </w:t>
      </w:r>
      <w:r w:rsidR="00AF6183">
        <w:t>развитие иноязычной коммуникативной компетенции в совокупности ее составляющих по теме «Глагол «быть» в прошедшем простом времени».</w:t>
      </w:r>
    </w:p>
    <w:p w:rsidR="009F0FC5" w:rsidRDefault="009F0FC5" w:rsidP="009F0FC5">
      <w:pPr>
        <w:jc w:val="both"/>
      </w:pPr>
      <w:r>
        <w:rPr>
          <w:b/>
        </w:rPr>
        <w:t xml:space="preserve">Задачи: </w:t>
      </w:r>
      <w:r w:rsidR="005D0140">
        <w:rPr>
          <w:i/>
        </w:rPr>
        <w:t>1.</w:t>
      </w:r>
      <w:r w:rsidR="005D0140" w:rsidRPr="005D0140">
        <w:rPr>
          <w:i/>
        </w:rPr>
        <w:t>Образовательные</w:t>
      </w:r>
      <w:r w:rsidR="00AF6183">
        <w:rPr>
          <w:i/>
        </w:rPr>
        <w:t>:</w:t>
      </w:r>
    </w:p>
    <w:p w:rsidR="009F0FC5" w:rsidRDefault="00AF6183" w:rsidP="009F0FC5">
      <w:pPr>
        <w:jc w:val="both"/>
      </w:pPr>
      <w:r>
        <w:t>-   научиться рассказывать о том, кто, где был, что делал, используя глагол «быть» в прошедшем времени</w:t>
      </w:r>
      <w:r w:rsidR="009F0FC5">
        <w:t>;</w:t>
      </w:r>
    </w:p>
    <w:p w:rsidR="009F0FC5" w:rsidRDefault="005D0140" w:rsidP="009F0FC5">
      <w:pPr>
        <w:jc w:val="both"/>
      </w:pPr>
      <w:r>
        <w:t xml:space="preserve">- </w:t>
      </w:r>
      <w:r w:rsidR="00AF6183">
        <w:t xml:space="preserve">познакомиться со словами-спутниками прошедшего времени (вчера, позавчера, тому назад, </w:t>
      </w:r>
      <w:proofErr w:type="gramStart"/>
      <w:r w:rsidR="00AF6183">
        <w:t>прошлый</w:t>
      </w:r>
      <w:proofErr w:type="gramEnd"/>
      <w:r w:rsidR="00AF6183">
        <w:t>)</w:t>
      </w:r>
      <w:r w:rsidR="009F0FC5">
        <w:t xml:space="preserve">; </w:t>
      </w:r>
    </w:p>
    <w:p w:rsidR="009F0FC5" w:rsidRPr="00AF6183" w:rsidRDefault="005D0140" w:rsidP="009F0FC5">
      <w:pPr>
        <w:jc w:val="both"/>
      </w:pPr>
      <w:r>
        <w:t xml:space="preserve">-  </w:t>
      </w:r>
      <w:r w:rsidR="009F0FC5">
        <w:t>н</w:t>
      </w:r>
      <w:r w:rsidR="00B91D38">
        <w:t>аучить</w:t>
      </w:r>
      <w:r w:rsidR="00AF6183">
        <w:t xml:space="preserve">ся работать на уроке, применяя ЦОР. </w:t>
      </w:r>
    </w:p>
    <w:p w:rsidR="009F0FC5" w:rsidRDefault="009F0FC5" w:rsidP="009F0FC5">
      <w:pPr>
        <w:jc w:val="both"/>
        <w:rPr>
          <w:i/>
        </w:rPr>
      </w:pPr>
      <w:r>
        <w:t xml:space="preserve">                2. </w:t>
      </w:r>
      <w:r>
        <w:rPr>
          <w:i/>
        </w:rPr>
        <w:t>Развивающие</w:t>
      </w:r>
      <w:r w:rsidR="00AF6183">
        <w:rPr>
          <w:i/>
        </w:rPr>
        <w:t>:</w:t>
      </w:r>
    </w:p>
    <w:p w:rsidR="009F0FC5" w:rsidRDefault="00827A69" w:rsidP="009F0FC5">
      <w:pPr>
        <w:jc w:val="both"/>
      </w:pPr>
      <w:r>
        <w:t xml:space="preserve">- </w:t>
      </w:r>
      <w:r w:rsidR="005D0140">
        <w:t>развивать навыки устной речи: учить рассказывать, что произошло в прошлом, употребляя слова-спутники прошедшего времени;</w:t>
      </w:r>
    </w:p>
    <w:p w:rsidR="005D0140" w:rsidRPr="004B0D26" w:rsidRDefault="005D0140" w:rsidP="009F0FC5">
      <w:pPr>
        <w:jc w:val="both"/>
      </w:pPr>
      <w:r w:rsidRPr="005E4C6F">
        <w:t xml:space="preserve">-  </w:t>
      </w:r>
      <w:r w:rsidR="00505AD2">
        <w:t>учить</w:t>
      </w:r>
      <w:r w:rsidR="00505AD2" w:rsidRPr="005E4C6F">
        <w:t xml:space="preserve"> </w:t>
      </w:r>
      <w:r w:rsidR="00505AD2">
        <w:t>вести</w:t>
      </w:r>
      <w:r w:rsidR="00505AD2" w:rsidRPr="005E4C6F">
        <w:t xml:space="preserve"> </w:t>
      </w:r>
      <w:r w:rsidR="00505AD2">
        <w:t>диалог</w:t>
      </w:r>
      <w:r w:rsidR="00505AD2" w:rsidRPr="005E4C6F">
        <w:t>-</w:t>
      </w:r>
      <w:r w:rsidR="00505AD2">
        <w:t>расспрос</w:t>
      </w:r>
      <w:r w:rsidR="00505AD2" w:rsidRPr="005E4C6F">
        <w:t xml:space="preserve">, </w:t>
      </w:r>
      <w:r w:rsidR="00505AD2">
        <w:t>используя</w:t>
      </w:r>
      <w:r w:rsidR="00505AD2" w:rsidRPr="005E4C6F">
        <w:t xml:space="preserve"> </w:t>
      </w:r>
      <w:r w:rsidR="00505AD2">
        <w:t>вопрос</w:t>
      </w:r>
      <w:r w:rsidR="00505AD2" w:rsidRPr="005E4C6F">
        <w:t xml:space="preserve"> </w:t>
      </w:r>
      <w:r w:rsidR="005E4C6F">
        <w:rPr>
          <w:lang w:val="en-US"/>
        </w:rPr>
        <w:t>Were</w:t>
      </w:r>
      <w:r w:rsidR="005E4C6F" w:rsidRPr="005E4C6F">
        <w:t xml:space="preserve"> </w:t>
      </w:r>
      <w:r w:rsidR="005E4C6F">
        <w:rPr>
          <w:lang w:val="en-US"/>
        </w:rPr>
        <w:t>you</w:t>
      </w:r>
      <w:r w:rsidR="00505AD2" w:rsidRPr="005E4C6F">
        <w:t>…</w:t>
      </w:r>
      <w:proofErr w:type="gramStart"/>
      <w:r w:rsidR="00505AD2" w:rsidRPr="005E4C6F">
        <w:t xml:space="preserve"> ?</w:t>
      </w:r>
      <w:proofErr w:type="gramEnd"/>
      <w:r w:rsidR="00505AD2" w:rsidRPr="005E4C6F">
        <w:t xml:space="preserve"> – </w:t>
      </w:r>
      <w:r w:rsidR="00505AD2">
        <w:rPr>
          <w:lang w:val="en-US"/>
        </w:rPr>
        <w:t>Yes</w:t>
      </w:r>
      <w:r w:rsidR="00505AD2" w:rsidRPr="005E4C6F">
        <w:t xml:space="preserve">, </w:t>
      </w:r>
      <w:r w:rsidR="005E4C6F">
        <w:rPr>
          <w:lang w:val="en-US"/>
        </w:rPr>
        <w:t>I</w:t>
      </w:r>
      <w:r w:rsidR="00505AD2" w:rsidRPr="005E4C6F">
        <w:t xml:space="preserve"> </w:t>
      </w:r>
      <w:r w:rsidR="00505AD2">
        <w:rPr>
          <w:lang w:val="en-US"/>
        </w:rPr>
        <w:t>was</w:t>
      </w:r>
      <w:proofErr w:type="gramStart"/>
      <w:r w:rsidR="00505AD2" w:rsidRPr="005E4C6F">
        <w:t>./</w:t>
      </w:r>
      <w:proofErr w:type="gramEnd"/>
      <w:r w:rsidR="00505AD2" w:rsidRPr="005E4C6F">
        <w:t xml:space="preserve"> </w:t>
      </w:r>
      <w:r w:rsidR="005E4C6F">
        <w:rPr>
          <w:lang w:val="en-US"/>
        </w:rPr>
        <w:t>No</w:t>
      </w:r>
      <w:r w:rsidR="005E4C6F" w:rsidRPr="004B0D26">
        <w:t xml:space="preserve">, </w:t>
      </w:r>
      <w:r w:rsidR="005E4C6F">
        <w:rPr>
          <w:lang w:val="en-US"/>
        </w:rPr>
        <w:t>I</w:t>
      </w:r>
      <w:r w:rsidR="00505AD2" w:rsidRPr="004B0D26">
        <w:t xml:space="preserve"> </w:t>
      </w:r>
      <w:proofErr w:type="spellStart"/>
      <w:r w:rsidR="00505AD2">
        <w:rPr>
          <w:lang w:val="en-US"/>
        </w:rPr>
        <w:t>wasn</w:t>
      </w:r>
      <w:proofErr w:type="spellEnd"/>
      <w:r w:rsidR="00505AD2" w:rsidRPr="004B0D26">
        <w:t>’</w:t>
      </w:r>
      <w:r w:rsidR="00505AD2">
        <w:rPr>
          <w:lang w:val="en-US"/>
        </w:rPr>
        <w:t>t</w:t>
      </w:r>
      <w:r w:rsidR="00505AD2" w:rsidRPr="004B0D26">
        <w:t>.</w:t>
      </w:r>
    </w:p>
    <w:p w:rsidR="00505AD2" w:rsidRDefault="00505AD2" w:rsidP="009F0FC5">
      <w:pPr>
        <w:jc w:val="both"/>
      </w:pPr>
      <w:r w:rsidRPr="00505AD2">
        <w:t xml:space="preserve">- </w:t>
      </w:r>
      <w:r>
        <w:t>развивать умения и навыки чтения: учить читать про себя и полностью понимать текст, построенный на знакомом языковом материале; учить восстанавливать текст, вставляя в него глаголы в прошедшем времени;</w:t>
      </w:r>
    </w:p>
    <w:p w:rsidR="00505AD2" w:rsidRDefault="00505AD2" w:rsidP="009F0FC5">
      <w:pPr>
        <w:jc w:val="both"/>
      </w:pPr>
      <w:r>
        <w:t>- развивать лексические навыки: познакомить с неправильными глаголами и их формой в прошедшем времени;</w:t>
      </w:r>
    </w:p>
    <w:p w:rsidR="00505AD2" w:rsidRPr="00505AD2" w:rsidRDefault="00505AD2" w:rsidP="009F0FC5">
      <w:pPr>
        <w:jc w:val="both"/>
      </w:pPr>
      <w:r>
        <w:t>- познакомить с произведением детского фольклора (стихотворением «Кит»).</w:t>
      </w:r>
    </w:p>
    <w:p w:rsidR="009F0FC5" w:rsidRDefault="009F0FC5" w:rsidP="009F0FC5">
      <w:pPr>
        <w:jc w:val="both"/>
        <w:rPr>
          <w:i/>
        </w:rPr>
      </w:pPr>
      <w:r w:rsidRPr="00505AD2">
        <w:t xml:space="preserve">              </w:t>
      </w:r>
      <w:r>
        <w:t>3.</w:t>
      </w:r>
      <w:r>
        <w:rPr>
          <w:i/>
        </w:rPr>
        <w:t>Воспитательные</w:t>
      </w:r>
    </w:p>
    <w:p w:rsidR="00A53B59" w:rsidRDefault="009F0FC5" w:rsidP="009F0FC5">
      <w:pPr>
        <w:jc w:val="both"/>
      </w:pPr>
      <w:r>
        <w:t>-</w:t>
      </w:r>
      <w:r w:rsidR="00505AD2">
        <w:t xml:space="preserve"> вызвать интерес у детей к сочинению своих историй</w:t>
      </w:r>
      <w:r w:rsidR="009963C4">
        <w:t>, развивать творческие способности детей;</w:t>
      </w:r>
    </w:p>
    <w:p w:rsidR="009963C4" w:rsidRDefault="009963C4" w:rsidP="009F0FC5">
      <w:pPr>
        <w:jc w:val="both"/>
      </w:pPr>
      <w:r>
        <w:t>- учить соблюдать тишину, порядок и правила во</w:t>
      </w:r>
      <w:r w:rsidR="0024256A">
        <w:t xml:space="preserve"> </w:t>
      </w:r>
      <w:r>
        <w:t>время игры.</w:t>
      </w:r>
    </w:p>
    <w:p w:rsidR="009963C4" w:rsidRDefault="009963C4" w:rsidP="009F0FC5">
      <w:pPr>
        <w:jc w:val="both"/>
      </w:pPr>
    </w:p>
    <w:p w:rsidR="009963C4" w:rsidRDefault="009963C4" w:rsidP="009963C4">
      <w:pPr>
        <w:jc w:val="both"/>
      </w:pPr>
      <w:r w:rsidRPr="009963C4">
        <w:rPr>
          <w:b/>
        </w:rPr>
        <w:t>Оснащение урока:</w:t>
      </w:r>
      <w:r>
        <w:t xml:space="preserve"> аудио диск (Запись </w:t>
      </w:r>
      <w:r>
        <w:rPr>
          <w:lang w:val="en-US"/>
        </w:rPr>
        <w:t>U</w:t>
      </w:r>
      <w:r w:rsidRPr="009963C4">
        <w:t>4,</w:t>
      </w:r>
      <w:r>
        <w:rPr>
          <w:lang w:val="en-US"/>
        </w:rPr>
        <w:t>ex</w:t>
      </w:r>
      <w:r w:rsidRPr="009963C4">
        <w:t>.14)</w:t>
      </w:r>
      <w:r>
        <w:t>,ЦОР(</w:t>
      </w:r>
      <w:r>
        <w:rPr>
          <w:lang w:val="en-US"/>
        </w:rPr>
        <w:t>U</w:t>
      </w:r>
      <w:r w:rsidRPr="009963C4">
        <w:t>4</w:t>
      </w:r>
      <w:r>
        <w:rPr>
          <w:lang w:val="en-US"/>
        </w:rPr>
        <w:t>Section</w:t>
      </w:r>
      <w:r w:rsidRPr="009963C4">
        <w:t>2,</w:t>
      </w:r>
      <w:r>
        <w:rPr>
          <w:lang w:val="en-US"/>
        </w:rPr>
        <w:t>Task</w:t>
      </w:r>
      <w:r w:rsidRPr="009963C4">
        <w:t>1,2,5)</w:t>
      </w:r>
      <w:r>
        <w:t>, учебник, словарик, карточки к упр.18, стр.56.</w:t>
      </w:r>
    </w:p>
    <w:p w:rsidR="009963C4" w:rsidRDefault="009963C4" w:rsidP="009963C4">
      <w:pPr>
        <w:jc w:val="both"/>
      </w:pPr>
    </w:p>
    <w:p w:rsidR="009963C4" w:rsidRPr="006035E5" w:rsidRDefault="009963C4" w:rsidP="009963C4">
      <w:pPr>
        <w:jc w:val="both"/>
        <w:rPr>
          <w:lang w:val="en-US"/>
        </w:rPr>
      </w:pPr>
      <w:r w:rsidRPr="009963C4">
        <w:rPr>
          <w:b/>
        </w:rPr>
        <w:t>Новые</w:t>
      </w:r>
      <w:r w:rsidRPr="009963C4">
        <w:rPr>
          <w:b/>
          <w:lang w:val="en-US"/>
        </w:rPr>
        <w:t xml:space="preserve"> </w:t>
      </w:r>
      <w:r w:rsidRPr="009963C4">
        <w:rPr>
          <w:b/>
        </w:rPr>
        <w:t>слова</w:t>
      </w:r>
      <w:r w:rsidRPr="009963C4">
        <w:rPr>
          <w:b/>
          <w:lang w:val="en-US"/>
        </w:rPr>
        <w:t xml:space="preserve"> </w:t>
      </w:r>
      <w:r w:rsidRPr="009963C4">
        <w:rPr>
          <w:b/>
        </w:rPr>
        <w:t>и</w:t>
      </w:r>
      <w:r w:rsidRPr="009963C4">
        <w:rPr>
          <w:b/>
          <w:lang w:val="en-US"/>
        </w:rPr>
        <w:t xml:space="preserve"> </w:t>
      </w:r>
      <w:r w:rsidRPr="009963C4">
        <w:rPr>
          <w:b/>
        </w:rPr>
        <w:t>выражения</w:t>
      </w:r>
      <w:r w:rsidRPr="009963C4">
        <w:rPr>
          <w:b/>
          <w:lang w:val="en-US"/>
        </w:rPr>
        <w:t xml:space="preserve">: </w:t>
      </w:r>
      <w:r>
        <w:rPr>
          <w:lang w:val="en-US"/>
        </w:rPr>
        <w:t>catch-caught, make-made, come-came, draw-drew, meet-met, put-put, sing-sang, tell-told, be-was/were, yesterday, the day before yesterday, ago, last.</w:t>
      </w:r>
    </w:p>
    <w:p w:rsidR="009F0FC5" w:rsidRPr="009963C4" w:rsidRDefault="00A53B59" w:rsidP="00A53B59">
      <w:pPr>
        <w:rPr>
          <w:lang w:val="en-US"/>
        </w:rPr>
      </w:pPr>
      <w:r w:rsidRPr="009963C4">
        <w:rPr>
          <w:lang w:val="en-US"/>
        </w:rPr>
        <w:t xml:space="preserve"> </w:t>
      </w:r>
    </w:p>
    <w:p w:rsidR="009F0FC5" w:rsidRPr="009963C4" w:rsidRDefault="009F0FC5" w:rsidP="009F0FC5">
      <w:pPr>
        <w:jc w:val="both"/>
        <w:rPr>
          <w:b/>
          <w:lang w:val="en-US"/>
        </w:rPr>
      </w:pPr>
    </w:p>
    <w:p w:rsidR="00F1322D" w:rsidRPr="009963C4" w:rsidRDefault="00F1322D" w:rsidP="00FF3704">
      <w:pPr>
        <w:jc w:val="center"/>
        <w:rPr>
          <w:lang w:val="en-US"/>
        </w:rPr>
      </w:pPr>
    </w:p>
    <w:p w:rsidR="00F1322D" w:rsidRPr="009963C4" w:rsidRDefault="00F1322D" w:rsidP="00FF3704">
      <w:pPr>
        <w:jc w:val="center"/>
        <w:rPr>
          <w:lang w:val="en-US"/>
        </w:rPr>
      </w:pPr>
    </w:p>
    <w:p w:rsidR="00F1322D" w:rsidRPr="009963C4" w:rsidRDefault="00F1322D" w:rsidP="00FF3704">
      <w:pPr>
        <w:jc w:val="center"/>
        <w:rPr>
          <w:lang w:val="en-US"/>
        </w:rPr>
      </w:pPr>
    </w:p>
    <w:p w:rsidR="009963C4" w:rsidRPr="009963C4" w:rsidRDefault="009963C4" w:rsidP="00FF3704">
      <w:pPr>
        <w:jc w:val="center"/>
        <w:rPr>
          <w:lang w:val="en-US"/>
        </w:rPr>
      </w:pPr>
    </w:p>
    <w:p w:rsidR="009F0FC5" w:rsidRDefault="008B4E66" w:rsidP="009963C4">
      <w:pPr>
        <w:jc w:val="center"/>
      </w:pPr>
      <w:r>
        <w:t>2</w:t>
      </w:r>
    </w:p>
    <w:p w:rsidR="00F1322D" w:rsidRDefault="00F1322D" w:rsidP="00FF3704">
      <w:pPr>
        <w:jc w:val="center"/>
      </w:pPr>
    </w:p>
    <w:p w:rsidR="00F1322D" w:rsidRDefault="00F1322D" w:rsidP="00FF3704">
      <w:pPr>
        <w:jc w:val="center"/>
      </w:pPr>
    </w:p>
    <w:p w:rsidR="00F1322D" w:rsidRDefault="00F1322D" w:rsidP="009963C4">
      <w:pPr>
        <w:tabs>
          <w:tab w:val="left" w:pos="3810"/>
          <w:tab w:val="center" w:pos="4677"/>
        </w:tabs>
        <w:jc w:val="center"/>
      </w:pPr>
      <w:r>
        <w:rPr>
          <w:b/>
        </w:rPr>
        <w:t>План урока</w:t>
      </w:r>
    </w:p>
    <w:p w:rsidR="00F1322D" w:rsidRDefault="00F1322D" w:rsidP="00F1322D">
      <w:pPr>
        <w:jc w:val="center"/>
      </w:pPr>
    </w:p>
    <w:p w:rsidR="00F87F51" w:rsidRDefault="00F1322D" w:rsidP="00F87F51">
      <w:pPr>
        <w:jc w:val="both"/>
      </w:pPr>
      <w:r>
        <w:t>1. Организационная часть урока.</w:t>
      </w:r>
      <w:r w:rsidR="00F87F51" w:rsidRPr="00F87F51">
        <w:t xml:space="preserve"> </w:t>
      </w:r>
    </w:p>
    <w:p w:rsidR="00F87F51" w:rsidRDefault="00F87F51" w:rsidP="00F87F51">
      <w:pPr>
        <w:jc w:val="both"/>
      </w:pPr>
      <w:r>
        <w:t>2. Объявление цели урока.</w:t>
      </w:r>
    </w:p>
    <w:p w:rsidR="00F1322D" w:rsidRDefault="00F87F51" w:rsidP="00F87F51">
      <w:r>
        <w:t>3.</w:t>
      </w:r>
      <w:r w:rsidRPr="00F87F51">
        <w:rPr>
          <w:b/>
          <w:bCs/>
        </w:rPr>
        <w:t xml:space="preserve"> </w:t>
      </w:r>
      <w:r w:rsidRPr="00F87F51">
        <w:rPr>
          <w:bCs/>
        </w:rPr>
        <w:t>Фонетическая разм</w:t>
      </w:r>
      <w:r>
        <w:rPr>
          <w:bCs/>
        </w:rPr>
        <w:t>инка:  глагол «быть» в прошедшем времени, слушание и чтение стишка «Кит</w:t>
      </w:r>
      <w:proofErr w:type="gramStart"/>
      <w:r>
        <w:rPr>
          <w:bCs/>
        </w:rPr>
        <w:t>»</w:t>
      </w:r>
      <w:r w:rsidR="00D61CBC">
        <w:rPr>
          <w:bCs/>
        </w:rPr>
        <w:t>(</w:t>
      </w:r>
      <w:proofErr w:type="gramEnd"/>
      <w:r w:rsidR="00D61CBC">
        <w:rPr>
          <w:bCs/>
        </w:rPr>
        <w:t xml:space="preserve"> </w:t>
      </w:r>
      <w:r w:rsidR="00D61CBC" w:rsidRPr="00D61CBC">
        <w:rPr>
          <w:b/>
          <w:bCs/>
        </w:rPr>
        <w:t>аудио диск</w:t>
      </w:r>
      <w:r w:rsidR="00D61CBC">
        <w:rPr>
          <w:bCs/>
        </w:rPr>
        <w:t>)</w:t>
      </w:r>
      <w:r>
        <w:rPr>
          <w:bCs/>
        </w:rPr>
        <w:t>.</w:t>
      </w:r>
    </w:p>
    <w:p w:rsidR="00F1322D" w:rsidRDefault="00F87F51" w:rsidP="00F1322D">
      <w:pPr>
        <w:jc w:val="both"/>
      </w:pPr>
      <w:r>
        <w:t>4. Речевая разминка «Что вы делали вчера?» с правильными глаголами.</w:t>
      </w:r>
    </w:p>
    <w:p w:rsidR="00F1322D" w:rsidRDefault="006E7C38" w:rsidP="00F1322D">
      <w:pPr>
        <w:jc w:val="both"/>
      </w:pPr>
      <w:r>
        <w:t>5</w:t>
      </w:r>
      <w:r w:rsidR="00F87F51">
        <w:t xml:space="preserve">. Знакомство со словами – спутниками </w:t>
      </w:r>
      <w:r w:rsidR="00D61CBC">
        <w:t>прошедшего времени.</w:t>
      </w:r>
    </w:p>
    <w:p w:rsidR="00D61CBC" w:rsidRDefault="00D61CBC" w:rsidP="00F1322D">
      <w:pPr>
        <w:jc w:val="both"/>
      </w:pPr>
      <w:r>
        <w:t xml:space="preserve">     </w:t>
      </w:r>
      <w:r w:rsidRPr="00D61CBC">
        <w:rPr>
          <w:b/>
        </w:rPr>
        <w:t>Работа с ЦОР</w:t>
      </w:r>
      <w:r w:rsidRPr="00D61CBC">
        <w:t>:</w:t>
      </w:r>
      <w:r>
        <w:t xml:space="preserve"> </w:t>
      </w:r>
      <w:proofErr w:type="gramStart"/>
      <w:r>
        <w:rPr>
          <w:lang w:val="en-US"/>
        </w:rPr>
        <w:t>Task</w:t>
      </w:r>
      <w:r w:rsidRPr="00D61CBC">
        <w:t xml:space="preserve"> 1</w:t>
      </w:r>
      <w:r>
        <w:t xml:space="preserve"> - подобрать русский перевод к английским выражениям.</w:t>
      </w:r>
      <w:proofErr w:type="gramEnd"/>
    </w:p>
    <w:p w:rsidR="009A0365" w:rsidRDefault="009A0365" w:rsidP="009A0365">
      <w:pPr>
        <w:jc w:val="both"/>
      </w:pPr>
      <w:r>
        <w:t>6. Спряжение глагола «быть» в прошедшем времени (устно)</w:t>
      </w:r>
      <w:proofErr w:type="gramStart"/>
      <w:r>
        <w:t xml:space="preserve"> .</w:t>
      </w:r>
      <w:proofErr w:type="gramEnd"/>
    </w:p>
    <w:p w:rsidR="009A0365" w:rsidRDefault="009A0365" w:rsidP="009A0365">
      <w:pPr>
        <w:jc w:val="both"/>
      </w:pPr>
      <w:r>
        <w:t xml:space="preserve">7. </w:t>
      </w:r>
      <w:r w:rsidRPr="00D61CBC">
        <w:rPr>
          <w:b/>
        </w:rPr>
        <w:t>Игра</w:t>
      </w:r>
      <w:r>
        <w:t>: закрепление употребления глагола «быть» в прошедшем времени  (диалог-расспрос). Вопрос</w:t>
      </w:r>
      <w:r w:rsidR="001D4489">
        <w:t xml:space="preserve"> </w:t>
      </w:r>
      <w:r>
        <w:t>- краткий ответ.</w:t>
      </w:r>
    </w:p>
    <w:p w:rsidR="00F1322D" w:rsidRPr="001D4489" w:rsidRDefault="009A0365" w:rsidP="00F1322D">
      <w:pPr>
        <w:jc w:val="both"/>
      </w:pPr>
      <w:r>
        <w:t xml:space="preserve">8. </w:t>
      </w:r>
      <w:r w:rsidR="001D4489">
        <w:t>Продолжение знакомства с формой прошедшего времен неправильных глаголов.</w:t>
      </w:r>
    </w:p>
    <w:p w:rsidR="00F2795F" w:rsidRPr="00D61CBC" w:rsidRDefault="00D61CBC" w:rsidP="00F1322D">
      <w:pPr>
        <w:jc w:val="both"/>
      </w:pPr>
      <w:r>
        <w:t xml:space="preserve"> </w:t>
      </w:r>
      <w:r w:rsidR="005733A3">
        <w:t xml:space="preserve">   </w:t>
      </w:r>
      <w:r w:rsidR="001D4489">
        <w:rPr>
          <w:b/>
        </w:rPr>
        <w:t>Р</w:t>
      </w:r>
      <w:r w:rsidRPr="00D61CBC">
        <w:rPr>
          <w:b/>
        </w:rPr>
        <w:t>абота с ЦОР</w:t>
      </w:r>
      <w:r>
        <w:t xml:space="preserve">: </w:t>
      </w:r>
      <w:r>
        <w:rPr>
          <w:lang w:val="en-US"/>
        </w:rPr>
        <w:t>Task</w:t>
      </w:r>
      <w:r w:rsidRPr="00D61CBC">
        <w:t xml:space="preserve"> 5 – </w:t>
      </w:r>
      <w:r>
        <w:t>вставить правильные и неправильные глаголы в предложения</w:t>
      </w:r>
      <w:r w:rsidR="001D4489">
        <w:t xml:space="preserve"> (перетаскивание)</w:t>
      </w:r>
      <w:r>
        <w:t xml:space="preserve">, </w:t>
      </w:r>
      <w:r>
        <w:rPr>
          <w:lang w:val="en-US"/>
        </w:rPr>
        <w:t>Task</w:t>
      </w:r>
      <w:r w:rsidRPr="00D61CBC">
        <w:t xml:space="preserve"> 2 </w:t>
      </w:r>
      <w:r>
        <w:t>–</w:t>
      </w:r>
      <w:r w:rsidRPr="00D61CBC">
        <w:t xml:space="preserve"> </w:t>
      </w:r>
      <w:r>
        <w:t>вставить</w:t>
      </w:r>
      <w:r w:rsidR="006035E5">
        <w:t xml:space="preserve"> и прописать</w:t>
      </w:r>
      <w:r>
        <w:t xml:space="preserve"> глаголы в рассказ</w:t>
      </w:r>
      <w:r w:rsidR="00B215B2">
        <w:t>е</w:t>
      </w:r>
      <w:r>
        <w:t xml:space="preserve"> девочки</w:t>
      </w:r>
      <w:r w:rsidR="001D4489">
        <w:t xml:space="preserve"> (контроль правописания)</w:t>
      </w:r>
      <w:r>
        <w:t>.</w:t>
      </w:r>
    </w:p>
    <w:p w:rsidR="00F1322D" w:rsidRDefault="001D4489" w:rsidP="00F1322D">
      <w:pPr>
        <w:jc w:val="both"/>
      </w:pPr>
      <w:r>
        <w:t>9</w:t>
      </w:r>
      <w:r w:rsidR="00F2795F">
        <w:t>.</w:t>
      </w:r>
      <w:r w:rsidR="00F1322D">
        <w:t>Объяснение домашнего задания.</w:t>
      </w:r>
    </w:p>
    <w:p w:rsidR="00F2795F" w:rsidRPr="007D071B" w:rsidRDefault="001D4489" w:rsidP="00F1322D">
      <w:pPr>
        <w:jc w:val="both"/>
        <w:rPr>
          <w:lang w:val="en-US"/>
        </w:rPr>
      </w:pPr>
      <w:r>
        <w:t>10</w:t>
      </w:r>
      <w:r w:rsidR="00F1322D">
        <w:t>. Итоги урока.</w:t>
      </w:r>
      <w:r w:rsidR="00D61CBC">
        <w:t xml:space="preserve"> </w:t>
      </w:r>
      <w:r w:rsidR="004F6DD7">
        <w:t xml:space="preserve">Оценки. </w:t>
      </w:r>
      <w:r w:rsidR="00D61CBC">
        <w:t>Чему сегодня научились? Что понр</w:t>
      </w:r>
      <w:r w:rsidR="00B215B2">
        <w:t>авилось на уроке? Что</w:t>
      </w:r>
      <w:r w:rsidR="00B215B2" w:rsidRPr="007D071B">
        <w:rPr>
          <w:lang w:val="en-US"/>
        </w:rPr>
        <w:t xml:space="preserve"> </w:t>
      </w:r>
      <w:r w:rsidR="00B215B2">
        <w:t>запомнили</w:t>
      </w:r>
      <w:r w:rsidR="00B215B2" w:rsidRPr="007D071B">
        <w:rPr>
          <w:lang w:val="en-US"/>
        </w:rPr>
        <w:t>?</w:t>
      </w:r>
    </w:p>
    <w:p w:rsidR="00F1322D" w:rsidRPr="007D071B" w:rsidRDefault="00F1322D" w:rsidP="00FF3704">
      <w:pPr>
        <w:jc w:val="center"/>
        <w:rPr>
          <w:lang w:val="en-US"/>
        </w:rPr>
      </w:pPr>
    </w:p>
    <w:p w:rsidR="00D30DE1" w:rsidRPr="007D071B" w:rsidRDefault="00D30DE1" w:rsidP="00FF3704">
      <w:pPr>
        <w:jc w:val="center"/>
        <w:rPr>
          <w:strike/>
          <w:lang w:val="en-US"/>
        </w:rPr>
      </w:pPr>
    </w:p>
    <w:p w:rsidR="00D30DE1" w:rsidRPr="007D071B" w:rsidRDefault="00D30DE1" w:rsidP="00FF3704">
      <w:pPr>
        <w:jc w:val="center"/>
        <w:rPr>
          <w:lang w:val="en-US"/>
        </w:rPr>
      </w:pPr>
    </w:p>
    <w:p w:rsidR="00E80F44" w:rsidRPr="007D071B" w:rsidRDefault="00E80F44" w:rsidP="00FF3704">
      <w:pPr>
        <w:jc w:val="center"/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E80F44" w:rsidP="00E80F44">
      <w:pPr>
        <w:rPr>
          <w:lang w:val="en-US"/>
        </w:rPr>
      </w:pPr>
    </w:p>
    <w:p w:rsidR="00E80F44" w:rsidRPr="007D071B" w:rsidRDefault="005216A6" w:rsidP="00854D5F">
      <w:pPr>
        <w:tabs>
          <w:tab w:val="left" w:pos="6840"/>
        </w:tabs>
        <w:jc w:val="center"/>
        <w:rPr>
          <w:lang w:val="en-US"/>
        </w:rPr>
      </w:pPr>
      <w:r w:rsidRPr="007D071B">
        <w:rPr>
          <w:lang w:val="en-US"/>
        </w:rPr>
        <w:t>3</w:t>
      </w:r>
    </w:p>
    <w:p w:rsidR="003E64C5" w:rsidRPr="007D071B" w:rsidRDefault="003E64C5" w:rsidP="008B4E66">
      <w:pPr>
        <w:jc w:val="center"/>
        <w:rPr>
          <w:b/>
          <w:lang w:val="en-US"/>
        </w:rPr>
      </w:pPr>
    </w:p>
    <w:p w:rsidR="008B4E66" w:rsidRPr="007D071B" w:rsidRDefault="008B4E66" w:rsidP="008B4E66">
      <w:pPr>
        <w:jc w:val="center"/>
        <w:rPr>
          <w:b/>
          <w:lang w:val="en-US"/>
        </w:rPr>
      </w:pPr>
      <w:r>
        <w:rPr>
          <w:b/>
        </w:rPr>
        <w:t>Ход</w:t>
      </w:r>
      <w:r w:rsidRPr="007D071B">
        <w:rPr>
          <w:b/>
          <w:lang w:val="en-US"/>
        </w:rPr>
        <w:t xml:space="preserve"> </w:t>
      </w:r>
      <w:r>
        <w:rPr>
          <w:b/>
        </w:rPr>
        <w:t>урока</w:t>
      </w:r>
    </w:p>
    <w:p w:rsidR="00F771C2" w:rsidRPr="007D071B" w:rsidRDefault="00F771C2" w:rsidP="008B4E66">
      <w:pPr>
        <w:jc w:val="center"/>
        <w:rPr>
          <w:b/>
          <w:lang w:val="en-US"/>
        </w:rPr>
      </w:pPr>
    </w:p>
    <w:p w:rsidR="008B4E66" w:rsidRPr="007D071B" w:rsidRDefault="007D071B" w:rsidP="007D071B">
      <w:pPr>
        <w:jc w:val="both"/>
        <w:rPr>
          <w:b/>
          <w:lang w:val="en-US"/>
        </w:rPr>
      </w:pPr>
      <w:r w:rsidRPr="007D071B">
        <w:rPr>
          <w:b/>
          <w:i/>
          <w:u w:val="single"/>
          <w:lang w:val="en-US"/>
        </w:rPr>
        <w:t xml:space="preserve">1. </w:t>
      </w:r>
      <w:r w:rsidR="008B4E66" w:rsidRPr="00364B9D">
        <w:rPr>
          <w:b/>
          <w:i/>
          <w:u w:val="single"/>
        </w:rPr>
        <w:t>Организационная</w:t>
      </w:r>
      <w:r w:rsidR="008B4E66" w:rsidRPr="007D071B">
        <w:rPr>
          <w:b/>
          <w:i/>
          <w:u w:val="single"/>
          <w:lang w:val="en-US"/>
        </w:rPr>
        <w:t xml:space="preserve"> </w:t>
      </w:r>
      <w:r w:rsidR="008B4E66" w:rsidRPr="00364B9D">
        <w:rPr>
          <w:b/>
          <w:i/>
          <w:u w:val="single"/>
        </w:rPr>
        <w:t>часть</w:t>
      </w:r>
      <w:r w:rsidR="008B4E66" w:rsidRPr="007D071B">
        <w:rPr>
          <w:b/>
          <w:i/>
          <w:u w:val="single"/>
          <w:lang w:val="en-US"/>
        </w:rPr>
        <w:t xml:space="preserve"> </w:t>
      </w:r>
      <w:r w:rsidR="008B4E66" w:rsidRPr="00364B9D">
        <w:rPr>
          <w:b/>
          <w:i/>
          <w:u w:val="single"/>
        </w:rPr>
        <w:t>урока</w:t>
      </w:r>
      <w:r w:rsidR="008B4E66" w:rsidRPr="007D071B">
        <w:rPr>
          <w:b/>
          <w:i/>
          <w:u w:val="single"/>
          <w:lang w:val="en-US"/>
        </w:rPr>
        <w:t>.</w:t>
      </w:r>
    </w:p>
    <w:p w:rsidR="008B4E66" w:rsidRPr="004B0D26" w:rsidRDefault="00BC617D" w:rsidP="00F405D5">
      <w:pPr>
        <w:jc w:val="both"/>
        <w:rPr>
          <w:lang w:val="en-US"/>
        </w:rPr>
      </w:pPr>
      <w:r>
        <w:rPr>
          <w:b/>
          <w:lang w:val="en-US"/>
        </w:rPr>
        <w:t xml:space="preserve">    </w:t>
      </w:r>
      <w:r w:rsidR="008B4E66">
        <w:rPr>
          <w:lang w:val="en-US"/>
        </w:rPr>
        <w:t>Good</w:t>
      </w:r>
      <w:r w:rsidR="008B4E66" w:rsidRPr="00BC617D">
        <w:rPr>
          <w:lang w:val="en-US"/>
        </w:rPr>
        <w:t xml:space="preserve"> </w:t>
      </w:r>
      <w:r w:rsidR="00F405D5">
        <w:rPr>
          <w:lang w:val="en-US"/>
        </w:rPr>
        <w:t>afternoon</w:t>
      </w:r>
      <w:r w:rsidR="008B4E66" w:rsidRPr="00BC617D">
        <w:rPr>
          <w:lang w:val="en-US"/>
        </w:rPr>
        <w:t xml:space="preserve">, </w:t>
      </w:r>
      <w:r w:rsidR="008B4E66">
        <w:rPr>
          <w:lang w:val="en-US"/>
        </w:rPr>
        <w:t>boys</w:t>
      </w:r>
      <w:r w:rsidR="008B4E66" w:rsidRPr="00BC617D">
        <w:rPr>
          <w:lang w:val="en-US"/>
        </w:rPr>
        <w:t xml:space="preserve"> </w:t>
      </w:r>
      <w:r w:rsidR="008B4E66">
        <w:rPr>
          <w:lang w:val="en-US"/>
        </w:rPr>
        <w:t>and</w:t>
      </w:r>
      <w:r w:rsidR="008B4E66" w:rsidRPr="00BC617D">
        <w:rPr>
          <w:lang w:val="en-US"/>
        </w:rPr>
        <w:t xml:space="preserve"> </w:t>
      </w:r>
      <w:r w:rsidR="008B4E66">
        <w:rPr>
          <w:lang w:val="en-US"/>
        </w:rPr>
        <w:t>girls</w:t>
      </w:r>
      <w:r w:rsidR="008B4E66" w:rsidRPr="00BC617D">
        <w:rPr>
          <w:lang w:val="en-US"/>
        </w:rPr>
        <w:t xml:space="preserve">! </w:t>
      </w:r>
      <w:r w:rsidR="008B4E66">
        <w:rPr>
          <w:lang w:val="en-US"/>
        </w:rPr>
        <w:t>Get</w:t>
      </w:r>
      <w:r w:rsidR="008B4E66" w:rsidRPr="005A14CD">
        <w:rPr>
          <w:lang w:val="en-US"/>
        </w:rPr>
        <w:t xml:space="preserve"> </w:t>
      </w:r>
      <w:r w:rsidR="008B4E66">
        <w:rPr>
          <w:lang w:val="en-US"/>
        </w:rPr>
        <w:t xml:space="preserve">ready for the lesson. You will need your  </w:t>
      </w:r>
      <w:r>
        <w:rPr>
          <w:lang w:val="en-US"/>
        </w:rPr>
        <w:t xml:space="preserve">    </w:t>
      </w:r>
      <w:r w:rsidR="008B4E66">
        <w:rPr>
          <w:lang w:val="en-US"/>
        </w:rPr>
        <w:t>books and copy-books. Is anybody absent today? Who is ab</w:t>
      </w:r>
      <w:r w:rsidR="009F0A9B">
        <w:rPr>
          <w:lang w:val="en-US"/>
        </w:rPr>
        <w:t xml:space="preserve">sent? Please, tell the pupils </w:t>
      </w:r>
      <w:r w:rsidR="008B4E66">
        <w:rPr>
          <w:lang w:val="en-US"/>
        </w:rPr>
        <w:t>wh</w:t>
      </w:r>
      <w:r w:rsidR="007D4CFA">
        <w:rPr>
          <w:lang w:val="en-US"/>
        </w:rPr>
        <w:t xml:space="preserve">o are absent </w:t>
      </w:r>
      <w:proofErr w:type="gramStart"/>
      <w:r w:rsidR="000C6B31">
        <w:rPr>
          <w:lang w:val="en-US"/>
        </w:rPr>
        <w:t>today</w:t>
      </w:r>
      <w:r w:rsidR="007D4CFA">
        <w:rPr>
          <w:lang w:val="en-US"/>
        </w:rPr>
        <w:t xml:space="preserve">  what</w:t>
      </w:r>
      <w:proofErr w:type="gramEnd"/>
      <w:r w:rsidR="007D4CFA">
        <w:rPr>
          <w:lang w:val="en-US"/>
        </w:rPr>
        <w:t xml:space="preserve"> we did (</w:t>
      </w:r>
      <w:r w:rsidR="007D4CFA">
        <w:t>делали</w:t>
      </w:r>
      <w:r w:rsidR="007D4CFA" w:rsidRPr="007D4CFA">
        <w:rPr>
          <w:lang w:val="en-US"/>
        </w:rPr>
        <w:t>)</w:t>
      </w:r>
      <w:r w:rsidR="007D4CFA">
        <w:rPr>
          <w:lang w:val="en-US"/>
        </w:rPr>
        <w:t xml:space="preserve"> at the lesso</w:t>
      </w:r>
      <w:r w:rsidR="00F405D5">
        <w:rPr>
          <w:lang w:val="en-US"/>
        </w:rPr>
        <w:t>n.</w:t>
      </w:r>
    </w:p>
    <w:p w:rsidR="008B4E66" w:rsidRPr="004B0D26" w:rsidRDefault="007D071B" w:rsidP="007D071B">
      <w:pPr>
        <w:jc w:val="both"/>
        <w:rPr>
          <w:b/>
        </w:rPr>
      </w:pPr>
      <w:r w:rsidRPr="004B0D26">
        <w:rPr>
          <w:i/>
          <w:u w:val="single"/>
          <w:lang w:val="en-US"/>
        </w:rPr>
        <w:t xml:space="preserve"> </w:t>
      </w:r>
      <w:r w:rsidR="00F405D5" w:rsidRPr="004B0D26">
        <w:rPr>
          <w:b/>
          <w:i/>
          <w:u w:val="single"/>
        </w:rPr>
        <w:t>2</w:t>
      </w:r>
      <w:r w:rsidR="008B4E66" w:rsidRPr="004B0D26">
        <w:rPr>
          <w:b/>
          <w:i/>
          <w:u w:val="single"/>
        </w:rPr>
        <w:t xml:space="preserve">. </w:t>
      </w:r>
      <w:r w:rsidR="008B4E66" w:rsidRPr="007D071B">
        <w:rPr>
          <w:b/>
          <w:i/>
          <w:u w:val="single"/>
        </w:rPr>
        <w:t>Объявление</w:t>
      </w:r>
      <w:r w:rsidR="008B4E66" w:rsidRPr="004B0D26">
        <w:rPr>
          <w:b/>
          <w:u w:val="single"/>
        </w:rPr>
        <w:t xml:space="preserve"> </w:t>
      </w:r>
      <w:r w:rsidR="008B4E66" w:rsidRPr="00F405D5">
        <w:rPr>
          <w:b/>
          <w:i/>
          <w:u w:val="single"/>
        </w:rPr>
        <w:t>цели</w:t>
      </w:r>
      <w:r w:rsidR="008B4E66" w:rsidRPr="004B0D26">
        <w:rPr>
          <w:b/>
          <w:u w:val="single"/>
        </w:rPr>
        <w:t xml:space="preserve"> </w:t>
      </w:r>
      <w:r w:rsidR="008B4E66" w:rsidRPr="00F405D5">
        <w:rPr>
          <w:b/>
          <w:i/>
          <w:u w:val="single"/>
        </w:rPr>
        <w:t>урока</w:t>
      </w:r>
      <w:r w:rsidR="008B4E66" w:rsidRPr="004B0D26">
        <w:rPr>
          <w:b/>
          <w:u w:val="single"/>
        </w:rPr>
        <w:t>.</w:t>
      </w:r>
    </w:p>
    <w:p w:rsidR="008B4E66" w:rsidRDefault="008B4E66" w:rsidP="004741BC">
      <w:pPr>
        <w:jc w:val="both"/>
      </w:pPr>
      <w:r w:rsidRPr="00F405D5">
        <w:t xml:space="preserve"> </w:t>
      </w:r>
      <w:r w:rsidR="001F3959" w:rsidRPr="00F405D5">
        <w:t xml:space="preserve"> </w:t>
      </w:r>
      <w:r w:rsidR="00F405D5">
        <w:t xml:space="preserve">  Сегодня вы познакомитесь со словами-спутниками прошедшего простого времени;</w:t>
      </w:r>
    </w:p>
    <w:p w:rsidR="00F405D5" w:rsidRDefault="00F405D5" w:rsidP="004741BC">
      <w:pPr>
        <w:jc w:val="both"/>
      </w:pPr>
      <w:r>
        <w:t xml:space="preserve">   научитесь рассказывать, где вы были вчера;</w:t>
      </w:r>
    </w:p>
    <w:p w:rsidR="00F405D5" w:rsidRDefault="00F405D5" w:rsidP="004741BC">
      <w:pPr>
        <w:jc w:val="both"/>
      </w:pPr>
      <w:r>
        <w:t xml:space="preserve">  научитесь расспрашивать, где ваши одноклассники были вчера.</w:t>
      </w:r>
    </w:p>
    <w:p w:rsidR="004741BC" w:rsidRPr="007D071B" w:rsidRDefault="00F405D5" w:rsidP="004741BC">
      <w:pPr>
        <w:jc w:val="both"/>
        <w:rPr>
          <w:b/>
          <w:i/>
          <w:u w:val="single"/>
        </w:rPr>
      </w:pPr>
      <w:r>
        <w:t xml:space="preserve">  </w:t>
      </w:r>
      <w:r w:rsidRPr="007D071B">
        <w:rPr>
          <w:b/>
          <w:i/>
          <w:u w:val="single"/>
        </w:rPr>
        <w:t>3</w:t>
      </w:r>
      <w:r w:rsidR="007D071B" w:rsidRPr="007D071B">
        <w:rPr>
          <w:b/>
          <w:i/>
          <w:u w:val="single"/>
        </w:rPr>
        <w:t>. Фонетическая разминка: слушание и чтение стишка с глаголом «</w:t>
      </w:r>
      <w:r w:rsidR="00A86915">
        <w:rPr>
          <w:b/>
          <w:i/>
          <w:u w:val="single"/>
        </w:rPr>
        <w:t>ловить</w:t>
      </w:r>
      <w:r w:rsidR="007D071B" w:rsidRPr="007D071B">
        <w:rPr>
          <w:b/>
          <w:i/>
          <w:u w:val="single"/>
        </w:rPr>
        <w:t>»</w:t>
      </w:r>
      <w:r w:rsidR="001243AE">
        <w:rPr>
          <w:b/>
          <w:i/>
          <w:u w:val="single"/>
        </w:rPr>
        <w:t xml:space="preserve"> в прошедшем времени </w:t>
      </w:r>
      <w:r w:rsidR="007D071B" w:rsidRPr="007D071B">
        <w:rPr>
          <w:b/>
          <w:i/>
          <w:u w:val="single"/>
        </w:rPr>
        <w:t>(</w:t>
      </w:r>
      <w:r w:rsidR="007D071B">
        <w:rPr>
          <w:b/>
          <w:i/>
          <w:u w:val="single"/>
        </w:rPr>
        <w:t>запись</w:t>
      </w:r>
      <w:r w:rsidR="00A86915" w:rsidRPr="00A86915">
        <w:rPr>
          <w:b/>
          <w:i/>
          <w:u w:val="single"/>
        </w:rPr>
        <w:t xml:space="preserve"> </w:t>
      </w:r>
      <w:r w:rsidR="00A86915">
        <w:rPr>
          <w:b/>
          <w:i/>
          <w:u w:val="single"/>
        </w:rPr>
        <w:t>на диске</w:t>
      </w:r>
      <w:r w:rsidR="007D071B">
        <w:rPr>
          <w:b/>
          <w:i/>
          <w:u w:val="single"/>
        </w:rPr>
        <w:t xml:space="preserve"> </w:t>
      </w:r>
      <w:r w:rsidR="007D071B">
        <w:rPr>
          <w:b/>
          <w:i/>
          <w:u w:val="single"/>
          <w:lang w:val="en-US"/>
        </w:rPr>
        <w:t>U</w:t>
      </w:r>
      <w:r w:rsidR="007D071B" w:rsidRPr="007D071B">
        <w:rPr>
          <w:b/>
          <w:i/>
          <w:u w:val="single"/>
        </w:rPr>
        <w:t xml:space="preserve">4, </w:t>
      </w:r>
      <w:r w:rsidR="007D071B">
        <w:rPr>
          <w:b/>
          <w:i/>
          <w:u w:val="single"/>
          <w:lang w:val="en-US"/>
        </w:rPr>
        <w:t>ex</w:t>
      </w:r>
      <w:r w:rsidR="007D071B" w:rsidRPr="007D071B">
        <w:rPr>
          <w:b/>
          <w:i/>
          <w:u w:val="single"/>
        </w:rPr>
        <w:t>.14)</w:t>
      </w:r>
      <w:r w:rsidR="001243AE">
        <w:rPr>
          <w:b/>
          <w:i/>
          <w:u w:val="single"/>
        </w:rPr>
        <w:t>.</w:t>
      </w:r>
    </w:p>
    <w:p w:rsidR="007D071B" w:rsidRPr="001243AE" w:rsidRDefault="007D071B" w:rsidP="004741BC">
      <w:pPr>
        <w:jc w:val="both"/>
        <w:rPr>
          <w:lang w:val="en-US"/>
        </w:rPr>
      </w:pPr>
      <w:r w:rsidRPr="007D071B">
        <w:t xml:space="preserve">  </w:t>
      </w:r>
      <w:r>
        <w:rPr>
          <w:lang w:val="en-US"/>
        </w:rPr>
        <w:t xml:space="preserve">Open your books on page </w:t>
      </w:r>
      <w:proofErr w:type="gramStart"/>
      <w:r>
        <w:rPr>
          <w:lang w:val="en-US"/>
        </w:rPr>
        <w:t>54,</w:t>
      </w:r>
      <w:proofErr w:type="gramEnd"/>
      <w:r>
        <w:rPr>
          <w:lang w:val="en-US"/>
        </w:rPr>
        <w:t xml:space="preserve"> look at exercise 14.</w:t>
      </w:r>
      <w:r w:rsidR="002A2AB9">
        <w:rPr>
          <w:lang w:val="en-US"/>
        </w:rPr>
        <w:t xml:space="preserve"> What will we do now? Yes, we’ll listen to the poem </w:t>
      </w:r>
      <w:r w:rsidR="002A2AB9" w:rsidRPr="002A2AB9">
        <w:rPr>
          <w:lang w:val="en-US"/>
        </w:rPr>
        <w:t>«</w:t>
      </w:r>
      <w:r w:rsidR="002A2AB9">
        <w:rPr>
          <w:lang w:val="en-US"/>
        </w:rPr>
        <w:t>The Whale</w:t>
      </w:r>
      <w:r w:rsidR="002A2AB9" w:rsidRPr="002A2AB9">
        <w:rPr>
          <w:lang w:val="en-US"/>
        </w:rPr>
        <w:t>»</w:t>
      </w:r>
      <w:r w:rsidR="002A2AB9">
        <w:rPr>
          <w:lang w:val="en-US"/>
        </w:rPr>
        <w:t>. But first let’s learn new words from the poem:</w:t>
      </w:r>
      <w:r w:rsidR="00A86915">
        <w:rPr>
          <w:lang w:val="en-US"/>
        </w:rPr>
        <w:t xml:space="preserve"> catch – caught – </w:t>
      </w:r>
      <w:r w:rsidR="00A86915">
        <w:t>ловить</w:t>
      </w:r>
      <w:r w:rsidR="00A86915" w:rsidRPr="00A86915">
        <w:rPr>
          <w:lang w:val="en-US"/>
        </w:rPr>
        <w:t xml:space="preserve">, </w:t>
      </w:r>
      <w:r w:rsidR="00A86915">
        <w:t>поймал</w:t>
      </w:r>
    </w:p>
    <w:p w:rsidR="001243AE" w:rsidRPr="004B0D26" w:rsidRDefault="001243AE" w:rsidP="004741BC">
      <w:pPr>
        <w:jc w:val="both"/>
        <w:rPr>
          <w:lang w:val="en-US"/>
        </w:rPr>
      </w:pPr>
      <w:r w:rsidRPr="001243AE">
        <w:rPr>
          <w:lang w:val="en-US"/>
        </w:rPr>
        <w:t xml:space="preserve">            </w:t>
      </w:r>
      <w:proofErr w:type="gramStart"/>
      <w:r>
        <w:rPr>
          <w:lang w:val="en-US"/>
        </w:rPr>
        <w:t>let</w:t>
      </w:r>
      <w:proofErr w:type="gramEnd"/>
      <w:r>
        <w:rPr>
          <w:lang w:val="en-US"/>
        </w:rPr>
        <w:t xml:space="preserve"> go - </w:t>
      </w:r>
      <w:r>
        <w:t>отпустил</w:t>
      </w:r>
    </w:p>
    <w:p w:rsidR="00A86915" w:rsidRDefault="00A86915" w:rsidP="004741BC">
      <w:pPr>
        <w:jc w:val="both"/>
        <w:rPr>
          <w:lang w:val="en-US"/>
        </w:rPr>
      </w:pPr>
      <w:r w:rsidRPr="00A86915">
        <w:rPr>
          <w:lang w:val="en-US"/>
        </w:rPr>
        <w:t xml:space="preserve">  </w:t>
      </w:r>
      <w:r>
        <w:rPr>
          <w:lang w:val="en-US"/>
        </w:rPr>
        <w:t>a) Listen to the poem:</w:t>
      </w:r>
    </w:p>
    <w:p w:rsidR="00A86915" w:rsidRPr="001243AE" w:rsidRDefault="00A86915" w:rsidP="004741BC">
      <w:pPr>
        <w:jc w:val="both"/>
        <w:rPr>
          <w:b/>
          <w:lang w:val="en-US"/>
        </w:rPr>
      </w:pPr>
      <w:r w:rsidRPr="001243AE">
        <w:rPr>
          <w:b/>
          <w:lang w:val="en-US"/>
        </w:rPr>
        <w:t>The Whale</w:t>
      </w:r>
    </w:p>
    <w:p w:rsidR="00A86915" w:rsidRPr="001243AE" w:rsidRDefault="00A86915" w:rsidP="004741BC">
      <w:pPr>
        <w:jc w:val="both"/>
        <w:rPr>
          <w:b/>
          <w:lang w:val="en-US"/>
        </w:rPr>
      </w:pPr>
      <w:r w:rsidRPr="001243AE">
        <w:rPr>
          <w:b/>
          <w:lang w:val="en-US"/>
        </w:rPr>
        <w:t>1, 2, 3, 4, 5,</w:t>
      </w:r>
    </w:p>
    <w:p w:rsidR="00A86915" w:rsidRPr="001243AE" w:rsidRDefault="00A86915" w:rsidP="004741BC">
      <w:pPr>
        <w:jc w:val="both"/>
        <w:rPr>
          <w:b/>
          <w:lang w:val="en-US"/>
        </w:rPr>
      </w:pPr>
      <w:r w:rsidRPr="001243AE">
        <w:rPr>
          <w:b/>
          <w:lang w:val="en-US"/>
        </w:rPr>
        <w:t>Last month I caught a whale alive.</w:t>
      </w:r>
    </w:p>
    <w:p w:rsidR="00A86915" w:rsidRPr="001243AE" w:rsidRDefault="001243AE" w:rsidP="004741BC">
      <w:pPr>
        <w:jc w:val="both"/>
        <w:rPr>
          <w:b/>
          <w:lang w:val="en-US"/>
        </w:rPr>
      </w:pPr>
      <w:r w:rsidRPr="001243AE">
        <w:rPr>
          <w:b/>
          <w:lang w:val="en-US"/>
        </w:rPr>
        <w:t>6, 7, 8, 9, 10,</w:t>
      </w:r>
    </w:p>
    <w:p w:rsidR="001243AE" w:rsidRDefault="001243AE" w:rsidP="004741BC">
      <w:pPr>
        <w:jc w:val="both"/>
        <w:rPr>
          <w:lang w:val="en-US"/>
        </w:rPr>
      </w:pPr>
      <w:r w:rsidRPr="001243AE">
        <w:rPr>
          <w:b/>
          <w:lang w:val="en-US"/>
        </w:rPr>
        <w:t>Then I let it go again</w:t>
      </w:r>
      <w:r>
        <w:rPr>
          <w:lang w:val="en-US"/>
        </w:rPr>
        <w:t>.</w:t>
      </w:r>
    </w:p>
    <w:p w:rsidR="00A86915" w:rsidRDefault="00A86915" w:rsidP="004741BC">
      <w:pPr>
        <w:jc w:val="both"/>
        <w:rPr>
          <w:lang w:val="en-US"/>
        </w:rPr>
      </w:pPr>
      <w:r>
        <w:rPr>
          <w:lang w:val="en-US"/>
        </w:rPr>
        <w:t xml:space="preserve">  b) </w:t>
      </w:r>
      <w:proofErr w:type="gramStart"/>
      <w:r>
        <w:rPr>
          <w:lang w:val="en-US"/>
        </w:rPr>
        <w:t>repeat</w:t>
      </w:r>
      <w:proofErr w:type="gramEnd"/>
      <w:r>
        <w:rPr>
          <w:lang w:val="en-US"/>
        </w:rPr>
        <w:t xml:space="preserve"> after the announcer;</w:t>
      </w:r>
    </w:p>
    <w:p w:rsidR="00A86915" w:rsidRDefault="00A86915" w:rsidP="004741BC">
      <w:pPr>
        <w:jc w:val="both"/>
        <w:rPr>
          <w:lang w:val="en-US"/>
        </w:rPr>
      </w:pPr>
      <w:r>
        <w:rPr>
          <w:lang w:val="en-US"/>
        </w:rPr>
        <w:t xml:space="preserve">  c) </w:t>
      </w:r>
      <w:proofErr w:type="gramStart"/>
      <w:r>
        <w:rPr>
          <w:lang w:val="en-US"/>
        </w:rPr>
        <w:t>translate</w:t>
      </w:r>
      <w:proofErr w:type="gramEnd"/>
      <w:r>
        <w:rPr>
          <w:lang w:val="en-US"/>
        </w:rPr>
        <w:t xml:space="preserve"> the  poem;</w:t>
      </w:r>
    </w:p>
    <w:p w:rsidR="00A86915" w:rsidRDefault="00A86915" w:rsidP="004741BC">
      <w:pPr>
        <w:jc w:val="both"/>
        <w:rPr>
          <w:lang w:val="en-US"/>
        </w:rPr>
      </w:pPr>
      <w:r>
        <w:rPr>
          <w:lang w:val="en-US"/>
        </w:rPr>
        <w:t xml:space="preserve">  d) </w:t>
      </w:r>
      <w:proofErr w:type="gramStart"/>
      <w:r>
        <w:rPr>
          <w:lang w:val="en-US"/>
        </w:rPr>
        <w:t>read</w:t>
      </w:r>
      <w:proofErr w:type="gramEnd"/>
      <w:r>
        <w:rPr>
          <w:lang w:val="en-US"/>
        </w:rPr>
        <w:t xml:space="preserve"> it.</w:t>
      </w:r>
    </w:p>
    <w:p w:rsidR="00A86915" w:rsidRDefault="00A86915" w:rsidP="004741BC">
      <w:pPr>
        <w:jc w:val="both"/>
        <w:rPr>
          <w:lang w:val="en-US"/>
        </w:rPr>
      </w:pPr>
      <w:r>
        <w:rPr>
          <w:lang w:val="en-US"/>
        </w:rPr>
        <w:t xml:space="preserve">Task: </w:t>
      </w:r>
      <w:proofErr w:type="gramStart"/>
      <w:r>
        <w:rPr>
          <w:lang w:val="en-US"/>
        </w:rPr>
        <w:t>find  the</w:t>
      </w:r>
      <w:proofErr w:type="gramEnd"/>
      <w:r>
        <w:rPr>
          <w:lang w:val="en-US"/>
        </w:rPr>
        <w:t xml:space="preserve"> verbs in the Past Simple Tense in the poem(</w:t>
      </w:r>
      <w:r w:rsidR="001243AE">
        <w:rPr>
          <w:lang w:val="en-US"/>
        </w:rPr>
        <w:t>caught, let go).</w:t>
      </w:r>
    </w:p>
    <w:p w:rsidR="001243AE" w:rsidRDefault="001243AE" w:rsidP="004741BC">
      <w:pPr>
        <w:jc w:val="both"/>
        <w:rPr>
          <w:b/>
          <w:i/>
          <w:u w:val="single"/>
        </w:rPr>
      </w:pPr>
      <w:r w:rsidRPr="001243AE">
        <w:rPr>
          <w:b/>
          <w:i/>
          <w:u w:val="single"/>
        </w:rPr>
        <w:t>4. Речевая разминка «Что вы делали вчера?» с правильными глаголами.</w:t>
      </w:r>
    </w:p>
    <w:p w:rsidR="001243AE" w:rsidRDefault="001243AE" w:rsidP="004741BC">
      <w:pPr>
        <w:jc w:val="both"/>
        <w:rPr>
          <w:lang w:val="en-US"/>
        </w:rPr>
      </w:pPr>
      <w:r>
        <w:rPr>
          <w:lang w:val="en-US"/>
        </w:rPr>
        <w:t>Say what you did yesterday</w:t>
      </w:r>
      <w:r w:rsidR="00F53F70">
        <w:rPr>
          <w:lang w:val="en-US"/>
        </w:rPr>
        <w:t>. Work in pairs. P</w:t>
      </w:r>
      <w:r w:rsidR="00F53F70">
        <w:rPr>
          <w:vertAlign w:val="subscript"/>
          <w:lang w:val="en-US"/>
        </w:rPr>
        <w:t>1</w:t>
      </w:r>
      <w:r w:rsidR="00F53F70">
        <w:rPr>
          <w:lang w:val="en-US"/>
        </w:rPr>
        <w:t>, P</w:t>
      </w:r>
      <w:r w:rsidR="00F53F70">
        <w:rPr>
          <w:vertAlign w:val="subscript"/>
          <w:lang w:val="en-US"/>
        </w:rPr>
        <w:t>2</w:t>
      </w:r>
      <w:r w:rsidR="00F53F70">
        <w:rPr>
          <w:lang w:val="en-US"/>
        </w:rPr>
        <w:t>, P</w:t>
      </w:r>
      <w:r w:rsidR="00F53F70">
        <w:rPr>
          <w:vertAlign w:val="subscript"/>
          <w:lang w:val="en-US"/>
        </w:rPr>
        <w:t>3</w:t>
      </w:r>
      <w:r w:rsidR="00F53F70">
        <w:rPr>
          <w:lang w:val="en-US"/>
        </w:rPr>
        <w:t>.</w:t>
      </w:r>
    </w:p>
    <w:p w:rsidR="00F53F70" w:rsidRDefault="00F53F70" w:rsidP="004741BC">
      <w:pPr>
        <w:jc w:val="both"/>
        <w:rPr>
          <w:lang w:val="en-US"/>
        </w:rPr>
      </w:pPr>
      <w:r>
        <w:rPr>
          <w:lang w:val="en-US"/>
        </w:rPr>
        <w:t xml:space="preserve">T: </w:t>
      </w:r>
      <w:proofErr w:type="spellStart"/>
      <w:r>
        <w:rPr>
          <w:lang w:val="en-US"/>
        </w:rPr>
        <w:t>Dima</w:t>
      </w:r>
      <w:proofErr w:type="spellEnd"/>
      <w:r>
        <w:rPr>
          <w:lang w:val="en-US"/>
        </w:rPr>
        <w:t>, what did Sasha do yesterday?</w:t>
      </w:r>
    </w:p>
    <w:p w:rsidR="00F53F70" w:rsidRDefault="00F53F70" w:rsidP="004741BC">
      <w:pPr>
        <w:jc w:val="both"/>
        <w:rPr>
          <w:lang w:val="en-US"/>
        </w:rPr>
      </w:pPr>
      <w:r>
        <w:rPr>
          <w:lang w:val="en-US"/>
        </w:rPr>
        <w:t>P</w:t>
      </w:r>
      <w:r>
        <w:rPr>
          <w:vertAlign w:val="subscript"/>
          <w:lang w:val="en-US"/>
        </w:rPr>
        <w:t>1</w:t>
      </w:r>
      <w:r>
        <w:rPr>
          <w:lang w:val="en-US"/>
        </w:rPr>
        <w:t>: Sasha played computer games yesterday.</w:t>
      </w:r>
    </w:p>
    <w:p w:rsidR="00F53F70" w:rsidRPr="00F53F70" w:rsidRDefault="00F53F70" w:rsidP="004741BC">
      <w:pPr>
        <w:jc w:val="both"/>
        <w:rPr>
          <w:b/>
          <w:i/>
          <w:u w:val="single"/>
        </w:rPr>
      </w:pPr>
      <w:r w:rsidRPr="00F53F70">
        <w:rPr>
          <w:b/>
          <w:i/>
          <w:u w:val="single"/>
        </w:rPr>
        <w:t>5. Знакомство со словами-спутниками прошедшего времени.</w:t>
      </w:r>
    </w:p>
    <w:p w:rsidR="001243AE" w:rsidRPr="00526EBE" w:rsidRDefault="001243AE" w:rsidP="004741BC">
      <w:pPr>
        <w:jc w:val="both"/>
      </w:pPr>
      <w:r w:rsidRPr="004B0D26">
        <w:t xml:space="preserve"> </w:t>
      </w:r>
      <w:r w:rsidR="00E2732A">
        <w:rPr>
          <w:lang w:val="en-US"/>
        </w:rPr>
        <w:t xml:space="preserve">a) </w:t>
      </w:r>
      <w:r w:rsidRPr="00F53F70">
        <w:rPr>
          <w:lang w:val="en-US"/>
        </w:rPr>
        <w:t xml:space="preserve"> </w:t>
      </w:r>
      <w:r w:rsidR="00F53F70">
        <w:rPr>
          <w:lang w:val="en-US"/>
        </w:rPr>
        <w:t>Open the poem on page</w:t>
      </w:r>
      <w:r w:rsidR="001012EE">
        <w:t xml:space="preserve"> </w:t>
      </w:r>
      <w:r w:rsidR="00F53F70">
        <w:rPr>
          <w:lang w:val="en-US"/>
        </w:rPr>
        <w:t xml:space="preserve">54 again. </w:t>
      </w:r>
      <w:r>
        <w:rPr>
          <w:lang w:val="en-US"/>
        </w:rPr>
        <w:t xml:space="preserve">Now we can see one more interesting word in the poem – </w:t>
      </w:r>
      <w:r w:rsidRPr="00F53F70">
        <w:rPr>
          <w:b/>
          <w:lang w:val="en-US"/>
        </w:rPr>
        <w:t>last.</w:t>
      </w:r>
      <w:r>
        <w:rPr>
          <w:lang w:val="en-US"/>
        </w:rPr>
        <w:t xml:space="preserve"> How did you translate it? Yes</w:t>
      </w:r>
      <w:r w:rsidRPr="004B0D26">
        <w:rPr>
          <w:lang w:val="en-US"/>
        </w:rPr>
        <w:t xml:space="preserve">, </w:t>
      </w:r>
      <w:r>
        <w:t>прошлый</w:t>
      </w:r>
      <w:r w:rsidRPr="004B0D26">
        <w:rPr>
          <w:lang w:val="en-US"/>
        </w:rPr>
        <w:t xml:space="preserve">, </w:t>
      </w:r>
      <w:r>
        <w:t>в</w:t>
      </w:r>
      <w:r w:rsidRPr="004B0D26">
        <w:rPr>
          <w:lang w:val="en-US"/>
        </w:rPr>
        <w:t xml:space="preserve"> </w:t>
      </w:r>
      <w:r>
        <w:t>прошлом</w:t>
      </w:r>
      <w:r w:rsidRPr="004B0D26">
        <w:rPr>
          <w:lang w:val="en-US"/>
        </w:rPr>
        <w:t xml:space="preserve"> </w:t>
      </w:r>
      <w:r>
        <w:t>месяце</w:t>
      </w:r>
      <w:r w:rsidRPr="004B0D26">
        <w:rPr>
          <w:lang w:val="en-US"/>
        </w:rPr>
        <w:t xml:space="preserve">. </w:t>
      </w:r>
      <w:r>
        <w:rPr>
          <w:lang w:val="en-US"/>
        </w:rPr>
        <w:t>And</w:t>
      </w:r>
      <w:r w:rsidRPr="001243AE">
        <w:t xml:space="preserve"> </w:t>
      </w:r>
      <w:r>
        <w:rPr>
          <w:lang w:val="en-US"/>
        </w:rPr>
        <w:t>now</w:t>
      </w:r>
      <w:r w:rsidRPr="001243AE">
        <w:t xml:space="preserve"> </w:t>
      </w:r>
      <w:r>
        <w:rPr>
          <w:lang w:val="en-US"/>
        </w:rPr>
        <w:t>let</w:t>
      </w:r>
      <w:r w:rsidRPr="001243AE">
        <w:t>’</w:t>
      </w:r>
      <w:r>
        <w:rPr>
          <w:lang w:val="en-US"/>
        </w:rPr>
        <w:t>s</w:t>
      </w:r>
      <w:r w:rsidRPr="001243AE">
        <w:t xml:space="preserve"> </w:t>
      </w:r>
      <w:r>
        <w:rPr>
          <w:lang w:val="en-US"/>
        </w:rPr>
        <w:t>visit</w:t>
      </w:r>
      <w:r w:rsidRPr="001243AE">
        <w:t xml:space="preserve"> </w:t>
      </w:r>
      <w:r>
        <w:rPr>
          <w:lang w:val="en-US"/>
        </w:rPr>
        <w:t>Mr</w:t>
      </w:r>
      <w:r w:rsidRPr="001243AE">
        <w:t xml:space="preserve">. </w:t>
      </w:r>
      <w:r>
        <w:rPr>
          <w:lang w:val="en-US"/>
        </w:rPr>
        <w:t>Rule</w:t>
      </w:r>
      <w:r w:rsidRPr="00526EBE">
        <w:t xml:space="preserve"> </w:t>
      </w:r>
      <w:r>
        <w:rPr>
          <w:lang w:val="en-US"/>
        </w:rPr>
        <w:t>on</w:t>
      </w:r>
      <w:r w:rsidRPr="00526EBE">
        <w:t xml:space="preserve"> </w:t>
      </w:r>
      <w:r>
        <w:rPr>
          <w:lang w:val="en-US"/>
        </w:rPr>
        <w:t>Page</w:t>
      </w:r>
      <w:r w:rsidRPr="00526EBE">
        <w:t xml:space="preserve"> 54.</w:t>
      </w:r>
    </w:p>
    <w:p w:rsidR="008B4E66" w:rsidRDefault="00EA445B" w:rsidP="00B65EBE">
      <w:pPr>
        <w:pStyle w:val="a5"/>
        <w:ind w:left="0"/>
        <w:jc w:val="both"/>
      </w:pPr>
      <w:r>
        <w:t xml:space="preserve">  </w:t>
      </w:r>
      <w:r w:rsidR="00526EBE">
        <w:t>Для чего нам нужны слова-спутники</w:t>
      </w:r>
      <w:proofErr w:type="gramStart"/>
      <w:r w:rsidR="00526EBE">
        <w:t xml:space="preserve"> ?</w:t>
      </w:r>
      <w:proofErr w:type="gramEnd"/>
      <w:r w:rsidR="00526EBE">
        <w:t xml:space="preserve"> Правильно, они помогают узнавать время. Например, на какое время указывают следующие слова:</w:t>
      </w:r>
    </w:p>
    <w:p w:rsidR="00526EBE" w:rsidRDefault="00526EBE" w:rsidP="00B65EBE">
      <w:pPr>
        <w:pStyle w:val="a5"/>
        <w:ind w:left="0"/>
        <w:jc w:val="both"/>
        <w:rPr>
          <w:lang w:val="en-US"/>
        </w:rPr>
      </w:pPr>
      <w:proofErr w:type="gramStart"/>
      <w:r>
        <w:rPr>
          <w:lang w:val="en-US"/>
        </w:rPr>
        <w:t>tomorrow</w:t>
      </w:r>
      <w:proofErr w:type="gramEnd"/>
      <w:r w:rsidRPr="00E2732A">
        <w:rPr>
          <w:lang w:val="en-US"/>
        </w:rPr>
        <w:t xml:space="preserve">, </w:t>
      </w:r>
      <w:r>
        <w:rPr>
          <w:lang w:val="en-US"/>
        </w:rPr>
        <w:t>today</w:t>
      </w:r>
      <w:r w:rsidRPr="00E2732A">
        <w:rPr>
          <w:lang w:val="en-US"/>
        </w:rPr>
        <w:t xml:space="preserve">, </w:t>
      </w:r>
      <w:r>
        <w:rPr>
          <w:lang w:val="en-US"/>
        </w:rPr>
        <w:t>usually</w:t>
      </w:r>
      <w:r w:rsidRPr="00E2732A">
        <w:rPr>
          <w:lang w:val="en-US"/>
        </w:rPr>
        <w:t xml:space="preserve">, </w:t>
      </w:r>
      <w:r>
        <w:rPr>
          <w:lang w:val="en-US"/>
        </w:rPr>
        <w:t xml:space="preserve">now, </w:t>
      </w:r>
      <w:r w:rsidR="00E2732A">
        <w:rPr>
          <w:lang w:val="en-US"/>
        </w:rPr>
        <w:t>every day, yesterday?</w:t>
      </w:r>
    </w:p>
    <w:p w:rsidR="00E2732A" w:rsidRDefault="00E2732A" w:rsidP="00B65EBE">
      <w:pPr>
        <w:pStyle w:val="a5"/>
        <w:ind w:left="0"/>
        <w:jc w:val="both"/>
        <w:rPr>
          <w:lang w:val="en-US"/>
        </w:rPr>
      </w:pPr>
      <w:r>
        <w:rPr>
          <w:lang w:val="en-US"/>
        </w:rPr>
        <w:t>Let’s learn some more words from Mr. Rule:</w:t>
      </w:r>
    </w:p>
    <w:p w:rsidR="00E2732A" w:rsidRPr="00E2732A" w:rsidRDefault="00E2732A" w:rsidP="00B65EBE">
      <w:pPr>
        <w:pStyle w:val="a5"/>
        <w:ind w:left="0"/>
        <w:jc w:val="both"/>
      </w:pPr>
      <w:proofErr w:type="gramStart"/>
      <w:r w:rsidRPr="00EA445B">
        <w:rPr>
          <w:b/>
          <w:i/>
          <w:lang w:val="en-US"/>
        </w:rPr>
        <w:t>yesterday</w:t>
      </w:r>
      <w:proofErr w:type="gramEnd"/>
      <w:r w:rsidRPr="00EA445B">
        <w:rPr>
          <w:b/>
          <w:i/>
          <w:lang w:val="en-US"/>
        </w:rPr>
        <w:t>, the day before yesterday, ago, last</w:t>
      </w:r>
      <w:r w:rsidRPr="00E2732A">
        <w:rPr>
          <w:lang w:val="en-US"/>
        </w:rPr>
        <w:t xml:space="preserve"> </w:t>
      </w:r>
      <w:r>
        <w:rPr>
          <w:lang w:val="en-US"/>
        </w:rPr>
        <w:t>(</w:t>
      </w:r>
      <w:r>
        <w:t>запись</w:t>
      </w:r>
      <w:r w:rsidRPr="00E2732A">
        <w:rPr>
          <w:lang w:val="en-US"/>
        </w:rPr>
        <w:t xml:space="preserve"> </w:t>
      </w:r>
      <w:r>
        <w:t>в</w:t>
      </w:r>
      <w:r w:rsidRPr="00E2732A">
        <w:rPr>
          <w:lang w:val="en-US"/>
        </w:rPr>
        <w:t xml:space="preserve"> </w:t>
      </w:r>
      <w:r>
        <w:t>словарь</w:t>
      </w:r>
      <w:r w:rsidRPr="00E2732A">
        <w:rPr>
          <w:lang w:val="en-US"/>
        </w:rPr>
        <w:t xml:space="preserve">, </w:t>
      </w:r>
      <w:r>
        <w:t>в</w:t>
      </w:r>
      <w:r w:rsidRPr="00E2732A">
        <w:rPr>
          <w:lang w:val="en-US"/>
        </w:rPr>
        <w:t xml:space="preserve"> </w:t>
      </w:r>
      <w:r>
        <w:t>тетрадь</w:t>
      </w:r>
      <w:r w:rsidRPr="00E2732A">
        <w:rPr>
          <w:lang w:val="en-US"/>
        </w:rPr>
        <w:t xml:space="preserve">, </w:t>
      </w:r>
      <w:r>
        <w:t>на</w:t>
      </w:r>
      <w:r w:rsidRPr="00E2732A">
        <w:rPr>
          <w:lang w:val="en-US"/>
        </w:rPr>
        <w:t xml:space="preserve"> </w:t>
      </w:r>
      <w:r>
        <w:t>доске</w:t>
      </w:r>
      <w:r w:rsidRPr="00E2732A">
        <w:rPr>
          <w:lang w:val="en-US"/>
        </w:rPr>
        <w:t xml:space="preserve">). </w:t>
      </w:r>
      <w:r>
        <w:rPr>
          <w:lang w:val="en-US"/>
        </w:rPr>
        <w:t>Read</w:t>
      </w:r>
      <w:r w:rsidRPr="00E2732A">
        <w:t xml:space="preserve"> </w:t>
      </w:r>
      <w:r>
        <w:rPr>
          <w:lang w:val="en-US"/>
        </w:rPr>
        <w:t>them</w:t>
      </w:r>
      <w:r w:rsidRPr="00E2732A">
        <w:t xml:space="preserve"> </w:t>
      </w:r>
      <w:r>
        <w:rPr>
          <w:lang w:val="en-US"/>
        </w:rPr>
        <w:t>and</w:t>
      </w:r>
      <w:r w:rsidRPr="00E2732A">
        <w:t xml:space="preserve"> </w:t>
      </w:r>
      <w:r>
        <w:rPr>
          <w:lang w:val="en-US"/>
        </w:rPr>
        <w:t>learn</w:t>
      </w:r>
      <w:r w:rsidRPr="00E2732A">
        <w:t xml:space="preserve"> </w:t>
      </w:r>
      <w:r>
        <w:rPr>
          <w:lang w:val="en-US"/>
        </w:rPr>
        <w:t>them</w:t>
      </w:r>
      <w:r w:rsidRPr="00E2732A">
        <w:t>.</w:t>
      </w:r>
    </w:p>
    <w:p w:rsidR="003B25D3" w:rsidRDefault="003B25D3" w:rsidP="00B65EBE">
      <w:pPr>
        <w:pStyle w:val="a5"/>
        <w:ind w:left="0"/>
        <w:jc w:val="both"/>
      </w:pPr>
    </w:p>
    <w:p w:rsidR="003B25D3" w:rsidRDefault="003B25D3" w:rsidP="00B65EBE">
      <w:pPr>
        <w:pStyle w:val="a5"/>
        <w:ind w:left="0"/>
        <w:jc w:val="both"/>
      </w:pPr>
    </w:p>
    <w:p w:rsidR="003B25D3" w:rsidRDefault="003B25D3" w:rsidP="003B25D3">
      <w:pPr>
        <w:pStyle w:val="a5"/>
        <w:ind w:left="0"/>
        <w:jc w:val="center"/>
      </w:pPr>
      <w:r>
        <w:t>4</w:t>
      </w:r>
    </w:p>
    <w:p w:rsidR="00E2732A" w:rsidRPr="003B25D3" w:rsidRDefault="00E2732A" w:rsidP="00B65EBE">
      <w:pPr>
        <w:pStyle w:val="a5"/>
        <w:ind w:left="0"/>
        <w:jc w:val="both"/>
      </w:pPr>
      <w:r>
        <w:rPr>
          <w:lang w:val="en-US"/>
        </w:rPr>
        <w:t>b</w:t>
      </w:r>
      <w:r w:rsidRPr="00E2732A">
        <w:t xml:space="preserve">) </w:t>
      </w:r>
      <w:r>
        <w:t xml:space="preserve">Закрепление нового лексического материала – </w:t>
      </w:r>
      <w:r w:rsidRPr="00E2732A">
        <w:rPr>
          <w:b/>
        </w:rPr>
        <w:t>работа с ЦОР</w:t>
      </w:r>
      <w:r>
        <w:rPr>
          <w:b/>
        </w:rPr>
        <w:t xml:space="preserve"> </w:t>
      </w:r>
      <w:r>
        <w:rPr>
          <w:b/>
          <w:lang w:val="en-US"/>
        </w:rPr>
        <w:t>U</w:t>
      </w:r>
      <w:r w:rsidRPr="00E2732A">
        <w:rPr>
          <w:b/>
        </w:rPr>
        <w:t>4</w:t>
      </w:r>
      <w:r>
        <w:rPr>
          <w:b/>
          <w:lang w:val="en-US"/>
        </w:rPr>
        <w:t>S</w:t>
      </w:r>
      <w:r w:rsidRPr="00E2732A">
        <w:rPr>
          <w:b/>
        </w:rPr>
        <w:t>2</w:t>
      </w:r>
      <w:proofErr w:type="gramStart"/>
      <w:r w:rsidRPr="00E2732A">
        <w:rPr>
          <w:b/>
        </w:rPr>
        <w:t>,</w:t>
      </w:r>
      <w:r>
        <w:rPr>
          <w:b/>
          <w:lang w:val="en-US"/>
        </w:rPr>
        <w:t>Task</w:t>
      </w:r>
      <w:proofErr w:type="gramEnd"/>
      <w:r w:rsidRPr="00E2732A">
        <w:rPr>
          <w:b/>
        </w:rPr>
        <w:t xml:space="preserve"> 1.</w:t>
      </w:r>
    </w:p>
    <w:p w:rsidR="00E2732A" w:rsidRPr="00AF34CE" w:rsidRDefault="00E2732A" w:rsidP="00B65EBE">
      <w:pPr>
        <w:pStyle w:val="a5"/>
        <w:ind w:left="0"/>
        <w:jc w:val="both"/>
        <w:rPr>
          <w:lang w:val="en-US"/>
        </w:rPr>
      </w:pPr>
      <w:r>
        <w:rPr>
          <w:lang w:val="en-US"/>
        </w:rPr>
        <w:t xml:space="preserve">Look at the monitor (screen) and do the task. </w:t>
      </w:r>
      <w:r>
        <w:t>Задание</w:t>
      </w:r>
      <w:r w:rsidRPr="00E2732A">
        <w:rPr>
          <w:lang w:val="en-US"/>
        </w:rPr>
        <w:t xml:space="preserve"> </w:t>
      </w:r>
      <w:r>
        <w:t>звучит</w:t>
      </w:r>
      <w:r w:rsidRPr="00E2732A">
        <w:rPr>
          <w:lang w:val="en-US"/>
        </w:rPr>
        <w:t xml:space="preserve"> </w:t>
      </w:r>
      <w:r>
        <w:t>по</w:t>
      </w:r>
      <w:r>
        <w:rPr>
          <w:lang w:val="en-US"/>
        </w:rPr>
        <w:t>-</w:t>
      </w:r>
      <w:proofErr w:type="spellStart"/>
      <w:r>
        <w:t>английски</w:t>
      </w:r>
      <w:proofErr w:type="spellEnd"/>
      <w:r w:rsidRPr="00E2732A">
        <w:rPr>
          <w:lang w:val="en-US"/>
        </w:rPr>
        <w:t xml:space="preserve">: </w:t>
      </w:r>
      <w:r>
        <w:rPr>
          <w:lang w:val="en-US"/>
        </w:rPr>
        <w:t>Match the Russia</w:t>
      </w:r>
      <w:r w:rsidR="00AF34CE">
        <w:rPr>
          <w:lang w:val="en-US"/>
        </w:rPr>
        <w:t>n translation and English words</w:t>
      </w:r>
      <w:r w:rsidR="003B25D3" w:rsidRPr="003B25D3">
        <w:rPr>
          <w:lang w:val="en-US"/>
        </w:rPr>
        <w:t xml:space="preserve"> </w:t>
      </w:r>
      <w:r w:rsidR="00AF34CE" w:rsidRPr="00AF34CE">
        <w:rPr>
          <w:lang w:val="en-US"/>
        </w:rPr>
        <w:t>(</w:t>
      </w:r>
      <w:r w:rsidR="00AF34CE">
        <w:t>нужно</w:t>
      </w:r>
      <w:r w:rsidR="00AF34CE" w:rsidRPr="00AF34CE">
        <w:rPr>
          <w:lang w:val="en-US"/>
        </w:rPr>
        <w:t xml:space="preserve"> </w:t>
      </w:r>
      <w:proofErr w:type="gramStart"/>
      <w:r w:rsidR="00AF34CE">
        <w:t>перетаскивать</w:t>
      </w:r>
      <w:r w:rsidR="00AF34CE" w:rsidRPr="00AF34CE">
        <w:rPr>
          <w:lang w:val="en-US"/>
        </w:rPr>
        <w:t xml:space="preserve">  </w:t>
      </w:r>
      <w:r w:rsidR="00AF34CE">
        <w:t>мышкой</w:t>
      </w:r>
      <w:proofErr w:type="gramEnd"/>
      <w:r w:rsidR="00AF34CE" w:rsidRPr="00AF34CE">
        <w:rPr>
          <w:lang w:val="en-US"/>
        </w:rPr>
        <w:t xml:space="preserve"> </w:t>
      </w:r>
      <w:r w:rsidR="00AF34CE">
        <w:t>значения</w:t>
      </w:r>
      <w:r w:rsidR="00AF34CE" w:rsidRPr="00AF34CE">
        <w:rPr>
          <w:lang w:val="en-US"/>
        </w:rPr>
        <w:t>).</w:t>
      </w:r>
    </w:p>
    <w:p w:rsidR="00E2732A" w:rsidRDefault="00E2732A" w:rsidP="00B65EBE">
      <w:pPr>
        <w:pStyle w:val="a5"/>
        <w:ind w:left="0"/>
        <w:jc w:val="both"/>
      </w:pP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week ago, </w:t>
      </w:r>
      <w:r w:rsidR="00AF34CE">
        <w:rPr>
          <w:lang w:val="en-US"/>
        </w:rPr>
        <w:t>last Sunday, etc. – P</w:t>
      </w:r>
      <w:r w:rsidR="00AF34CE">
        <w:rPr>
          <w:vertAlign w:val="subscript"/>
          <w:lang w:val="en-US"/>
        </w:rPr>
        <w:t>1</w:t>
      </w:r>
      <w:r w:rsidR="00AF34CE">
        <w:rPr>
          <w:lang w:val="en-US"/>
        </w:rPr>
        <w:t>, P</w:t>
      </w:r>
      <w:r w:rsidR="00AF34CE">
        <w:rPr>
          <w:vertAlign w:val="subscript"/>
          <w:lang w:val="en-US"/>
        </w:rPr>
        <w:t>2</w:t>
      </w:r>
      <w:r w:rsidR="00AF34CE">
        <w:rPr>
          <w:lang w:val="en-US"/>
        </w:rPr>
        <w:t>, P</w:t>
      </w:r>
      <w:r w:rsidR="00AF34CE">
        <w:rPr>
          <w:vertAlign w:val="subscript"/>
          <w:lang w:val="en-US"/>
        </w:rPr>
        <w:t>3</w:t>
      </w:r>
      <w:r w:rsidR="00AF34CE">
        <w:rPr>
          <w:lang w:val="en-US"/>
        </w:rPr>
        <w:t xml:space="preserve">. </w:t>
      </w:r>
      <w:r w:rsidR="00AF34CE">
        <w:t xml:space="preserve">Дети контролируют, после окончания задания нажимается кнопка </w:t>
      </w:r>
      <w:r w:rsidR="00AF34CE">
        <w:rPr>
          <w:lang w:val="en-US"/>
        </w:rPr>
        <w:t>Check</w:t>
      </w:r>
      <w:r w:rsidR="00AF34CE" w:rsidRPr="00AF34CE">
        <w:t xml:space="preserve"> </w:t>
      </w:r>
      <w:r w:rsidR="00AF34CE">
        <w:t>(Контроль).</w:t>
      </w:r>
    </w:p>
    <w:p w:rsidR="003B25D3" w:rsidRDefault="003B25D3" w:rsidP="00B65EBE">
      <w:pPr>
        <w:pStyle w:val="a5"/>
        <w:ind w:left="0"/>
        <w:jc w:val="both"/>
        <w:rPr>
          <w:b/>
          <w:i/>
          <w:u w:val="single"/>
        </w:rPr>
      </w:pPr>
      <w:r w:rsidRPr="003B25D3">
        <w:rPr>
          <w:b/>
          <w:i/>
          <w:u w:val="single"/>
        </w:rPr>
        <w:t>6. Спряжение глагола «быть» в прошедшем вре</w:t>
      </w:r>
      <w:r>
        <w:rPr>
          <w:b/>
          <w:i/>
          <w:u w:val="single"/>
        </w:rPr>
        <w:t>мени.</w:t>
      </w:r>
    </w:p>
    <w:p w:rsidR="003B25D3" w:rsidRDefault="003B25D3" w:rsidP="00B65EBE">
      <w:pPr>
        <w:pStyle w:val="a5"/>
        <w:ind w:left="0"/>
        <w:jc w:val="both"/>
        <w:rPr>
          <w:lang w:val="en-US"/>
        </w:rPr>
      </w:pPr>
      <w:r>
        <w:rPr>
          <w:lang w:val="en-US"/>
        </w:rPr>
        <w:t>And now you will learn how to say where you were (</w:t>
      </w:r>
      <w:r>
        <w:t>были</w:t>
      </w:r>
      <w:r w:rsidRPr="003B25D3">
        <w:rPr>
          <w:lang w:val="en-US"/>
        </w:rPr>
        <w:t>)</w:t>
      </w:r>
      <w:r>
        <w:rPr>
          <w:lang w:val="en-US"/>
        </w:rPr>
        <w:t xml:space="preserve"> yesterday or last summer. Open your books on Page 55:</w:t>
      </w:r>
    </w:p>
    <w:p w:rsidR="003B25D3" w:rsidRDefault="003B25D3" w:rsidP="00B65EBE">
      <w:pPr>
        <w:pStyle w:val="a5"/>
        <w:ind w:left="0"/>
        <w:jc w:val="both"/>
        <w:rPr>
          <w:lang w:val="en-US"/>
        </w:rPr>
      </w:pPr>
      <w:r>
        <w:rPr>
          <w:lang w:val="en-US"/>
        </w:rPr>
        <w:t xml:space="preserve">a) </w:t>
      </w:r>
      <w:proofErr w:type="gramStart"/>
      <w:r>
        <w:rPr>
          <w:lang w:val="en-US"/>
        </w:rPr>
        <w:t>phonetic</w:t>
      </w:r>
      <w:proofErr w:type="gramEnd"/>
      <w:r>
        <w:rPr>
          <w:lang w:val="en-US"/>
        </w:rPr>
        <w:t xml:space="preserve"> drill – was, were (in groups, individually);</w:t>
      </w:r>
    </w:p>
    <w:p w:rsidR="003B25D3" w:rsidRDefault="003B25D3" w:rsidP="00B65EBE">
      <w:pPr>
        <w:pStyle w:val="a5"/>
        <w:ind w:left="0"/>
        <w:jc w:val="both"/>
      </w:pPr>
      <w:r>
        <w:rPr>
          <w:lang w:val="en-US"/>
        </w:rPr>
        <w:t>b</w:t>
      </w:r>
      <w:r w:rsidRPr="003B25D3">
        <w:t xml:space="preserve">) </w:t>
      </w:r>
      <w:proofErr w:type="gramStart"/>
      <w:r>
        <w:rPr>
          <w:lang w:val="en-US"/>
        </w:rPr>
        <w:t>write</w:t>
      </w:r>
      <w:proofErr w:type="gramEnd"/>
      <w:r w:rsidRPr="003B25D3">
        <w:t xml:space="preserve"> </w:t>
      </w:r>
      <w:r>
        <w:rPr>
          <w:lang w:val="en-US"/>
        </w:rPr>
        <w:t>down</w:t>
      </w:r>
      <w:r w:rsidRPr="003B25D3">
        <w:t xml:space="preserve"> – </w:t>
      </w:r>
      <w:r>
        <w:t>я был(а), ты был, он был, она была, мы были, вы были, они были.</w:t>
      </w:r>
    </w:p>
    <w:p w:rsidR="003B25D3" w:rsidRDefault="003B25D3" w:rsidP="00B65EBE">
      <w:pPr>
        <w:pStyle w:val="a5"/>
        <w:ind w:left="0"/>
        <w:jc w:val="both"/>
        <w:rPr>
          <w:lang w:val="en-US"/>
        </w:rPr>
      </w:pPr>
      <w:r>
        <w:t>с</w:t>
      </w:r>
      <w:r w:rsidRPr="003B25D3">
        <w:rPr>
          <w:lang w:val="en-US"/>
        </w:rPr>
        <w:t xml:space="preserve">) </w:t>
      </w:r>
      <w:r>
        <w:rPr>
          <w:lang w:val="en-US"/>
        </w:rPr>
        <w:t>read and learn –I was, you were, he was etc.</w:t>
      </w:r>
    </w:p>
    <w:p w:rsidR="00A5309A" w:rsidRPr="004B0D26" w:rsidRDefault="00F81A36" w:rsidP="00B65EBE">
      <w:pPr>
        <w:pStyle w:val="a5"/>
        <w:ind w:left="0"/>
        <w:jc w:val="both"/>
        <w:rPr>
          <w:b/>
          <w:i/>
          <w:u w:val="single"/>
          <w:lang w:val="en-US"/>
        </w:rPr>
      </w:pPr>
      <w:r w:rsidRPr="00A5309A">
        <w:rPr>
          <w:b/>
          <w:i/>
          <w:u w:val="single"/>
        </w:rPr>
        <w:t>7. Игра на закрепление употребления глагола</w:t>
      </w:r>
      <w:r w:rsidR="00A5309A" w:rsidRPr="00A5309A">
        <w:rPr>
          <w:b/>
          <w:i/>
          <w:u w:val="single"/>
        </w:rPr>
        <w:t xml:space="preserve"> «</w:t>
      </w:r>
      <w:r w:rsidRPr="00A5309A">
        <w:rPr>
          <w:b/>
          <w:i/>
          <w:u w:val="single"/>
        </w:rPr>
        <w:t xml:space="preserve"> быть</w:t>
      </w:r>
      <w:r w:rsidR="00A5309A" w:rsidRPr="00A5309A">
        <w:rPr>
          <w:b/>
          <w:i/>
          <w:u w:val="single"/>
        </w:rPr>
        <w:t>» в прошедшем времени</w:t>
      </w:r>
      <w:r w:rsidR="00A5309A">
        <w:rPr>
          <w:b/>
          <w:i/>
          <w:u w:val="single"/>
        </w:rPr>
        <w:t xml:space="preserve"> </w:t>
      </w:r>
      <w:r w:rsidR="00A5309A" w:rsidRPr="00A5309A">
        <w:rPr>
          <w:b/>
          <w:i/>
          <w:u w:val="single"/>
        </w:rPr>
        <w:t>(диалог-расспрос). Вопрос</w:t>
      </w:r>
      <w:r w:rsidR="00A5309A" w:rsidRPr="004B0D26">
        <w:rPr>
          <w:b/>
          <w:i/>
          <w:u w:val="single"/>
          <w:lang w:val="en-US"/>
        </w:rPr>
        <w:t xml:space="preserve"> – </w:t>
      </w:r>
      <w:r w:rsidR="00A5309A" w:rsidRPr="00A5309A">
        <w:rPr>
          <w:b/>
          <w:i/>
          <w:u w:val="single"/>
        </w:rPr>
        <w:t>краткий</w:t>
      </w:r>
      <w:r w:rsidR="00A5309A" w:rsidRPr="004B0D26">
        <w:rPr>
          <w:b/>
          <w:i/>
          <w:u w:val="single"/>
          <w:lang w:val="en-US"/>
        </w:rPr>
        <w:t xml:space="preserve"> </w:t>
      </w:r>
      <w:r w:rsidR="00A5309A" w:rsidRPr="00A5309A">
        <w:rPr>
          <w:b/>
          <w:i/>
          <w:u w:val="single"/>
        </w:rPr>
        <w:t>ответ</w:t>
      </w:r>
      <w:r w:rsidR="00A5309A" w:rsidRPr="004B0D26">
        <w:rPr>
          <w:b/>
          <w:i/>
          <w:u w:val="single"/>
          <w:lang w:val="en-US"/>
        </w:rPr>
        <w:t>.</w:t>
      </w:r>
    </w:p>
    <w:p w:rsidR="00A5309A" w:rsidRDefault="00AE380C" w:rsidP="00B65EBE">
      <w:pPr>
        <w:pStyle w:val="a5"/>
        <w:ind w:left="0"/>
        <w:jc w:val="both"/>
        <w:rPr>
          <w:lang w:val="en-US"/>
        </w:rPr>
      </w:pPr>
      <w:r>
        <w:rPr>
          <w:lang w:val="en-US"/>
        </w:rPr>
        <w:t xml:space="preserve">a) </w:t>
      </w:r>
      <w:r w:rsidR="00A5309A">
        <w:rPr>
          <w:lang w:val="en-US"/>
        </w:rPr>
        <w:t>Open your books on Page 56, Ex.18. Guess where Tiny was a month ago. You will ask questions and Tiny will answer your questions. How will he answer?</w:t>
      </w:r>
    </w:p>
    <w:p w:rsidR="00A5309A" w:rsidRDefault="00A5309A" w:rsidP="00A5309A">
      <w:pPr>
        <w:pStyle w:val="a5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Yes, I was.</w:t>
      </w:r>
    </w:p>
    <w:p w:rsidR="00A5309A" w:rsidRDefault="00A5309A" w:rsidP="00A5309A">
      <w:pPr>
        <w:pStyle w:val="a5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No, I wasn’t.</w:t>
      </w:r>
    </w:p>
    <w:p w:rsidR="00A5309A" w:rsidRDefault="00A5309A" w:rsidP="00A5309A">
      <w:pPr>
        <w:jc w:val="both"/>
        <w:rPr>
          <w:lang w:val="en-US"/>
        </w:rPr>
      </w:pPr>
      <w:r>
        <w:rPr>
          <w:lang w:val="en-US"/>
        </w:rPr>
        <w:t>Who</w:t>
      </w:r>
      <w:r w:rsidRPr="004B0D26">
        <w:rPr>
          <w:lang w:val="en-US"/>
        </w:rPr>
        <w:t xml:space="preserve"> </w:t>
      </w:r>
      <w:r>
        <w:rPr>
          <w:lang w:val="en-US"/>
        </w:rPr>
        <w:t>wants</w:t>
      </w:r>
      <w:r w:rsidRPr="004B0D26">
        <w:rPr>
          <w:lang w:val="en-US"/>
        </w:rPr>
        <w:t xml:space="preserve"> </w:t>
      </w:r>
      <w:r>
        <w:rPr>
          <w:lang w:val="en-US"/>
        </w:rPr>
        <w:t>to</w:t>
      </w:r>
      <w:r w:rsidRPr="004B0D26">
        <w:rPr>
          <w:lang w:val="en-US"/>
        </w:rPr>
        <w:t xml:space="preserve"> </w:t>
      </w:r>
      <w:r>
        <w:rPr>
          <w:lang w:val="en-US"/>
        </w:rPr>
        <w:t>be</w:t>
      </w:r>
      <w:r w:rsidRPr="004B0D26">
        <w:rPr>
          <w:lang w:val="en-US"/>
        </w:rPr>
        <w:t xml:space="preserve"> </w:t>
      </w:r>
      <w:r>
        <w:rPr>
          <w:lang w:val="en-US"/>
        </w:rPr>
        <w:t>Tiny</w:t>
      </w:r>
      <w:r w:rsidRPr="004B0D26">
        <w:rPr>
          <w:lang w:val="en-US"/>
        </w:rPr>
        <w:t xml:space="preserve">? </w:t>
      </w:r>
      <w:r>
        <w:rPr>
          <w:lang w:val="en-US"/>
        </w:rPr>
        <w:t xml:space="preserve">All right, </w:t>
      </w:r>
      <w:proofErr w:type="spellStart"/>
      <w:r>
        <w:rPr>
          <w:lang w:val="en-US"/>
        </w:rPr>
        <w:t>Dasha</w:t>
      </w:r>
      <w:proofErr w:type="spellEnd"/>
      <w:r>
        <w:rPr>
          <w:lang w:val="en-US"/>
        </w:rPr>
        <w:t>. Please, come up to me and write down here (</w:t>
      </w:r>
      <w:r>
        <w:t>запись</w:t>
      </w:r>
      <w:r w:rsidRPr="00A5309A">
        <w:rPr>
          <w:lang w:val="en-US"/>
        </w:rPr>
        <w:t xml:space="preserve"> </w:t>
      </w:r>
      <w:r>
        <w:t>в</w:t>
      </w:r>
      <w:r w:rsidRPr="00A5309A">
        <w:rPr>
          <w:lang w:val="en-US"/>
        </w:rPr>
        <w:t xml:space="preserve"> </w:t>
      </w:r>
      <w:r>
        <w:t>блокнот</w:t>
      </w:r>
      <w:r w:rsidRPr="00A5309A">
        <w:rPr>
          <w:lang w:val="en-US"/>
        </w:rPr>
        <w:t xml:space="preserve">) </w:t>
      </w:r>
      <w:r>
        <w:rPr>
          <w:lang w:val="en-US"/>
        </w:rPr>
        <w:t xml:space="preserve">where you were a month ago, choose </w:t>
      </w:r>
      <w:proofErr w:type="gramStart"/>
      <w:r>
        <w:rPr>
          <w:lang w:val="en-US"/>
        </w:rPr>
        <w:t>from  Ex.18</w:t>
      </w:r>
      <w:proofErr w:type="gramEnd"/>
      <w:r>
        <w:rPr>
          <w:lang w:val="en-US"/>
        </w:rPr>
        <w:t xml:space="preserve">. And now the class will find out where you were. Ask </w:t>
      </w:r>
      <w:proofErr w:type="gramStart"/>
      <w:r>
        <w:rPr>
          <w:lang w:val="en-US"/>
        </w:rPr>
        <w:t>Tiny</w:t>
      </w:r>
      <w:proofErr w:type="gramEnd"/>
      <w:r>
        <w:rPr>
          <w:lang w:val="en-US"/>
        </w:rPr>
        <w:t xml:space="preserve"> questions:</w:t>
      </w:r>
    </w:p>
    <w:p w:rsidR="00A5309A" w:rsidRDefault="00AE380C" w:rsidP="00A5309A">
      <w:pPr>
        <w:jc w:val="both"/>
        <w:rPr>
          <w:lang w:val="en-US"/>
        </w:rPr>
      </w:pPr>
      <w:r w:rsidRPr="00AE380C">
        <w:rPr>
          <w:lang w:val="en-US"/>
        </w:rPr>
        <w:t>P</w:t>
      </w:r>
      <w:r>
        <w:rPr>
          <w:vertAlign w:val="subscript"/>
          <w:lang w:val="en-US"/>
        </w:rPr>
        <w:t>1</w:t>
      </w:r>
      <w:r>
        <w:rPr>
          <w:lang w:val="en-US"/>
        </w:rPr>
        <w:t>:</w:t>
      </w:r>
      <w:r w:rsidRPr="00AE380C">
        <w:rPr>
          <w:lang w:val="en-US"/>
        </w:rPr>
        <w:t xml:space="preserve"> </w:t>
      </w:r>
      <w:r w:rsidR="00A5309A" w:rsidRPr="00AE380C">
        <w:rPr>
          <w:lang w:val="en-US"/>
        </w:rPr>
        <w:t>Were</w:t>
      </w:r>
      <w:r w:rsidR="00A5309A">
        <w:rPr>
          <w:lang w:val="en-US"/>
        </w:rPr>
        <w:t xml:space="preserve"> you in the country</w:t>
      </w:r>
      <w:r>
        <w:rPr>
          <w:lang w:val="en-US"/>
        </w:rPr>
        <w:t xml:space="preserve"> a month ago?</w:t>
      </w:r>
    </w:p>
    <w:p w:rsidR="00AE380C" w:rsidRPr="00AE380C" w:rsidRDefault="00AE380C" w:rsidP="00A5309A">
      <w:pPr>
        <w:jc w:val="both"/>
        <w:rPr>
          <w:lang w:val="en-US"/>
        </w:rPr>
      </w:pPr>
      <w:r>
        <w:rPr>
          <w:lang w:val="en-US"/>
        </w:rPr>
        <w:t>Tiny: No, I wasn’t. etc</w:t>
      </w:r>
      <w:proofErr w:type="gramStart"/>
      <w:r>
        <w:rPr>
          <w:lang w:val="en-US"/>
        </w:rPr>
        <w:t>.</w:t>
      </w:r>
      <w:r w:rsidRPr="00AE380C">
        <w:rPr>
          <w:lang w:val="en-US"/>
        </w:rPr>
        <w:t>/</w:t>
      </w:r>
      <w:proofErr w:type="gramEnd"/>
      <w:r>
        <w:rPr>
          <w:lang w:val="en-US"/>
        </w:rPr>
        <w:t xml:space="preserve"> Yes, I was.</w:t>
      </w:r>
    </w:p>
    <w:p w:rsidR="00AE380C" w:rsidRPr="00AE380C" w:rsidRDefault="00AE380C" w:rsidP="00A5309A">
      <w:pPr>
        <w:jc w:val="both"/>
      </w:pPr>
      <w:r>
        <w:rPr>
          <w:lang w:val="en-US"/>
        </w:rPr>
        <w:t>b</w:t>
      </w:r>
      <w:r w:rsidRPr="00AE380C">
        <w:t xml:space="preserve">) </w:t>
      </w:r>
      <w:r>
        <w:t>Та же игра, только дети говорят о себе</w:t>
      </w:r>
      <w:r w:rsidRPr="00AE380C">
        <w:t xml:space="preserve"> </w:t>
      </w:r>
      <w:proofErr w:type="gramStart"/>
      <w:r w:rsidRPr="00AE380C">
        <w:t xml:space="preserve">( </w:t>
      </w:r>
      <w:r>
        <w:t>выражения</w:t>
      </w:r>
      <w:proofErr w:type="gramEnd"/>
      <w:r>
        <w:t xml:space="preserve"> берутся из упр.18, стр.56):</w:t>
      </w:r>
    </w:p>
    <w:p w:rsidR="00AE380C" w:rsidRDefault="00AE380C" w:rsidP="00A5309A">
      <w:pPr>
        <w:jc w:val="both"/>
        <w:rPr>
          <w:lang w:val="en-US"/>
        </w:rPr>
      </w:pPr>
      <w:r>
        <w:rPr>
          <w:lang w:val="en-US"/>
        </w:rPr>
        <w:t>P</w:t>
      </w:r>
      <w:r>
        <w:rPr>
          <w:vertAlign w:val="subscript"/>
          <w:lang w:val="en-US"/>
        </w:rPr>
        <w:t>1</w:t>
      </w:r>
      <w:r>
        <w:rPr>
          <w:lang w:val="en-US"/>
        </w:rPr>
        <w:t>: Were you in Moscow last summer?</w:t>
      </w:r>
    </w:p>
    <w:p w:rsidR="00AE380C" w:rsidRDefault="00AE380C" w:rsidP="00A5309A">
      <w:pPr>
        <w:jc w:val="both"/>
        <w:rPr>
          <w:lang w:val="en-US"/>
        </w:rPr>
      </w:pPr>
      <w:r>
        <w:rPr>
          <w:lang w:val="en-US"/>
        </w:rPr>
        <w:t>P</w:t>
      </w:r>
      <w:r>
        <w:rPr>
          <w:vertAlign w:val="subscript"/>
          <w:lang w:val="en-US"/>
        </w:rPr>
        <w:t>2</w:t>
      </w:r>
      <w:r>
        <w:rPr>
          <w:lang w:val="en-US"/>
        </w:rPr>
        <w:t>: Yes, I was.</w:t>
      </w:r>
    </w:p>
    <w:p w:rsidR="00AE380C" w:rsidRDefault="00AE380C" w:rsidP="00A5309A">
      <w:pPr>
        <w:jc w:val="both"/>
        <w:rPr>
          <w:b/>
          <w:i/>
          <w:u w:val="single"/>
        </w:rPr>
      </w:pPr>
      <w:r w:rsidRPr="007E4A5D">
        <w:rPr>
          <w:b/>
          <w:i/>
          <w:u w:val="single"/>
        </w:rPr>
        <w:t xml:space="preserve">8. </w:t>
      </w:r>
      <w:r w:rsidR="007E4A5D" w:rsidRPr="007E4A5D">
        <w:rPr>
          <w:b/>
          <w:i/>
          <w:u w:val="single"/>
        </w:rPr>
        <w:t>Продолжение знакомства с формой прошедшего времени неправильных глаголов</w:t>
      </w:r>
      <w:proofErr w:type="gramStart"/>
      <w:r w:rsidR="007E4A5D" w:rsidRPr="007E4A5D">
        <w:rPr>
          <w:b/>
          <w:i/>
          <w:u w:val="single"/>
        </w:rPr>
        <w:t xml:space="preserve"> .</w:t>
      </w:r>
      <w:proofErr w:type="gramEnd"/>
    </w:p>
    <w:p w:rsidR="008C1268" w:rsidRDefault="008C1268" w:rsidP="00A5309A">
      <w:pPr>
        <w:jc w:val="both"/>
        <w:rPr>
          <w:lang w:val="en-US"/>
        </w:rPr>
      </w:pPr>
      <w:r w:rsidRPr="004B0D26">
        <w:t xml:space="preserve"> </w:t>
      </w:r>
      <w:r>
        <w:rPr>
          <w:lang w:val="en-US"/>
        </w:rPr>
        <w:t xml:space="preserve">You will learn Past Simple of some more verbs now. </w:t>
      </w:r>
    </w:p>
    <w:p w:rsidR="008C1268" w:rsidRPr="008C1268" w:rsidRDefault="008C1268" w:rsidP="00A5309A">
      <w:pPr>
        <w:jc w:val="both"/>
      </w:pPr>
      <w:r>
        <w:rPr>
          <w:lang w:val="en-US"/>
        </w:rPr>
        <w:t>a) Open your books on page 54, Ex. 15. Read and remember (did, said, put, played, wanted, cried, saw, went, gave, took, flew, tried, had). Remember</w:t>
      </w:r>
      <w:r w:rsidRPr="008C1268">
        <w:t xml:space="preserve"> </w:t>
      </w:r>
      <w:r>
        <w:rPr>
          <w:lang w:val="en-US"/>
        </w:rPr>
        <w:t>how</w:t>
      </w:r>
      <w:r w:rsidRPr="008C1268">
        <w:t xml:space="preserve"> </w:t>
      </w:r>
      <w:r>
        <w:rPr>
          <w:lang w:val="en-US"/>
        </w:rPr>
        <w:t>to</w:t>
      </w:r>
      <w:r w:rsidRPr="008C1268">
        <w:t xml:space="preserve"> </w:t>
      </w:r>
      <w:r>
        <w:rPr>
          <w:lang w:val="en-US"/>
        </w:rPr>
        <w:t>write</w:t>
      </w:r>
      <w:r w:rsidRPr="008C1268">
        <w:t>:</w:t>
      </w:r>
    </w:p>
    <w:p w:rsidR="008C1268" w:rsidRPr="008C1268" w:rsidRDefault="008C1268" w:rsidP="00A5309A">
      <w:pPr>
        <w:jc w:val="both"/>
        <w:rPr>
          <w:lang w:val="en-US"/>
        </w:rPr>
      </w:pPr>
      <w:proofErr w:type="gramStart"/>
      <w:r w:rsidRPr="008C1268">
        <w:rPr>
          <w:b/>
          <w:lang w:val="en-US"/>
        </w:rPr>
        <w:t>cried</w:t>
      </w:r>
      <w:proofErr w:type="gramEnd"/>
      <w:r w:rsidRPr="008C1268">
        <w:rPr>
          <w:b/>
          <w:lang w:val="en-US"/>
        </w:rPr>
        <w:t xml:space="preserve">, tried. </w:t>
      </w:r>
      <w:r>
        <w:rPr>
          <w:lang w:val="en-US"/>
        </w:rPr>
        <w:t xml:space="preserve"> Now open the book on Page 55 and read: made, came, drew, met, was, </w:t>
      </w:r>
      <w:proofErr w:type="gramStart"/>
      <w:r>
        <w:rPr>
          <w:lang w:val="en-US"/>
        </w:rPr>
        <w:t>were</w:t>
      </w:r>
      <w:proofErr w:type="gramEnd"/>
      <w:r>
        <w:rPr>
          <w:lang w:val="en-US"/>
        </w:rPr>
        <w:t>.</w:t>
      </w:r>
    </w:p>
    <w:p w:rsidR="008C1268" w:rsidRPr="008C1268" w:rsidRDefault="008C1268" w:rsidP="00A5309A">
      <w:pPr>
        <w:jc w:val="both"/>
        <w:rPr>
          <w:lang w:val="en-US"/>
        </w:rPr>
      </w:pPr>
      <w:r w:rsidRPr="008C1268">
        <w:rPr>
          <w:lang w:val="en-US"/>
        </w:rPr>
        <w:t>b)</w:t>
      </w:r>
      <w:r>
        <w:rPr>
          <w:lang w:val="en-US"/>
        </w:rPr>
        <w:t xml:space="preserve"> Look at the screen now and do the task. </w:t>
      </w:r>
    </w:p>
    <w:p w:rsidR="007E4A5D" w:rsidRPr="00B64097" w:rsidRDefault="007E4A5D" w:rsidP="00A5309A">
      <w:pPr>
        <w:jc w:val="both"/>
      </w:pPr>
      <w:r w:rsidRPr="007E4A5D">
        <w:rPr>
          <w:b/>
        </w:rPr>
        <w:t xml:space="preserve">Работа с ЦОР: </w:t>
      </w:r>
      <w:r w:rsidRPr="007E4A5D">
        <w:rPr>
          <w:b/>
          <w:lang w:val="en-US"/>
        </w:rPr>
        <w:t>U</w:t>
      </w:r>
      <w:r w:rsidRPr="007E4A5D">
        <w:rPr>
          <w:b/>
        </w:rPr>
        <w:t>4</w:t>
      </w:r>
      <w:r w:rsidRPr="007E4A5D">
        <w:rPr>
          <w:b/>
          <w:lang w:val="en-US"/>
        </w:rPr>
        <w:t>S</w:t>
      </w:r>
      <w:r w:rsidRPr="007E4A5D">
        <w:rPr>
          <w:b/>
        </w:rPr>
        <w:t>2</w:t>
      </w:r>
      <w:proofErr w:type="gramStart"/>
      <w:r w:rsidRPr="007E4A5D">
        <w:rPr>
          <w:b/>
        </w:rPr>
        <w:t>,</w:t>
      </w:r>
      <w:r w:rsidRPr="007E4A5D">
        <w:rPr>
          <w:b/>
          <w:lang w:val="en-US"/>
        </w:rPr>
        <w:t>Task</w:t>
      </w:r>
      <w:proofErr w:type="gramEnd"/>
      <w:r w:rsidR="00731205" w:rsidRPr="00731205">
        <w:rPr>
          <w:b/>
        </w:rPr>
        <w:t xml:space="preserve"> </w:t>
      </w:r>
      <w:r w:rsidRPr="007E4A5D">
        <w:rPr>
          <w:b/>
        </w:rPr>
        <w:t>5</w:t>
      </w:r>
      <w:r w:rsidRPr="007E4A5D">
        <w:t>.</w:t>
      </w:r>
      <w:r w:rsidR="00B64097">
        <w:t xml:space="preserve"> В</w:t>
      </w:r>
      <w:r>
        <w:t>ставить правильные и неправильные глаголы в предложения по смыслу (перетаскивание).</w:t>
      </w:r>
    </w:p>
    <w:p w:rsidR="00B64097" w:rsidRDefault="00B64097" w:rsidP="00A5309A">
      <w:pPr>
        <w:jc w:val="both"/>
        <w:rPr>
          <w:b/>
        </w:rPr>
      </w:pPr>
    </w:p>
    <w:p w:rsidR="00B64097" w:rsidRDefault="00B64097" w:rsidP="00A5309A">
      <w:pPr>
        <w:jc w:val="both"/>
        <w:rPr>
          <w:b/>
        </w:rPr>
      </w:pPr>
    </w:p>
    <w:p w:rsidR="00B64097" w:rsidRDefault="00B64097" w:rsidP="00A5309A">
      <w:pPr>
        <w:jc w:val="both"/>
        <w:rPr>
          <w:b/>
        </w:rPr>
      </w:pPr>
    </w:p>
    <w:p w:rsidR="00B64097" w:rsidRDefault="00B64097" w:rsidP="00A5309A">
      <w:pPr>
        <w:jc w:val="both"/>
        <w:rPr>
          <w:b/>
        </w:rPr>
      </w:pPr>
    </w:p>
    <w:p w:rsidR="00B64097" w:rsidRDefault="00B64097" w:rsidP="00A5309A">
      <w:pPr>
        <w:jc w:val="both"/>
        <w:rPr>
          <w:b/>
        </w:rPr>
      </w:pPr>
    </w:p>
    <w:p w:rsidR="00B64097" w:rsidRDefault="00B64097" w:rsidP="00A5309A">
      <w:pPr>
        <w:jc w:val="both"/>
        <w:rPr>
          <w:b/>
        </w:rPr>
      </w:pPr>
    </w:p>
    <w:p w:rsidR="00B64097" w:rsidRPr="00B64097" w:rsidRDefault="00B64097" w:rsidP="00B64097">
      <w:pPr>
        <w:jc w:val="center"/>
      </w:pPr>
      <w:r>
        <w:t>5</w:t>
      </w:r>
    </w:p>
    <w:p w:rsidR="008C1268" w:rsidRDefault="008C1268" w:rsidP="00A5309A">
      <w:pPr>
        <w:jc w:val="both"/>
      </w:pPr>
      <w:r w:rsidRPr="00731205">
        <w:rPr>
          <w:b/>
        </w:rPr>
        <w:t xml:space="preserve">Работа с ЦОР: </w:t>
      </w:r>
      <w:r w:rsidRPr="00731205">
        <w:rPr>
          <w:b/>
          <w:lang w:val="en-US"/>
        </w:rPr>
        <w:t>U</w:t>
      </w:r>
      <w:r w:rsidRPr="00731205">
        <w:rPr>
          <w:b/>
        </w:rPr>
        <w:t>4</w:t>
      </w:r>
      <w:r w:rsidRPr="00731205">
        <w:rPr>
          <w:b/>
          <w:lang w:val="en-US"/>
        </w:rPr>
        <w:t>S</w:t>
      </w:r>
      <w:r w:rsidRPr="00731205">
        <w:rPr>
          <w:b/>
        </w:rPr>
        <w:t>2,</w:t>
      </w:r>
      <w:r w:rsidR="00731205" w:rsidRPr="00731205">
        <w:rPr>
          <w:b/>
        </w:rPr>
        <w:t xml:space="preserve"> </w:t>
      </w:r>
      <w:r w:rsidR="00731205" w:rsidRPr="00731205">
        <w:rPr>
          <w:b/>
          <w:lang w:val="en-US"/>
        </w:rPr>
        <w:t>T</w:t>
      </w:r>
      <w:r w:rsidRPr="00731205">
        <w:rPr>
          <w:b/>
          <w:lang w:val="en-US"/>
        </w:rPr>
        <w:t>as</w:t>
      </w:r>
      <w:r w:rsidR="00731205" w:rsidRPr="00731205">
        <w:rPr>
          <w:b/>
          <w:lang w:val="en-US"/>
        </w:rPr>
        <w:t>k</w:t>
      </w:r>
      <w:r w:rsidR="00731205" w:rsidRPr="00731205">
        <w:rPr>
          <w:b/>
        </w:rPr>
        <w:t xml:space="preserve"> 2. </w:t>
      </w:r>
      <w:r w:rsidR="00731205">
        <w:t>Вставить</w:t>
      </w:r>
      <w:r w:rsidR="00B64097">
        <w:t xml:space="preserve"> и прописать</w:t>
      </w:r>
      <w:r w:rsidR="00731205">
        <w:t xml:space="preserve"> нужные глаголы в прошедшем времени в рассказ, известный детям, «</w:t>
      </w:r>
      <w:r w:rsidR="00731205">
        <w:rPr>
          <w:lang w:val="en-US"/>
        </w:rPr>
        <w:t>Last</w:t>
      </w:r>
      <w:r w:rsidR="00731205" w:rsidRPr="00731205">
        <w:t xml:space="preserve"> </w:t>
      </w:r>
      <w:r w:rsidR="00731205">
        <w:rPr>
          <w:lang w:val="en-US"/>
        </w:rPr>
        <w:t>summer</w:t>
      </w:r>
      <w:r w:rsidR="00731205" w:rsidRPr="00731205">
        <w:t xml:space="preserve"> </w:t>
      </w:r>
      <w:r w:rsidR="00731205">
        <w:rPr>
          <w:lang w:val="en-US"/>
        </w:rPr>
        <w:t>story</w:t>
      </w:r>
      <w:r w:rsidR="00731205" w:rsidRPr="00731205">
        <w:t>”</w:t>
      </w:r>
      <w:r w:rsidR="00B64097">
        <w:t xml:space="preserve"> (впечатывание слов)</w:t>
      </w:r>
      <w:r w:rsidR="00731205">
        <w:t>.</w:t>
      </w:r>
      <w:r w:rsidR="00B64097">
        <w:t xml:space="preserve"> Дети выполняют задание по очереди, остальные пишут глаголы в тетради.</w:t>
      </w:r>
    </w:p>
    <w:p w:rsidR="00B64097" w:rsidRPr="004B0D26" w:rsidRDefault="00B64097" w:rsidP="00A5309A">
      <w:pPr>
        <w:jc w:val="both"/>
        <w:rPr>
          <w:b/>
          <w:i/>
          <w:u w:val="single"/>
          <w:lang w:val="en-US"/>
        </w:rPr>
      </w:pPr>
      <w:r w:rsidRPr="004B0D26">
        <w:rPr>
          <w:b/>
          <w:i/>
          <w:u w:val="single"/>
          <w:lang w:val="en-US"/>
        </w:rPr>
        <w:t xml:space="preserve">9. </w:t>
      </w:r>
      <w:r w:rsidRPr="00B64097">
        <w:rPr>
          <w:b/>
          <w:i/>
          <w:u w:val="single"/>
        </w:rPr>
        <w:t>Объяснение</w:t>
      </w:r>
      <w:r w:rsidRPr="004B0D26">
        <w:rPr>
          <w:b/>
          <w:i/>
          <w:u w:val="single"/>
          <w:lang w:val="en-US"/>
        </w:rPr>
        <w:t xml:space="preserve"> </w:t>
      </w:r>
      <w:r w:rsidRPr="00B64097">
        <w:rPr>
          <w:b/>
          <w:i/>
          <w:u w:val="single"/>
        </w:rPr>
        <w:t>домашнего</w:t>
      </w:r>
      <w:r w:rsidRPr="004B0D26">
        <w:rPr>
          <w:b/>
          <w:i/>
          <w:u w:val="single"/>
          <w:lang w:val="en-US"/>
        </w:rPr>
        <w:t xml:space="preserve"> </w:t>
      </w:r>
      <w:r w:rsidRPr="00B64097">
        <w:rPr>
          <w:b/>
          <w:i/>
          <w:u w:val="single"/>
        </w:rPr>
        <w:t>задани</w:t>
      </w:r>
      <w:r>
        <w:rPr>
          <w:b/>
          <w:i/>
          <w:u w:val="single"/>
        </w:rPr>
        <w:t>я</w:t>
      </w:r>
      <w:r w:rsidRPr="004B0D26">
        <w:rPr>
          <w:b/>
          <w:i/>
          <w:u w:val="single"/>
          <w:lang w:val="en-US"/>
        </w:rPr>
        <w:t>.</w:t>
      </w:r>
    </w:p>
    <w:p w:rsidR="00B64097" w:rsidRDefault="00B64097" w:rsidP="00A5309A">
      <w:pPr>
        <w:jc w:val="both"/>
        <w:rPr>
          <w:lang w:val="en-US"/>
        </w:rPr>
      </w:pPr>
      <w:r>
        <w:rPr>
          <w:lang w:val="en-US"/>
        </w:rPr>
        <w:t>Open</w:t>
      </w:r>
      <w:r w:rsidRPr="00B64097">
        <w:rPr>
          <w:lang w:val="en-US"/>
        </w:rPr>
        <w:t xml:space="preserve"> </w:t>
      </w:r>
      <w:r>
        <w:rPr>
          <w:lang w:val="en-US"/>
        </w:rPr>
        <w:t>your</w:t>
      </w:r>
      <w:r w:rsidRPr="00B64097">
        <w:rPr>
          <w:lang w:val="en-US"/>
        </w:rPr>
        <w:t xml:space="preserve"> </w:t>
      </w:r>
      <w:r>
        <w:rPr>
          <w:lang w:val="en-US"/>
        </w:rPr>
        <w:t>daybooks</w:t>
      </w:r>
      <w:r w:rsidRPr="00B64097">
        <w:rPr>
          <w:lang w:val="en-US"/>
        </w:rPr>
        <w:t xml:space="preserve"> </w:t>
      </w:r>
      <w:r>
        <w:rPr>
          <w:lang w:val="en-US"/>
        </w:rPr>
        <w:t>and</w:t>
      </w:r>
      <w:r w:rsidRPr="00B64097">
        <w:rPr>
          <w:lang w:val="en-US"/>
        </w:rPr>
        <w:t xml:space="preserve"> </w:t>
      </w:r>
      <w:r>
        <w:rPr>
          <w:lang w:val="en-US"/>
        </w:rPr>
        <w:t>write</w:t>
      </w:r>
      <w:r w:rsidRPr="00B64097">
        <w:rPr>
          <w:lang w:val="en-US"/>
        </w:rPr>
        <w:t xml:space="preserve"> </w:t>
      </w:r>
      <w:r>
        <w:rPr>
          <w:lang w:val="en-US"/>
        </w:rPr>
        <w:t>down</w:t>
      </w:r>
      <w:r w:rsidRPr="00B64097">
        <w:rPr>
          <w:lang w:val="en-US"/>
        </w:rPr>
        <w:t xml:space="preserve"> </w:t>
      </w:r>
      <w:r>
        <w:rPr>
          <w:lang w:val="en-US"/>
        </w:rPr>
        <w:t>your</w:t>
      </w:r>
      <w:r w:rsidRPr="00B64097">
        <w:rPr>
          <w:lang w:val="en-US"/>
        </w:rPr>
        <w:t xml:space="preserve"> </w:t>
      </w:r>
      <w:r>
        <w:rPr>
          <w:lang w:val="en-US"/>
        </w:rPr>
        <w:t>home task:</w:t>
      </w:r>
    </w:p>
    <w:p w:rsidR="00B64097" w:rsidRDefault="00B64097" w:rsidP="00A5309A">
      <w:pPr>
        <w:jc w:val="both"/>
        <w:rPr>
          <w:lang w:val="en-US"/>
        </w:rPr>
      </w:pPr>
      <w:r>
        <w:rPr>
          <w:lang w:val="en-US"/>
        </w:rPr>
        <w:t>P. 54-56 – all the new words to write down into vocabularies and learn them;</w:t>
      </w:r>
    </w:p>
    <w:p w:rsidR="00B64097" w:rsidRDefault="0080467B" w:rsidP="00A5309A">
      <w:pPr>
        <w:jc w:val="both"/>
        <w:rPr>
          <w:lang w:val="en-US"/>
        </w:rPr>
      </w:pPr>
      <w:r>
        <w:rPr>
          <w:lang w:val="en-US"/>
        </w:rPr>
        <w:t>Ex. 15, P.54 – to read aloud and translate the story “My Winter Fantasy”;</w:t>
      </w:r>
    </w:p>
    <w:p w:rsidR="0080467B" w:rsidRDefault="0080467B" w:rsidP="00A5309A">
      <w:pPr>
        <w:jc w:val="both"/>
      </w:pPr>
      <w:r>
        <w:rPr>
          <w:lang w:val="en-US"/>
        </w:rPr>
        <w:t>Work</w:t>
      </w:r>
      <w:r w:rsidRPr="0080467B">
        <w:t xml:space="preserve"> </w:t>
      </w:r>
      <w:r>
        <w:rPr>
          <w:lang w:val="en-US"/>
        </w:rPr>
        <w:t>Book</w:t>
      </w:r>
      <w:r w:rsidRPr="0080467B">
        <w:t xml:space="preserve"> – </w:t>
      </w:r>
      <w:r>
        <w:rPr>
          <w:lang w:val="en-US"/>
        </w:rPr>
        <w:t>Ex</w:t>
      </w:r>
      <w:r w:rsidRPr="0080467B">
        <w:t xml:space="preserve">. 9, 10, </w:t>
      </w:r>
      <w:r>
        <w:rPr>
          <w:lang w:val="en-US"/>
        </w:rPr>
        <w:t>P</w:t>
      </w:r>
      <w:r w:rsidRPr="0080467B">
        <w:t xml:space="preserve">. 31, </w:t>
      </w:r>
      <w:r>
        <w:rPr>
          <w:lang w:val="en-US"/>
        </w:rPr>
        <w:t>to</w:t>
      </w:r>
      <w:r w:rsidRPr="0080467B">
        <w:t xml:space="preserve"> </w:t>
      </w:r>
      <w:r>
        <w:rPr>
          <w:lang w:val="en-US"/>
        </w:rPr>
        <w:t>write</w:t>
      </w:r>
      <w:r w:rsidRPr="0080467B">
        <w:t xml:space="preserve"> (</w:t>
      </w:r>
      <w:r>
        <w:t>упражнения на написани</w:t>
      </w:r>
      <w:r w:rsidR="004F6DD7">
        <w:t>е глаголов в прошедшем времени).</w:t>
      </w:r>
    </w:p>
    <w:p w:rsidR="004F6DD7" w:rsidRDefault="004F6DD7" w:rsidP="00A5309A">
      <w:pPr>
        <w:jc w:val="both"/>
      </w:pPr>
      <w:r w:rsidRPr="004F6DD7">
        <w:rPr>
          <w:b/>
          <w:i/>
          <w:u w:val="single"/>
        </w:rPr>
        <w:t>10. Итоги урока.</w:t>
      </w:r>
    </w:p>
    <w:p w:rsidR="004F6DD7" w:rsidRDefault="004F6DD7" w:rsidP="00A5309A">
      <w:pPr>
        <w:jc w:val="both"/>
      </w:pPr>
      <w:r>
        <w:t>Выставление и комментирование оценок за урок.</w:t>
      </w:r>
    </w:p>
    <w:p w:rsidR="004F6DD7" w:rsidRPr="004F6DD7" w:rsidRDefault="004F6DD7" w:rsidP="00A5309A">
      <w:pPr>
        <w:jc w:val="both"/>
        <w:rPr>
          <w:lang w:val="en-US"/>
        </w:rPr>
      </w:pPr>
      <w:r>
        <w:rPr>
          <w:lang w:val="en-US"/>
        </w:rPr>
        <w:t>What did you learn today? What did you like best? What did you remember (</w:t>
      </w:r>
      <w:r>
        <w:t>запомнили</w:t>
      </w:r>
      <w:r w:rsidRPr="004F6DD7">
        <w:rPr>
          <w:lang w:val="en-US"/>
        </w:rPr>
        <w:t>)</w:t>
      </w:r>
      <w:r>
        <w:rPr>
          <w:lang w:val="en-US"/>
        </w:rPr>
        <w:t>? The lesson is over, see you soon, have a nice day.</w:t>
      </w:r>
    </w:p>
    <w:p w:rsidR="008C1268" w:rsidRPr="004F6DD7" w:rsidRDefault="008C1268" w:rsidP="00A5309A">
      <w:pPr>
        <w:jc w:val="both"/>
        <w:rPr>
          <w:lang w:val="en-US"/>
        </w:rPr>
      </w:pPr>
    </w:p>
    <w:p w:rsidR="003B25D3" w:rsidRPr="004F6DD7" w:rsidRDefault="003B25D3" w:rsidP="00B65EBE">
      <w:pPr>
        <w:pStyle w:val="a5"/>
        <w:ind w:left="0"/>
        <w:jc w:val="both"/>
        <w:rPr>
          <w:b/>
          <w:i/>
          <w:u w:val="single"/>
          <w:lang w:val="en-US"/>
        </w:rPr>
      </w:pPr>
    </w:p>
    <w:p w:rsidR="00E2732A" w:rsidRPr="004F6DD7" w:rsidRDefault="00E2732A" w:rsidP="00B65EBE">
      <w:pPr>
        <w:pStyle w:val="a5"/>
        <w:ind w:left="0"/>
        <w:jc w:val="both"/>
        <w:rPr>
          <w:lang w:val="en-US"/>
        </w:rPr>
      </w:pPr>
    </w:p>
    <w:p w:rsidR="003F3B54" w:rsidRPr="004F6DD7" w:rsidRDefault="003F3B54" w:rsidP="00731205">
      <w:pPr>
        <w:pStyle w:val="a5"/>
        <w:ind w:left="0"/>
        <w:jc w:val="center"/>
        <w:rPr>
          <w:lang w:val="en-US"/>
        </w:rPr>
      </w:pPr>
    </w:p>
    <w:p w:rsidR="00731205" w:rsidRPr="004F6DD7" w:rsidRDefault="00731205" w:rsidP="00731205">
      <w:pPr>
        <w:pStyle w:val="a5"/>
        <w:ind w:left="0"/>
        <w:jc w:val="center"/>
        <w:rPr>
          <w:lang w:val="en-US"/>
        </w:rPr>
      </w:pPr>
    </w:p>
    <w:p w:rsidR="00526EBE" w:rsidRPr="004F6DD7" w:rsidRDefault="00526EBE" w:rsidP="00B65EBE">
      <w:pPr>
        <w:pStyle w:val="a5"/>
        <w:ind w:left="0"/>
        <w:jc w:val="both"/>
        <w:rPr>
          <w:lang w:val="en-US"/>
        </w:rPr>
      </w:pPr>
    </w:p>
    <w:p w:rsidR="00526EBE" w:rsidRPr="004F6DD7" w:rsidRDefault="00526EBE" w:rsidP="00B65EBE">
      <w:pPr>
        <w:pStyle w:val="a5"/>
        <w:ind w:left="0"/>
        <w:jc w:val="both"/>
        <w:rPr>
          <w:lang w:val="en-US"/>
        </w:rPr>
      </w:pPr>
    </w:p>
    <w:p w:rsidR="00526EBE" w:rsidRPr="004F6DD7" w:rsidRDefault="00526EBE" w:rsidP="00B65EBE">
      <w:pPr>
        <w:pStyle w:val="a5"/>
        <w:ind w:left="0"/>
        <w:jc w:val="both"/>
        <w:rPr>
          <w:lang w:val="en-US"/>
        </w:rPr>
      </w:pPr>
    </w:p>
    <w:p w:rsidR="00526EBE" w:rsidRPr="004F6DD7" w:rsidRDefault="00526EBE" w:rsidP="00B65EBE">
      <w:pPr>
        <w:pStyle w:val="a5"/>
        <w:ind w:left="0"/>
        <w:jc w:val="both"/>
        <w:rPr>
          <w:lang w:val="en-US"/>
        </w:rPr>
      </w:pPr>
    </w:p>
    <w:p w:rsidR="00526EBE" w:rsidRPr="004F6DD7" w:rsidRDefault="00526EBE" w:rsidP="00B65EBE">
      <w:pPr>
        <w:pStyle w:val="a5"/>
        <w:ind w:left="0"/>
        <w:jc w:val="both"/>
        <w:rPr>
          <w:lang w:val="en-US"/>
        </w:rPr>
      </w:pPr>
    </w:p>
    <w:p w:rsidR="00526EBE" w:rsidRPr="004F6DD7" w:rsidRDefault="00526EBE" w:rsidP="00B65EBE">
      <w:pPr>
        <w:pStyle w:val="a5"/>
        <w:ind w:left="0"/>
        <w:jc w:val="both"/>
        <w:rPr>
          <w:lang w:val="en-US"/>
        </w:rPr>
      </w:pPr>
    </w:p>
    <w:p w:rsidR="00526EBE" w:rsidRPr="004F6DD7" w:rsidRDefault="00526EBE" w:rsidP="00B65EBE">
      <w:pPr>
        <w:pStyle w:val="a5"/>
        <w:ind w:left="0"/>
        <w:jc w:val="both"/>
        <w:rPr>
          <w:lang w:val="en-US"/>
        </w:rPr>
      </w:pPr>
    </w:p>
    <w:p w:rsidR="00526EBE" w:rsidRPr="004F6DD7" w:rsidRDefault="00526EBE" w:rsidP="00B65EBE">
      <w:pPr>
        <w:pStyle w:val="a5"/>
        <w:ind w:left="0"/>
        <w:jc w:val="both"/>
        <w:rPr>
          <w:lang w:val="en-US"/>
        </w:rPr>
      </w:pPr>
    </w:p>
    <w:p w:rsidR="00526EBE" w:rsidRPr="004F6DD7" w:rsidRDefault="00526EBE" w:rsidP="00B65EBE">
      <w:pPr>
        <w:pStyle w:val="a5"/>
        <w:ind w:left="0"/>
        <w:jc w:val="both"/>
        <w:rPr>
          <w:lang w:val="en-US"/>
        </w:rPr>
      </w:pPr>
    </w:p>
    <w:p w:rsidR="00526EBE" w:rsidRPr="004F6DD7" w:rsidRDefault="00526EBE" w:rsidP="00B65EBE">
      <w:pPr>
        <w:pStyle w:val="a5"/>
        <w:ind w:left="0"/>
        <w:jc w:val="both"/>
        <w:rPr>
          <w:lang w:val="en-US"/>
        </w:rPr>
      </w:pPr>
    </w:p>
    <w:p w:rsidR="00526EBE" w:rsidRPr="004F6DD7" w:rsidRDefault="00526EBE" w:rsidP="00B65EBE">
      <w:pPr>
        <w:pStyle w:val="a5"/>
        <w:ind w:left="0"/>
        <w:jc w:val="both"/>
        <w:rPr>
          <w:lang w:val="en-US"/>
        </w:rPr>
      </w:pPr>
    </w:p>
    <w:p w:rsidR="00526EBE" w:rsidRPr="004F6DD7" w:rsidRDefault="00526EBE" w:rsidP="00B65EBE">
      <w:pPr>
        <w:pStyle w:val="a5"/>
        <w:ind w:left="0"/>
        <w:jc w:val="both"/>
        <w:rPr>
          <w:lang w:val="en-US"/>
        </w:rPr>
      </w:pPr>
    </w:p>
    <w:p w:rsidR="00526EBE" w:rsidRPr="004F6DD7" w:rsidRDefault="00526EBE" w:rsidP="00B65EBE">
      <w:pPr>
        <w:pStyle w:val="a5"/>
        <w:ind w:left="0"/>
        <w:jc w:val="both"/>
        <w:rPr>
          <w:lang w:val="en-US"/>
        </w:rPr>
      </w:pPr>
    </w:p>
    <w:p w:rsidR="003F3B54" w:rsidRPr="005A14CD" w:rsidRDefault="003F3B54" w:rsidP="003F3B54">
      <w:pPr>
        <w:jc w:val="both"/>
      </w:pPr>
      <w:r w:rsidRPr="003F3B54">
        <w:rPr>
          <w:b/>
          <w:i/>
          <w:u w:val="single"/>
        </w:rPr>
        <w:t>5. Организация малых групп сотрудничества, распределение ролей</w:t>
      </w:r>
      <w:r>
        <w:t>.</w:t>
      </w:r>
    </w:p>
    <w:p w:rsidR="003F3B54" w:rsidRDefault="003F3B54" w:rsidP="003F3B54">
      <w:pPr>
        <w:jc w:val="both"/>
      </w:pPr>
      <w:r w:rsidRPr="005A14CD">
        <w:t xml:space="preserve">    </w:t>
      </w:r>
      <w:r>
        <w:rPr>
          <w:lang w:val="en-US"/>
        </w:rPr>
        <w:t>Now</w:t>
      </w:r>
      <w:r w:rsidRPr="004B0D26">
        <w:rPr>
          <w:lang w:val="en-US"/>
        </w:rPr>
        <w:t xml:space="preserve"> </w:t>
      </w:r>
      <w:r>
        <w:rPr>
          <w:lang w:val="en-US"/>
        </w:rPr>
        <w:t>let</w:t>
      </w:r>
      <w:r w:rsidRPr="004B0D26">
        <w:rPr>
          <w:lang w:val="en-US"/>
        </w:rPr>
        <w:t>’</w:t>
      </w:r>
      <w:r>
        <w:rPr>
          <w:lang w:val="en-US"/>
        </w:rPr>
        <w:t>s</w:t>
      </w:r>
      <w:r w:rsidRPr="004B0D26">
        <w:rPr>
          <w:lang w:val="en-US"/>
        </w:rPr>
        <w:t xml:space="preserve"> </w:t>
      </w:r>
      <w:r>
        <w:rPr>
          <w:lang w:val="en-US"/>
        </w:rPr>
        <w:t>divide</w:t>
      </w:r>
      <w:r w:rsidRPr="004B0D26">
        <w:rPr>
          <w:lang w:val="en-US"/>
        </w:rPr>
        <w:t xml:space="preserve"> </w:t>
      </w:r>
      <w:r>
        <w:rPr>
          <w:lang w:val="en-US"/>
        </w:rPr>
        <w:t>into</w:t>
      </w:r>
      <w:r w:rsidRPr="004B0D26">
        <w:rPr>
          <w:lang w:val="en-US"/>
        </w:rPr>
        <w:t xml:space="preserve"> </w:t>
      </w:r>
      <w:r>
        <w:rPr>
          <w:lang w:val="en-US"/>
        </w:rPr>
        <w:t>two</w:t>
      </w:r>
      <w:r w:rsidRPr="004B0D26">
        <w:rPr>
          <w:lang w:val="en-US"/>
        </w:rPr>
        <w:t xml:space="preserve"> </w:t>
      </w:r>
      <w:r>
        <w:rPr>
          <w:lang w:val="en-US"/>
        </w:rPr>
        <w:t>teams</w:t>
      </w:r>
      <w:r w:rsidRPr="004B0D26">
        <w:rPr>
          <w:lang w:val="en-US"/>
        </w:rPr>
        <w:t xml:space="preserve">. </w:t>
      </w:r>
      <w:r w:rsidRPr="003F3B54">
        <w:t>(</w:t>
      </w:r>
      <w:r>
        <w:t>Учитель сам делит уч-ся на две команды и назначает капитанов).</w:t>
      </w:r>
    </w:p>
    <w:p w:rsidR="003F3B54" w:rsidRDefault="003F3B54" w:rsidP="003F3B54">
      <w:pPr>
        <w:jc w:val="both"/>
      </w:pPr>
      <w:r>
        <w:t>Обязанности капитана – подготовить оценочный лист (</w:t>
      </w:r>
      <w:r>
        <w:rPr>
          <w:lang w:val="en-US"/>
        </w:rPr>
        <w:t>Score</w:t>
      </w:r>
      <w:r w:rsidRPr="003F3B54">
        <w:t xml:space="preserve"> </w:t>
      </w:r>
      <w:r>
        <w:rPr>
          <w:lang w:val="en-US"/>
        </w:rPr>
        <w:t>List</w:t>
      </w:r>
      <w:r>
        <w:t>, см. приложения 1, 2</w:t>
      </w:r>
      <w:r w:rsidRPr="003F3B54">
        <w:t>)</w:t>
      </w:r>
      <w:r>
        <w:t>, в котором сверху нужно написать название команды, класс, справа написать мероприятия и участников, имя и фамилию</w:t>
      </w:r>
      <w:proofErr w:type="gramStart"/>
      <w:r>
        <w:t xml:space="preserve"> ,</w:t>
      </w:r>
      <w:proofErr w:type="gramEnd"/>
      <w:r>
        <w:t xml:space="preserve"> все по-английски. Для этого капитан сначала спрашивает членов команды, </w:t>
      </w:r>
      <w:proofErr w:type="gramStart"/>
      <w:r>
        <w:t>кто</w:t>
      </w:r>
      <w:proofErr w:type="gramEnd"/>
      <w:r>
        <w:t xml:space="preserve"> что хочет делать и за что отвечать, если желания детей вызывают сомнения, капитан назначает участников и все ему подчиняются. Сам капитан также участвует в одном из мероприятий.</w:t>
      </w:r>
    </w:p>
    <w:p w:rsidR="00E07F7F" w:rsidRDefault="00E07F7F" w:rsidP="003F3B54">
      <w:pPr>
        <w:jc w:val="both"/>
      </w:pPr>
      <w:r w:rsidRPr="005A14CD">
        <w:lastRenderedPageBreak/>
        <w:t xml:space="preserve">    </w:t>
      </w:r>
      <w:proofErr w:type="gramStart"/>
      <w:r>
        <w:rPr>
          <w:lang w:val="en-US"/>
        </w:rPr>
        <w:t>Activity</w:t>
      </w:r>
      <w:r w:rsidRPr="005A14CD">
        <w:t xml:space="preserve"> 1.</w:t>
      </w:r>
      <w:proofErr w:type="gramEnd"/>
      <w:r w:rsidRPr="005A14CD">
        <w:t xml:space="preserve"> </w:t>
      </w:r>
      <w:r>
        <w:rPr>
          <w:lang w:val="en-US"/>
        </w:rPr>
        <w:t>State</w:t>
      </w:r>
      <w:r w:rsidRPr="005A14CD">
        <w:t xml:space="preserve"> </w:t>
      </w:r>
      <w:r>
        <w:rPr>
          <w:lang w:val="en-US"/>
        </w:rPr>
        <w:t>symbols</w:t>
      </w:r>
      <w:r w:rsidRPr="005A14CD">
        <w:t xml:space="preserve">. </w:t>
      </w:r>
      <w:r w:rsidRPr="00E07F7F">
        <w:t>(</w:t>
      </w:r>
      <w:r>
        <w:t xml:space="preserve">Здесь </w:t>
      </w:r>
      <w:proofErr w:type="spellStart"/>
      <w:proofErr w:type="gramStart"/>
      <w:r>
        <w:t>уч</w:t>
      </w:r>
      <w:proofErr w:type="spellEnd"/>
      <w:r>
        <w:t xml:space="preserve">- </w:t>
      </w:r>
      <w:proofErr w:type="spellStart"/>
      <w:r>
        <w:t>ся</w:t>
      </w:r>
      <w:proofErr w:type="spellEnd"/>
      <w:proofErr w:type="gramEnd"/>
      <w:r>
        <w:t xml:space="preserve"> называют государственные символы и детальн</w:t>
      </w:r>
      <w:r w:rsidR="00DE576A">
        <w:t>о описывают только один из них. См. приложения 3, 4, 5).</w:t>
      </w:r>
    </w:p>
    <w:p w:rsidR="00E07F7F" w:rsidRDefault="00E07F7F" w:rsidP="003F3B54">
      <w:pPr>
        <w:jc w:val="both"/>
      </w:pPr>
      <w:r>
        <w:t xml:space="preserve">    </w:t>
      </w:r>
      <w:proofErr w:type="gramStart"/>
      <w:r>
        <w:rPr>
          <w:lang w:val="en-US"/>
        </w:rPr>
        <w:t>Activity</w:t>
      </w:r>
      <w:r w:rsidRPr="00E07F7F">
        <w:t xml:space="preserve"> 2.</w:t>
      </w:r>
      <w:proofErr w:type="gramEnd"/>
      <w:r w:rsidRPr="00E07F7F">
        <w:t xml:space="preserve"> </w:t>
      </w:r>
      <w:proofErr w:type="gramStart"/>
      <w:r>
        <w:rPr>
          <w:lang w:val="en-US"/>
        </w:rPr>
        <w:t>National</w:t>
      </w:r>
      <w:r w:rsidRPr="00E07F7F">
        <w:t xml:space="preserve"> </w:t>
      </w:r>
      <w:r>
        <w:rPr>
          <w:lang w:val="en-US"/>
        </w:rPr>
        <w:t>holidays</w:t>
      </w:r>
      <w:r w:rsidRPr="00E07F7F">
        <w:t>.</w:t>
      </w:r>
      <w:proofErr w:type="gramEnd"/>
      <w:r w:rsidRPr="00E07F7F">
        <w:t xml:space="preserve"> </w:t>
      </w:r>
      <w:r>
        <w:t>(В этом мероприятии дети перечисляют несколько национальных праздников и детально – когда отмечается и как отмечаетс</w:t>
      </w:r>
      <w:proofErr w:type="gramStart"/>
      <w:r>
        <w:t>я-</w:t>
      </w:r>
      <w:proofErr w:type="gramEnd"/>
      <w:r>
        <w:t xml:space="preserve"> описывают один из них</w:t>
      </w:r>
      <w:r w:rsidR="001D027B">
        <w:t xml:space="preserve">. </w:t>
      </w:r>
      <w:proofErr w:type="gramStart"/>
      <w:r w:rsidR="001D027B">
        <w:t>См. приложения 6, 7, 8.</w:t>
      </w:r>
      <w:r>
        <w:t>).</w:t>
      </w:r>
      <w:proofErr w:type="gramEnd"/>
    </w:p>
    <w:p w:rsidR="00E07F7F" w:rsidRDefault="00E07F7F" w:rsidP="003F3B54">
      <w:pPr>
        <w:jc w:val="both"/>
      </w:pPr>
      <w:r>
        <w:t xml:space="preserve">    </w:t>
      </w:r>
      <w:proofErr w:type="gramStart"/>
      <w:r>
        <w:rPr>
          <w:lang w:val="en-US"/>
        </w:rPr>
        <w:t>Activity</w:t>
      </w:r>
      <w:r w:rsidRPr="00E07F7F">
        <w:t xml:space="preserve"> 3.</w:t>
      </w:r>
      <w:proofErr w:type="gramEnd"/>
      <w:r w:rsidRPr="00E07F7F">
        <w:t xml:space="preserve"> </w:t>
      </w:r>
      <w:proofErr w:type="gramStart"/>
      <w:r>
        <w:rPr>
          <w:lang w:val="en-US"/>
        </w:rPr>
        <w:t>The</w:t>
      </w:r>
      <w:r w:rsidRPr="00E07F7F">
        <w:t xml:space="preserve"> </w:t>
      </w:r>
      <w:r>
        <w:rPr>
          <w:lang w:val="en-US"/>
        </w:rPr>
        <w:t>capital</w:t>
      </w:r>
      <w:r w:rsidRPr="00E07F7F">
        <w:t>.</w:t>
      </w:r>
      <w:proofErr w:type="gramEnd"/>
      <w:r w:rsidRPr="00E07F7F">
        <w:t xml:space="preserve"> </w:t>
      </w:r>
      <w:proofErr w:type="gramStart"/>
      <w:r w:rsidRPr="00E07F7F">
        <w:t>(</w:t>
      </w:r>
      <w:r>
        <w:t>Уч-ся называют столицу своей страны, называют дату основания, правителя-основателя, основные достопримечательности, исторические части города</w:t>
      </w:r>
      <w:r w:rsidR="001D027B">
        <w:t xml:space="preserve"> (см. приложения 9, 10</w:t>
      </w:r>
      <w:r w:rsidR="00F15207">
        <w:t>, 11, 12, 13, 14</w:t>
      </w:r>
      <w:r w:rsidR="001D027B">
        <w:t xml:space="preserve">) </w:t>
      </w:r>
      <w:r>
        <w:t>. Команде «Американцы» предлагаются дополнительные тексты и иллюстрации  о Вашингтоне, которые дети должны просто просмотреть и выбрать основные факты 2-3, сказать что-то новое о столице США.</w:t>
      </w:r>
      <w:proofErr w:type="gramEnd"/>
      <w:r>
        <w:t xml:space="preserve"> </w:t>
      </w:r>
      <w:proofErr w:type="gramStart"/>
      <w:r>
        <w:t>Поэтому учитель должен разделить детей с учетом</w:t>
      </w:r>
      <w:r w:rsidR="00F461CB">
        <w:t xml:space="preserve"> их уровня владен</w:t>
      </w:r>
      <w:r w:rsidR="001D027B">
        <w:t xml:space="preserve">ия навыком просмотрового чтения, см. приложения </w:t>
      </w:r>
      <w:r w:rsidR="00755C2B">
        <w:t>19, 20, 21</w:t>
      </w:r>
      <w:r w:rsidR="00F461CB">
        <w:t>)</w:t>
      </w:r>
      <w:r w:rsidR="00F15207">
        <w:t>.</w:t>
      </w:r>
      <w:proofErr w:type="gramEnd"/>
    </w:p>
    <w:p w:rsidR="00F461CB" w:rsidRDefault="00F461CB" w:rsidP="003F3B54">
      <w:pPr>
        <w:jc w:val="both"/>
      </w:pPr>
      <w:r>
        <w:t xml:space="preserve">    </w:t>
      </w:r>
      <w:proofErr w:type="gramStart"/>
      <w:r w:rsidR="00DE576A">
        <w:rPr>
          <w:lang w:val="en-US"/>
        </w:rPr>
        <w:t>Activity</w:t>
      </w:r>
      <w:r w:rsidR="00DE576A" w:rsidRPr="00DE576A">
        <w:t xml:space="preserve"> 4.</w:t>
      </w:r>
      <w:proofErr w:type="gramEnd"/>
      <w:r w:rsidR="00DE576A" w:rsidRPr="00DE576A">
        <w:t xml:space="preserve"> </w:t>
      </w:r>
      <w:proofErr w:type="gramStart"/>
      <w:r w:rsidR="00DE576A">
        <w:rPr>
          <w:lang w:val="en-US"/>
        </w:rPr>
        <w:t>Entertainment</w:t>
      </w:r>
      <w:r w:rsidR="00DE576A" w:rsidRPr="00DE576A">
        <w:t>.</w:t>
      </w:r>
      <w:proofErr w:type="gramEnd"/>
      <w:r w:rsidR="00DE576A" w:rsidRPr="00DE576A">
        <w:t xml:space="preserve"> </w:t>
      </w:r>
      <w:proofErr w:type="gramStart"/>
      <w:r w:rsidR="00DE576A" w:rsidRPr="00DE576A">
        <w:t>(</w:t>
      </w:r>
      <w:r w:rsidR="00DE576A">
        <w:t>Уч-ся впервые предлагается этот раздел проектной работы, поэтому они нуждаются в подробной консультации.</w:t>
      </w:r>
      <w:proofErr w:type="gramEnd"/>
      <w:r w:rsidR="00DE576A">
        <w:t xml:space="preserve"> Это мероприятие вроде «рекламной или музыкальной паузы», можно вставить развлечение между презентациями или в конце всего проекта. </w:t>
      </w:r>
      <w:proofErr w:type="gramStart"/>
      <w:r w:rsidR="00DE576A">
        <w:t>В данном пр</w:t>
      </w:r>
      <w:r w:rsidR="00F15207">
        <w:t>оекте дети составили виктори</w:t>
      </w:r>
      <w:r w:rsidR="00755C2B">
        <w:t>ны, см. приложения 16, 17;</w:t>
      </w:r>
      <w:r w:rsidR="00F15207">
        <w:t xml:space="preserve"> читали ст</w:t>
      </w:r>
      <w:r w:rsidR="00755C2B">
        <w:t>ихи о Родине, см. приложение 15;</w:t>
      </w:r>
      <w:r w:rsidR="00F15207">
        <w:t xml:space="preserve"> состави</w:t>
      </w:r>
      <w:r w:rsidR="00755C2B">
        <w:t>ли кроссворд, см. приложение 18).</w:t>
      </w:r>
      <w:proofErr w:type="gramEnd"/>
    </w:p>
    <w:p w:rsidR="00F94639" w:rsidRPr="00DE576A" w:rsidRDefault="00F94639" w:rsidP="003F3B54">
      <w:pPr>
        <w:jc w:val="both"/>
      </w:pPr>
      <w:r>
        <w:t xml:space="preserve">   Капитан делит команду на творческие группы (4), и дети приступают к выполнению проекта. Сообщения должны быть предельно краткими, но говорить должны все члены команды,</w:t>
      </w:r>
      <w:r w:rsidR="00DE7E15" w:rsidRPr="00DE7E15">
        <w:t xml:space="preserve"> </w:t>
      </w:r>
      <w:r>
        <w:t>так как целью данного урока является обучение презентации, обсуждению и оценке.</w:t>
      </w:r>
      <w:r w:rsidR="000D4F11">
        <w:t xml:space="preserve"> На эту работу отводиться не более 10 минут.</w:t>
      </w:r>
    </w:p>
    <w:p w:rsidR="003F3B54" w:rsidRPr="00E07F7F" w:rsidRDefault="003F3B54" w:rsidP="00B65EBE">
      <w:pPr>
        <w:pStyle w:val="a5"/>
        <w:ind w:left="0"/>
        <w:jc w:val="both"/>
      </w:pPr>
    </w:p>
    <w:p w:rsidR="000D4F11" w:rsidRDefault="000D4F11" w:rsidP="008B4E66">
      <w:pPr>
        <w:ind w:left="360"/>
        <w:jc w:val="both"/>
        <w:rPr>
          <w:b/>
          <w:i/>
          <w:u w:val="single"/>
        </w:rPr>
      </w:pPr>
    </w:p>
    <w:p w:rsidR="000D4F11" w:rsidRDefault="000D4F11" w:rsidP="008B4E66">
      <w:pPr>
        <w:ind w:left="360"/>
        <w:jc w:val="both"/>
        <w:rPr>
          <w:b/>
          <w:i/>
          <w:u w:val="single"/>
        </w:rPr>
      </w:pPr>
    </w:p>
    <w:p w:rsidR="000D4F11" w:rsidRDefault="000D4F11" w:rsidP="008B4E66">
      <w:pPr>
        <w:ind w:left="360"/>
        <w:jc w:val="both"/>
        <w:rPr>
          <w:b/>
          <w:i/>
          <w:u w:val="single"/>
        </w:rPr>
      </w:pPr>
    </w:p>
    <w:p w:rsidR="000D4F11" w:rsidRPr="000D4F11" w:rsidRDefault="000D4F11" w:rsidP="000D4F11">
      <w:pPr>
        <w:ind w:left="360"/>
        <w:jc w:val="center"/>
      </w:pPr>
      <w:r>
        <w:t>5</w:t>
      </w:r>
    </w:p>
    <w:p w:rsidR="000D4F11" w:rsidRDefault="000D4F11" w:rsidP="008B4E66">
      <w:pPr>
        <w:ind w:left="360"/>
        <w:jc w:val="both"/>
        <w:rPr>
          <w:b/>
          <w:i/>
          <w:u w:val="single"/>
        </w:rPr>
      </w:pPr>
    </w:p>
    <w:p w:rsidR="003A7022" w:rsidRPr="003A7022" w:rsidRDefault="003A7022" w:rsidP="003A7022">
      <w:pPr>
        <w:jc w:val="both"/>
        <w:rPr>
          <w:b/>
          <w:i/>
          <w:u w:val="single"/>
        </w:rPr>
      </w:pPr>
      <w:r w:rsidRPr="003A7022">
        <w:rPr>
          <w:b/>
          <w:i/>
          <w:u w:val="single"/>
        </w:rPr>
        <w:t>6. Самостоятельная  работа над проектами  учащихся. Обмен информацией, отбор и обработка информации. Консультация  и помощь учителя.</w:t>
      </w:r>
    </w:p>
    <w:p w:rsidR="000D4F11" w:rsidRDefault="00AF3150" w:rsidP="00AF3150">
      <w:pPr>
        <w:jc w:val="both"/>
      </w:pPr>
      <w:r>
        <w:t xml:space="preserve">    Учащиеся работают самостоятельно в творческих группах. Особое внимание необходимо уделить творческой группе, которая представляет Вашингтон. Они получают дополнительный материал и просматривают план столицы США с главными историческими объектами и два текста о Капитолии и об Арлингтонском кладбище. Это задание необходимо дать самым лучшим чтецам. Объяснить, что нужно выбрать из</w:t>
      </w:r>
      <w:r w:rsidRPr="00AF3150">
        <w:t xml:space="preserve"> </w:t>
      </w:r>
      <w:r>
        <w:t>текста 2-3 интересных факта и записать их кратко своими словами.</w:t>
      </w:r>
    </w:p>
    <w:p w:rsidR="00AF3150" w:rsidRDefault="00AF3150" w:rsidP="00AF3150">
      <w:pPr>
        <w:jc w:val="both"/>
        <w:rPr>
          <w:b/>
          <w:i/>
          <w:u w:val="single"/>
        </w:rPr>
      </w:pPr>
    </w:p>
    <w:p w:rsidR="00D86757" w:rsidRDefault="00D86757" w:rsidP="00D86757">
      <w:pPr>
        <w:jc w:val="both"/>
        <w:rPr>
          <w:b/>
          <w:i/>
          <w:u w:val="single"/>
        </w:rPr>
      </w:pPr>
      <w:r w:rsidRPr="00D86757">
        <w:rPr>
          <w:b/>
          <w:i/>
          <w:u w:val="single"/>
        </w:rPr>
        <w:t>7. Работа над мероприятием «Развлечение».</w:t>
      </w:r>
    </w:p>
    <w:p w:rsidR="00AF3150" w:rsidRDefault="00AF3150" w:rsidP="00D86757">
      <w:pPr>
        <w:jc w:val="both"/>
      </w:pPr>
      <w:r>
        <w:t xml:space="preserve">    Необходимо подсказать детям, что они могут приготовить, как это сделать быстрее и посмотреть их репетицию. Кроссворд можно нарисовать на доске.</w:t>
      </w:r>
    </w:p>
    <w:p w:rsidR="00AF3150" w:rsidRPr="00AF3150" w:rsidRDefault="00AF3150" w:rsidP="00D86757">
      <w:pPr>
        <w:jc w:val="both"/>
      </w:pPr>
      <w:r>
        <w:lastRenderedPageBreak/>
        <w:t>В учебнике есть песни и стихи на английском языке, дети могут выбрать подходящее для них. Можно предложить составить диалог о своей стране</w:t>
      </w:r>
      <w:proofErr w:type="gramStart"/>
      <w:r>
        <w:t xml:space="preserve"> ,</w:t>
      </w:r>
      <w:proofErr w:type="gramEnd"/>
      <w:r>
        <w:t xml:space="preserve"> столице, родном городе (5-6 реплик).</w:t>
      </w:r>
    </w:p>
    <w:p w:rsidR="000D4F11" w:rsidRPr="00D86757" w:rsidRDefault="000D4F11" w:rsidP="008B4E66">
      <w:pPr>
        <w:ind w:left="360"/>
        <w:jc w:val="both"/>
        <w:rPr>
          <w:b/>
          <w:i/>
          <w:u w:val="single"/>
        </w:rPr>
      </w:pPr>
    </w:p>
    <w:p w:rsidR="000D4F11" w:rsidRDefault="000D4F11" w:rsidP="008B4E66">
      <w:pPr>
        <w:ind w:left="360"/>
        <w:jc w:val="both"/>
        <w:rPr>
          <w:b/>
          <w:i/>
          <w:u w:val="single"/>
        </w:rPr>
      </w:pPr>
    </w:p>
    <w:p w:rsidR="00AF3150" w:rsidRPr="00AF3150" w:rsidRDefault="00AF3150" w:rsidP="00AF3150">
      <w:pPr>
        <w:jc w:val="both"/>
        <w:rPr>
          <w:b/>
          <w:i/>
          <w:u w:val="single"/>
        </w:rPr>
      </w:pPr>
      <w:r w:rsidRPr="00AF3150">
        <w:rPr>
          <w:b/>
          <w:i/>
          <w:u w:val="single"/>
        </w:rPr>
        <w:t>8. Презентации творческими группами своих презентаций.</w:t>
      </w:r>
    </w:p>
    <w:p w:rsidR="00D86757" w:rsidRDefault="00AF3150" w:rsidP="00AF3150">
      <w:pPr>
        <w:jc w:val="both"/>
      </w:pPr>
      <w:r>
        <w:t xml:space="preserve">    Основное время урока должны занять презентации, обсуждение и оценки. Презентации проходят все на английском языке, обсуждение и оценивание пока на русском, так как дети впервые делают это</w:t>
      </w:r>
      <w:r w:rsidR="003E1598">
        <w:t xml:space="preserve">. </w:t>
      </w:r>
    </w:p>
    <w:p w:rsidR="003E1598" w:rsidRPr="000469AC" w:rsidRDefault="003E1598" w:rsidP="00AF3150">
      <w:pPr>
        <w:jc w:val="both"/>
      </w:pPr>
      <w:r w:rsidRPr="005A14CD">
        <w:t xml:space="preserve">  </w:t>
      </w:r>
      <w:r>
        <w:rPr>
          <w:lang w:val="en-US"/>
        </w:rPr>
        <w:t>Now</w:t>
      </w:r>
      <w:r w:rsidRPr="006D4361">
        <w:t xml:space="preserve">, </w:t>
      </w:r>
      <w:r>
        <w:rPr>
          <w:lang w:val="en-US"/>
        </w:rPr>
        <w:t>time</w:t>
      </w:r>
      <w:r w:rsidRPr="006D4361">
        <w:t xml:space="preserve"> </w:t>
      </w:r>
      <w:r>
        <w:rPr>
          <w:lang w:val="en-US"/>
        </w:rPr>
        <w:t>is</w:t>
      </w:r>
      <w:r w:rsidRPr="006D4361">
        <w:t xml:space="preserve"> </w:t>
      </w:r>
      <w:r>
        <w:rPr>
          <w:lang w:val="en-US"/>
        </w:rPr>
        <w:t>up</w:t>
      </w:r>
      <w:r w:rsidRPr="006D4361">
        <w:t xml:space="preserve">! </w:t>
      </w:r>
      <w:r>
        <w:rPr>
          <w:lang w:val="en-US"/>
        </w:rPr>
        <w:t>So</w:t>
      </w:r>
      <w:r w:rsidRPr="006D4361">
        <w:t xml:space="preserve"> </w:t>
      </w:r>
      <w:r>
        <w:rPr>
          <w:lang w:val="en-US"/>
        </w:rPr>
        <w:t>you</w:t>
      </w:r>
      <w:r w:rsidRPr="006D4361">
        <w:t xml:space="preserve"> </w:t>
      </w:r>
      <w:r>
        <w:rPr>
          <w:lang w:val="en-US"/>
        </w:rPr>
        <w:t>are</w:t>
      </w:r>
      <w:r w:rsidRPr="006D4361">
        <w:t xml:space="preserve"> </w:t>
      </w:r>
      <w:r>
        <w:rPr>
          <w:lang w:val="en-US"/>
        </w:rPr>
        <w:t>guests</w:t>
      </w:r>
      <w:r w:rsidRPr="006D4361">
        <w:t xml:space="preserve"> </w:t>
      </w:r>
      <w:r>
        <w:rPr>
          <w:lang w:val="en-US"/>
        </w:rPr>
        <w:t>here</w:t>
      </w:r>
      <w:r w:rsidRPr="006D4361">
        <w:t xml:space="preserve"> </w:t>
      </w:r>
      <w:r>
        <w:rPr>
          <w:lang w:val="en-US"/>
        </w:rPr>
        <w:t>and</w:t>
      </w:r>
      <w:r w:rsidRPr="006D4361">
        <w:t xml:space="preserve"> </w:t>
      </w:r>
      <w:r>
        <w:rPr>
          <w:lang w:val="en-US"/>
        </w:rPr>
        <w:t>I</w:t>
      </w:r>
      <w:r w:rsidRPr="006D4361">
        <w:t>’</w:t>
      </w:r>
      <w:r>
        <w:rPr>
          <w:lang w:val="en-US"/>
        </w:rPr>
        <w:t>d</w:t>
      </w:r>
      <w:r w:rsidRPr="006D4361">
        <w:t xml:space="preserve"> </w:t>
      </w:r>
      <w:r>
        <w:rPr>
          <w:lang w:val="en-US"/>
        </w:rPr>
        <w:t>like</w:t>
      </w:r>
      <w:r w:rsidRPr="006D4361">
        <w:t xml:space="preserve"> </w:t>
      </w:r>
      <w:r>
        <w:rPr>
          <w:lang w:val="en-US"/>
        </w:rPr>
        <w:t>you</w:t>
      </w:r>
      <w:r w:rsidRPr="006D4361">
        <w:t xml:space="preserve"> </w:t>
      </w:r>
      <w:r>
        <w:rPr>
          <w:lang w:val="en-US"/>
        </w:rPr>
        <w:t>to</w:t>
      </w:r>
      <w:r w:rsidRPr="006D4361">
        <w:t xml:space="preserve"> </w:t>
      </w:r>
      <w:r>
        <w:rPr>
          <w:lang w:val="en-US"/>
        </w:rPr>
        <w:t>tell</w:t>
      </w:r>
      <w:r w:rsidRPr="006D4361">
        <w:t xml:space="preserve"> </w:t>
      </w:r>
      <w:r>
        <w:rPr>
          <w:lang w:val="en-US"/>
        </w:rPr>
        <w:t>your</w:t>
      </w:r>
      <w:r w:rsidRPr="006D4361">
        <w:t xml:space="preserve"> </w:t>
      </w:r>
      <w:r>
        <w:rPr>
          <w:lang w:val="en-US"/>
        </w:rPr>
        <w:t>opposite</w:t>
      </w:r>
      <w:r w:rsidRPr="006D4361">
        <w:t xml:space="preserve"> </w:t>
      </w:r>
      <w:r>
        <w:rPr>
          <w:lang w:val="en-US"/>
        </w:rPr>
        <w:t>team</w:t>
      </w:r>
      <w:r w:rsidRPr="006D4361">
        <w:t xml:space="preserve"> </w:t>
      </w:r>
      <w:r>
        <w:rPr>
          <w:lang w:val="en-US"/>
        </w:rPr>
        <w:t>about</w:t>
      </w:r>
      <w:r w:rsidRPr="006D4361">
        <w:t xml:space="preserve"> </w:t>
      </w:r>
      <w:r>
        <w:rPr>
          <w:lang w:val="en-US"/>
        </w:rPr>
        <w:t>your</w:t>
      </w:r>
      <w:r w:rsidRPr="006D4361">
        <w:t xml:space="preserve"> </w:t>
      </w:r>
      <w:r>
        <w:rPr>
          <w:lang w:val="en-US"/>
        </w:rPr>
        <w:t>state</w:t>
      </w:r>
      <w:r w:rsidRPr="006D4361">
        <w:t xml:space="preserve"> </w:t>
      </w:r>
      <w:r>
        <w:rPr>
          <w:lang w:val="en-US"/>
        </w:rPr>
        <w:t>symbols</w:t>
      </w:r>
      <w:r w:rsidRPr="006D4361">
        <w:t xml:space="preserve"> </w:t>
      </w:r>
      <w:proofErr w:type="gramStart"/>
      <w:r w:rsidRPr="006D4361">
        <w:t xml:space="preserve">( </w:t>
      </w:r>
      <w:r>
        <w:t>Во</w:t>
      </w:r>
      <w:proofErr w:type="gramEnd"/>
      <w:r w:rsidRPr="006D4361">
        <w:t xml:space="preserve"> </w:t>
      </w:r>
      <w:r>
        <w:t>время</w:t>
      </w:r>
      <w:r w:rsidRPr="006D4361">
        <w:t xml:space="preserve"> </w:t>
      </w:r>
      <w:r>
        <w:t>подготовки</w:t>
      </w:r>
      <w:r w:rsidRPr="006D4361">
        <w:t xml:space="preserve"> </w:t>
      </w:r>
      <w:r>
        <w:t>проектов</w:t>
      </w:r>
      <w:r w:rsidRPr="006D4361">
        <w:t xml:space="preserve"> «</w:t>
      </w:r>
      <w:r>
        <w:t>Моя</w:t>
      </w:r>
      <w:r w:rsidRPr="006D4361">
        <w:t xml:space="preserve"> </w:t>
      </w:r>
      <w:r>
        <w:t>страна</w:t>
      </w:r>
      <w:r w:rsidRPr="006D4361">
        <w:t xml:space="preserve">» </w:t>
      </w:r>
      <w:r>
        <w:t>учитель</w:t>
      </w:r>
      <w:r w:rsidRPr="006D4361">
        <w:t xml:space="preserve"> </w:t>
      </w:r>
      <w:r>
        <w:t>берет</w:t>
      </w:r>
      <w:r w:rsidRPr="006D4361">
        <w:t xml:space="preserve"> </w:t>
      </w:r>
      <w:r>
        <w:t>у</w:t>
      </w:r>
      <w:r w:rsidRPr="006D4361">
        <w:t xml:space="preserve"> </w:t>
      </w:r>
      <w:r>
        <w:t>капитанов</w:t>
      </w:r>
      <w:r w:rsidRPr="006D4361">
        <w:t xml:space="preserve">  </w:t>
      </w:r>
      <w:r>
        <w:t>оценочные</w:t>
      </w:r>
      <w:r w:rsidRPr="006D4361">
        <w:t xml:space="preserve"> </w:t>
      </w:r>
      <w:r>
        <w:t>листки</w:t>
      </w:r>
      <w:r w:rsidRPr="006D4361">
        <w:t xml:space="preserve">  </w:t>
      </w:r>
      <w:r>
        <w:t>и</w:t>
      </w:r>
      <w:r w:rsidRPr="006D4361">
        <w:t xml:space="preserve"> </w:t>
      </w:r>
      <w:r>
        <w:t>кладет</w:t>
      </w:r>
      <w:r w:rsidRPr="006D4361">
        <w:t xml:space="preserve"> </w:t>
      </w:r>
      <w:r>
        <w:t>себе</w:t>
      </w:r>
      <w:r w:rsidRPr="006D4361">
        <w:t xml:space="preserve"> </w:t>
      </w:r>
      <w:r>
        <w:t>на</w:t>
      </w:r>
      <w:r w:rsidRPr="006D4361">
        <w:t xml:space="preserve"> </w:t>
      </w:r>
      <w:r>
        <w:t>стол</w:t>
      </w:r>
      <w:r w:rsidRPr="006D4361">
        <w:t xml:space="preserve">. </w:t>
      </w:r>
      <w:proofErr w:type="gramStart"/>
      <w:r>
        <w:t>В них уже указаны члены творческих групп, прямо в листках и выставляются баллы за выступления, а затем учитель быстро подсчитывает общее количество баллов за весь проект в каждой команде и объявляет победителей).</w:t>
      </w:r>
      <w:proofErr w:type="gramEnd"/>
      <w:r>
        <w:t xml:space="preserve"> Выходят дети и рассказывают о государственной символи</w:t>
      </w:r>
      <w:r w:rsidR="00CD0F5E">
        <w:t xml:space="preserve">ке своих государств. </w:t>
      </w:r>
    </w:p>
    <w:p w:rsidR="000469AC" w:rsidRDefault="000469AC" w:rsidP="00AF3150">
      <w:pPr>
        <w:jc w:val="both"/>
      </w:pPr>
      <w:r>
        <w:t xml:space="preserve">   Далее выступают с сообщениями о праздниках и столице. Все выступления также индивидуально оцениваются. Сопровождение выступлений иллюстрациями очень поощряется и оценивается дополнительно</w:t>
      </w:r>
      <w:r w:rsidR="005A14CD">
        <w:t xml:space="preserve"> </w:t>
      </w:r>
      <w:r>
        <w:t>(плюсами).</w:t>
      </w:r>
    </w:p>
    <w:p w:rsidR="005A14CD" w:rsidRPr="006D4361" w:rsidRDefault="005A14CD" w:rsidP="00AF3150">
      <w:pPr>
        <w:jc w:val="both"/>
      </w:pPr>
      <w:r>
        <w:t xml:space="preserve">Иллюстрации представляются с помощью речевых клише </w:t>
      </w:r>
      <w:r w:rsidRPr="005A14CD">
        <w:t>“</w:t>
      </w:r>
      <w:r>
        <w:rPr>
          <w:lang w:val="en-US"/>
        </w:rPr>
        <w:t>Look</w:t>
      </w:r>
      <w:r w:rsidRPr="005A14CD">
        <w:t xml:space="preserve"> </w:t>
      </w:r>
      <w:r>
        <w:rPr>
          <w:lang w:val="en-US"/>
        </w:rPr>
        <w:t>at</w:t>
      </w:r>
      <w:r w:rsidRPr="005A14CD">
        <w:t xml:space="preserve"> </w:t>
      </w:r>
      <w:r>
        <w:rPr>
          <w:lang w:val="en-US"/>
        </w:rPr>
        <w:t>the</w:t>
      </w:r>
      <w:r w:rsidRPr="005A14CD">
        <w:t xml:space="preserve"> </w:t>
      </w:r>
      <w:r>
        <w:rPr>
          <w:lang w:val="en-US"/>
        </w:rPr>
        <w:t>picture</w:t>
      </w:r>
      <w:r w:rsidRPr="005A14CD">
        <w:t xml:space="preserve">! </w:t>
      </w:r>
      <w:r>
        <w:rPr>
          <w:lang w:val="en-US"/>
        </w:rPr>
        <w:t>Have a look at the picture! Here you can see… This</w:t>
      </w:r>
      <w:r w:rsidRPr="006D4361">
        <w:t xml:space="preserve"> </w:t>
      </w:r>
      <w:proofErr w:type="gramStart"/>
      <w:r>
        <w:rPr>
          <w:lang w:val="en-US"/>
        </w:rPr>
        <w:t>is</w:t>
      </w:r>
      <w:r w:rsidRPr="006D4361">
        <w:t xml:space="preserve"> ..</w:t>
      </w:r>
      <w:proofErr w:type="gramEnd"/>
      <w:r w:rsidRPr="006D4361">
        <w:t>”</w:t>
      </w:r>
    </w:p>
    <w:p w:rsidR="000469AC" w:rsidRPr="00AA3EBD" w:rsidRDefault="00AA3EBD" w:rsidP="00AF3150">
      <w:pPr>
        <w:jc w:val="both"/>
      </w:pPr>
      <w:r w:rsidRPr="00AA3EBD">
        <w:t xml:space="preserve">    </w:t>
      </w:r>
      <w:r w:rsidR="000469AC">
        <w:t>В конце презентаций или между ними можно показать и провести викторину или игру (развлечение).</w:t>
      </w:r>
      <w:r w:rsidRPr="00AA3EBD">
        <w:t xml:space="preserve"> </w:t>
      </w:r>
      <w:r>
        <w:t>Викторину русские готовят для американцев и наоборот, чтобы узнать, как много они знают о</w:t>
      </w:r>
      <w:r w:rsidR="00F64CFA">
        <w:t xml:space="preserve"> другой</w:t>
      </w:r>
      <w:r>
        <w:t xml:space="preserve"> стране</w:t>
      </w:r>
      <w:r w:rsidR="00F64CFA">
        <w:t xml:space="preserve">. Викторина должна содержать не более 3-4 вопросов. </w:t>
      </w:r>
      <w:r w:rsidR="000469AC">
        <w:t xml:space="preserve"> </w:t>
      </w:r>
      <w:r w:rsidR="00CD0F5E">
        <w:t>Это также оценивается учениками и обсуждается.</w:t>
      </w:r>
    </w:p>
    <w:p w:rsidR="00AA3EBD" w:rsidRPr="00AA3EBD" w:rsidRDefault="00AA3EBD" w:rsidP="00AF3150">
      <w:pPr>
        <w:jc w:val="both"/>
      </w:pPr>
      <w:r w:rsidRPr="00AA3EBD">
        <w:t xml:space="preserve">    </w:t>
      </w:r>
    </w:p>
    <w:p w:rsidR="00D86757" w:rsidRPr="000469AC" w:rsidRDefault="00D86757" w:rsidP="008B4E66">
      <w:pPr>
        <w:ind w:left="360"/>
        <w:jc w:val="both"/>
        <w:rPr>
          <w:b/>
          <w:i/>
          <w:u w:val="single"/>
        </w:rPr>
      </w:pPr>
    </w:p>
    <w:p w:rsidR="00D86757" w:rsidRPr="000469AC" w:rsidRDefault="00D86757" w:rsidP="008B4E66">
      <w:pPr>
        <w:ind w:left="360"/>
        <w:jc w:val="both"/>
        <w:rPr>
          <w:b/>
          <w:i/>
          <w:u w:val="single"/>
        </w:rPr>
      </w:pPr>
    </w:p>
    <w:p w:rsidR="00F771C2" w:rsidRPr="000469AC" w:rsidRDefault="00F771C2" w:rsidP="008B4E66">
      <w:pPr>
        <w:jc w:val="both"/>
        <w:rPr>
          <w:b/>
          <w:i/>
          <w:u w:val="single"/>
        </w:rPr>
      </w:pPr>
    </w:p>
    <w:p w:rsidR="000469AC" w:rsidRDefault="000469AC" w:rsidP="000469AC">
      <w:pPr>
        <w:jc w:val="center"/>
      </w:pPr>
    </w:p>
    <w:p w:rsidR="000469AC" w:rsidRDefault="000469AC" w:rsidP="000469AC">
      <w:pPr>
        <w:jc w:val="center"/>
      </w:pPr>
    </w:p>
    <w:p w:rsidR="000469AC" w:rsidRDefault="000469AC" w:rsidP="000469AC">
      <w:pPr>
        <w:jc w:val="center"/>
      </w:pPr>
    </w:p>
    <w:p w:rsidR="000469AC" w:rsidRDefault="000469AC" w:rsidP="000469AC">
      <w:pPr>
        <w:jc w:val="center"/>
      </w:pPr>
    </w:p>
    <w:p w:rsidR="000469AC" w:rsidRPr="000469AC" w:rsidRDefault="000469AC" w:rsidP="000469AC">
      <w:pPr>
        <w:jc w:val="center"/>
      </w:pPr>
      <w:r>
        <w:t>6</w:t>
      </w:r>
    </w:p>
    <w:p w:rsidR="000469AC" w:rsidRDefault="000469AC" w:rsidP="008B4E66">
      <w:pPr>
        <w:jc w:val="both"/>
        <w:rPr>
          <w:b/>
          <w:i/>
          <w:u w:val="single"/>
        </w:rPr>
      </w:pPr>
    </w:p>
    <w:p w:rsidR="000469AC" w:rsidRDefault="000469AC" w:rsidP="008B4E66">
      <w:pPr>
        <w:jc w:val="both"/>
        <w:rPr>
          <w:b/>
          <w:i/>
          <w:u w:val="single"/>
        </w:rPr>
      </w:pPr>
    </w:p>
    <w:p w:rsidR="000469AC" w:rsidRPr="000469AC" w:rsidRDefault="000469AC" w:rsidP="000469AC">
      <w:pPr>
        <w:jc w:val="both"/>
        <w:rPr>
          <w:b/>
          <w:i/>
          <w:u w:val="single"/>
        </w:rPr>
      </w:pPr>
      <w:r w:rsidRPr="000469AC">
        <w:rPr>
          <w:b/>
          <w:i/>
          <w:u w:val="single"/>
        </w:rPr>
        <w:t>9. Обсуждение презентаций и оценка их.</w:t>
      </w:r>
    </w:p>
    <w:p w:rsidR="00CD0F5E" w:rsidRDefault="000469AC" w:rsidP="00CD0F5E">
      <w:pPr>
        <w:jc w:val="both"/>
      </w:pPr>
      <w:r w:rsidRPr="00F64CFA">
        <w:t xml:space="preserve">    </w:t>
      </w:r>
      <w:r>
        <w:rPr>
          <w:lang w:val="en-US"/>
        </w:rPr>
        <w:t>How</w:t>
      </w:r>
      <w:r w:rsidRPr="005A14CD">
        <w:rPr>
          <w:lang w:val="en-US"/>
        </w:rPr>
        <w:t xml:space="preserve"> </w:t>
      </w:r>
      <w:r>
        <w:rPr>
          <w:lang w:val="en-US"/>
        </w:rPr>
        <w:t>did</w:t>
      </w:r>
      <w:r w:rsidRPr="005A14CD">
        <w:rPr>
          <w:lang w:val="en-US"/>
        </w:rPr>
        <w:t xml:space="preserve"> </w:t>
      </w:r>
      <w:r>
        <w:rPr>
          <w:lang w:val="en-US"/>
        </w:rPr>
        <w:t>you</w:t>
      </w:r>
      <w:r w:rsidRPr="005A14CD">
        <w:rPr>
          <w:lang w:val="en-US"/>
        </w:rPr>
        <w:t xml:space="preserve"> </w:t>
      </w:r>
      <w:r>
        <w:rPr>
          <w:lang w:val="en-US"/>
        </w:rPr>
        <w:t>like</w:t>
      </w:r>
      <w:r w:rsidRPr="005A14CD">
        <w:rPr>
          <w:lang w:val="en-US"/>
        </w:rPr>
        <w:t xml:space="preserve"> </w:t>
      </w:r>
      <w:r>
        <w:rPr>
          <w:lang w:val="en-US"/>
        </w:rPr>
        <w:t>the</w:t>
      </w:r>
      <w:r w:rsidRPr="005A14CD">
        <w:rPr>
          <w:lang w:val="en-US"/>
        </w:rPr>
        <w:t xml:space="preserve"> </w:t>
      </w:r>
      <w:r>
        <w:rPr>
          <w:lang w:val="en-US"/>
        </w:rPr>
        <w:t xml:space="preserve">presentation? What mark can you give for this presentation? </w:t>
      </w:r>
      <w:proofErr w:type="gramStart"/>
      <w:r w:rsidRPr="000469AC">
        <w:t>(</w:t>
      </w:r>
      <w:r>
        <w:t>Оцениваются выступления каждого ребенка индивидуально, поэтому оценки будут разные.</w:t>
      </w:r>
      <w:proofErr w:type="gramEnd"/>
      <w:r>
        <w:t xml:space="preserve"> Учитель тоже принимает участие в обсуждении  и выставляет оценки в оценочный лист).</w:t>
      </w:r>
      <w:proofErr w:type="gramStart"/>
      <w:r w:rsidR="00CD0F5E" w:rsidRPr="00CD0F5E">
        <w:t xml:space="preserve"> </w:t>
      </w:r>
      <w:r w:rsidR="00CD0F5E">
        <w:t>.</w:t>
      </w:r>
      <w:proofErr w:type="gramEnd"/>
      <w:r w:rsidR="00CD0F5E">
        <w:t xml:space="preserve"> На доске, если позволяет место, можно выставлять баллы тоже, кто-то из детей может ассистировать.</w:t>
      </w:r>
    </w:p>
    <w:p w:rsidR="00CD0F5E" w:rsidRPr="000469AC" w:rsidRDefault="00CD0F5E" w:rsidP="00CD0F5E">
      <w:pPr>
        <w:jc w:val="both"/>
      </w:pPr>
      <w:r>
        <w:lastRenderedPageBreak/>
        <w:t xml:space="preserve">    По окончании презентаций учитель и дети (на доске) подсчитывают результаты и определяют победителей. Победители  поощряются аплодисментами. </w:t>
      </w:r>
    </w:p>
    <w:p w:rsidR="000469AC" w:rsidRDefault="000469AC" w:rsidP="000469AC">
      <w:pPr>
        <w:jc w:val="both"/>
      </w:pPr>
    </w:p>
    <w:p w:rsidR="000469AC" w:rsidRPr="000469AC" w:rsidRDefault="000469AC" w:rsidP="008B4E66">
      <w:pPr>
        <w:jc w:val="both"/>
        <w:rPr>
          <w:b/>
          <w:i/>
          <w:u w:val="single"/>
        </w:rPr>
      </w:pPr>
    </w:p>
    <w:p w:rsidR="008B4E66" w:rsidRDefault="008B4E66" w:rsidP="00AA3EBD">
      <w:pPr>
        <w:jc w:val="both"/>
        <w:rPr>
          <w:b/>
          <w:i/>
          <w:u w:val="single"/>
        </w:rPr>
      </w:pPr>
      <w:r w:rsidRPr="00CD2E54">
        <w:rPr>
          <w:b/>
          <w:i/>
          <w:u w:val="single"/>
        </w:rPr>
        <w:t>10. Объяснение домашнего задания.</w:t>
      </w:r>
    </w:p>
    <w:p w:rsidR="00AA3EBD" w:rsidRPr="00B642FE" w:rsidRDefault="00AA3EBD" w:rsidP="00AA3EBD">
      <w:pPr>
        <w:jc w:val="both"/>
        <w:rPr>
          <w:lang w:val="en-US"/>
        </w:rPr>
      </w:pPr>
      <w:r w:rsidRPr="005A14CD">
        <w:t xml:space="preserve">    </w:t>
      </w:r>
      <w:r>
        <w:rPr>
          <w:lang w:val="en-US"/>
        </w:rPr>
        <w:t>Thank</w:t>
      </w:r>
      <w:r w:rsidRPr="005A14CD">
        <w:t xml:space="preserve"> </w:t>
      </w:r>
      <w:r>
        <w:rPr>
          <w:lang w:val="en-US"/>
        </w:rPr>
        <w:t>you</w:t>
      </w:r>
      <w:r w:rsidRPr="005A14CD">
        <w:t xml:space="preserve"> </w:t>
      </w:r>
      <w:r>
        <w:rPr>
          <w:lang w:val="en-US"/>
        </w:rPr>
        <w:t>for</w:t>
      </w:r>
      <w:r w:rsidRPr="005A14CD">
        <w:t xml:space="preserve"> </w:t>
      </w:r>
      <w:r>
        <w:rPr>
          <w:lang w:val="en-US"/>
        </w:rPr>
        <w:t>your</w:t>
      </w:r>
      <w:r w:rsidRPr="005A14CD">
        <w:t xml:space="preserve"> </w:t>
      </w:r>
      <w:r>
        <w:rPr>
          <w:lang w:val="en-US"/>
        </w:rPr>
        <w:t>very</w:t>
      </w:r>
      <w:r w:rsidRPr="005A14CD">
        <w:t xml:space="preserve"> </w:t>
      </w:r>
      <w:r>
        <w:rPr>
          <w:lang w:val="en-US"/>
        </w:rPr>
        <w:t>nice</w:t>
      </w:r>
      <w:r w:rsidRPr="005A14CD">
        <w:t xml:space="preserve"> </w:t>
      </w:r>
      <w:r>
        <w:rPr>
          <w:lang w:val="en-US"/>
        </w:rPr>
        <w:t>job</w:t>
      </w:r>
      <w:r w:rsidRPr="005A14CD">
        <w:t xml:space="preserve"> </w:t>
      </w:r>
      <w:r>
        <w:rPr>
          <w:lang w:val="en-US"/>
        </w:rPr>
        <w:t>and</w:t>
      </w:r>
      <w:r w:rsidRPr="005A14CD">
        <w:t xml:space="preserve"> </w:t>
      </w:r>
      <w:r>
        <w:rPr>
          <w:lang w:val="en-US"/>
        </w:rPr>
        <w:t>interesting</w:t>
      </w:r>
      <w:r w:rsidRPr="005A14CD">
        <w:t xml:space="preserve"> </w:t>
      </w:r>
      <w:r>
        <w:rPr>
          <w:lang w:val="en-US"/>
        </w:rPr>
        <w:t>projects</w:t>
      </w:r>
      <w:r w:rsidR="00B642FE" w:rsidRPr="005A14CD">
        <w:t xml:space="preserve">. </w:t>
      </w:r>
      <w:r w:rsidR="00B642FE">
        <w:rPr>
          <w:lang w:val="en-US"/>
        </w:rPr>
        <w:t>Everybody was very active and imaginative today. And now write down your home</w:t>
      </w:r>
      <w:r w:rsidR="00112A50">
        <w:rPr>
          <w:lang w:val="en-US"/>
        </w:rPr>
        <w:t xml:space="preserve"> </w:t>
      </w:r>
      <w:r w:rsidR="00B642FE">
        <w:rPr>
          <w:lang w:val="en-US"/>
        </w:rPr>
        <w:t>task: make a story about Washington D.C. using the material you got in class, orally. Tell about Arlington National Cemetery</w:t>
      </w:r>
      <w:r w:rsidR="00142E6D">
        <w:rPr>
          <w:lang w:val="en-US"/>
        </w:rPr>
        <w:t xml:space="preserve"> and the Capitol.</w:t>
      </w:r>
    </w:p>
    <w:p w:rsidR="00986FF6" w:rsidRPr="00B642FE" w:rsidRDefault="00986FF6" w:rsidP="008B4E66">
      <w:pPr>
        <w:jc w:val="both"/>
        <w:rPr>
          <w:lang w:val="en-US"/>
        </w:rPr>
      </w:pPr>
    </w:p>
    <w:p w:rsidR="008B4E66" w:rsidRPr="002B5D35" w:rsidRDefault="008B4E66" w:rsidP="008B4E66">
      <w:pPr>
        <w:jc w:val="both"/>
        <w:rPr>
          <w:b/>
          <w:i/>
          <w:u w:val="single"/>
          <w:lang w:val="en-US"/>
        </w:rPr>
      </w:pPr>
      <w:r w:rsidRPr="002B5D35">
        <w:rPr>
          <w:b/>
          <w:i/>
          <w:u w:val="single"/>
          <w:lang w:val="en-US"/>
        </w:rPr>
        <w:t xml:space="preserve">11. </w:t>
      </w:r>
      <w:r w:rsidRPr="00CD2E54">
        <w:rPr>
          <w:b/>
          <w:i/>
          <w:u w:val="single"/>
        </w:rPr>
        <w:t>Итоги</w:t>
      </w:r>
      <w:r w:rsidRPr="002B5D35">
        <w:rPr>
          <w:b/>
          <w:i/>
          <w:u w:val="single"/>
          <w:lang w:val="en-US"/>
        </w:rPr>
        <w:t xml:space="preserve"> </w:t>
      </w:r>
      <w:r w:rsidRPr="00CD2E54">
        <w:rPr>
          <w:b/>
          <w:i/>
          <w:u w:val="single"/>
        </w:rPr>
        <w:t>урока</w:t>
      </w:r>
      <w:r w:rsidRPr="002B5D35">
        <w:rPr>
          <w:b/>
          <w:i/>
          <w:u w:val="single"/>
          <w:lang w:val="en-US"/>
        </w:rPr>
        <w:t>.</w:t>
      </w:r>
    </w:p>
    <w:p w:rsidR="00986FF6" w:rsidRPr="00331CAC" w:rsidRDefault="008B4E66" w:rsidP="008B4E66">
      <w:pPr>
        <w:jc w:val="both"/>
        <w:rPr>
          <w:lang w:val="en-US"/>
        </w:rPr>
      </w:pPr>
      <w:r w:rsidRPr="009109DD">
        <w:rPr>
          <w:lang w:val="en-US"/>
        </w:rPr>
        <w:t xml:space="preserve"> </w:t>
      </w:r>
    </w:p>
    <w:p w:rsidR="008B4E66" w:rsidRPr="009109DD" w:rsidRDefault="008B4E66" w:rsidP="008B4E66">
      <w:pPr>
        <w:jc w:val="both"/>
        <w:rPr>
          <w:lang w:val="en-US"/>
        </w:rPr>
      </w:pPr>
      <w:r w:rsidRPr="009109DD">
        <w:rPr>
          <w:lang w:val="en-US"/>
        </w:rPr>
        <w:t xml:space="preserve"> </w:t>
      </w:r>
      <w:r w:rsidR="00142E6D">
        <w:rPr>
          <w:lang w:val="en-US"/>
        </w:rPr>
        <w:t xml:space="preserve">    </w:t>
      </w:r>
      <w:r>
        <w:rPr>
          <w:lang w:val="en-US"/>
        </w:rPr>
        <w:t xml:space="preserve">So you have learnt how to make a </w:t>
      </w:r>
      <w:proofErr w:type="gramStart"/>
      <w:r>
        <w:rPr>
          <w:lang w:val="en-US"/>
        </w:rPr>
        <w:t xml:space="preserve">project </w:t>
      </w:r>
      <w:r w:rsidR="00142E6D">
        <w:rPr>
          <w:lang w:val="en-US"/>
        </w:rPr>
        <w:t xml:space="preserve"> in</w:t>
      </w:r>
      <w:proofErr w:type="gramEnd"/>
      <w:r w:rsidR="00142E6D">
        <w:rPr>
          <w:lang w:val="en-US"/>
        </w:rPr>
        <w:t xml:space="preserve"> a team </w:t>
      </w:r>
      <w:r>
        <w:rPr>
          <w:lang w:val="en-US"/>
        </w:rPr>
        <w:t>and how to present it in public. I hope you have enjoyed your work</w:t>
      </w:r>
      <w:r w:rsidR="00142E6D">
        <w:rPr>
          <w:lang w:val="en-US"/>
        </w:rPr>
        <w:t>. Put y</w:t>
      </w:r>
      <w:r w:rsidR="00112A50">
        <w:rPr>
          <w:lang w:val="en-US"/>
        </w:rPr>
        <w:t xml:space="preserve">our marks into your daybooks </w:t>
      </w:r>
      <w:r w:rsidR="00142E6D">
        <w:rPr>
          <w:lang w:val="en-US"/>
        </w:rPr>
        <w:t xml:space="preserve">  for me to sign them</w:t>
      </w:r>
      <w:r w:rsidR="00112A50">
        <w:rPr>
          <w:lang w:val="en-US"/>
        </w:rPr>
        <w:t>. Have a nice day!</w:t>
      </w:r>
    </w:p>
    <w:p w:rsidR="008B4E66" w:rsidRPr="009109DD" w:rsidRDefault="008B4E66" w:rsidP="008B4E66">
      <w:pPr>
        <w:tabs>
          <w:tab w:val="left" w:pos="4185"/>
        </w:tabs>
        <w:jc w:val="both"/>
        <w:rPr>
          <w:lang w:val="en-US"/>
        </w:rPr>
      </w:pPr>
      <w:r w:rsidRPr="009109DD">
        <w:rPr>
          <w:lang w:val="en-US"/>
        </w:rPr>
        <w:tab/>
      </w:r>
    </w:p>
    <w:p w:rsidR="008B4E66" w:rsidRPr="009109DD" w:rsidRDefault="008B4E66" w:rsidP="008B4E66">
      <w:pPr>
        <w:jc w:val="both"/>
        <w:rPr>
          <w:lang w:val="en-US"/>
        </w:rPr>
      </w:pPr>
      <w:r w:rsidRPr="009109DD">
        <w:rPr>
          <w:lang w:val="en-US"/>
        </w:rPr>
        <w:t xml:space="preserve"> </w:t>
      </w:r>
    </w:p>
    <w:p w:rsidR="008B4E66" w:rsidRPr="009109DD" w:rsidRDefault="008B4E66" w:rsidP="008B4E66">
      <w:pPr>
        <w:jc w:val="center"/>
        <w:rPr>
          <w:lang w:val="en-US"/>
        </w:rPr>
      </w:pPr>
    </w:p>
    <w:p w:rsidR="008B4E66" w:rsidRPr="009109DD" w:rsidRDefault="008B4E66" w:rsidP="008B4E66">
      <w:pPr>
        <w:jc w:val="both"/>
        <w:rPr>
          <w:b/>
          <w:i/>
          <w:u w:val="single"/>
          <w:lang w:val="en-US"/>
        </w:rPr>
      </w:pPr>
    </w:p>
    <w:p w:rsidR="008B4E66" w:rsidRPr="009109DD" w:rsidRDefault="008B4E66" w:rsidP="008B4E66">
      <w:pPr>
        <w:jc w:val="both"/>
        <w:rPr>
          <w:b/>
          <w:i/>
          <w:u w:val="single"/>
          <w:lang w:val="en-US"/>
        </w:rPr>
      </w:pPr>
    </w:p>
    <w:p w:rsidR="008B4E66" w:rsidRPr="009109DD" w:rsidRDefault="008B4E66" w:rsidP="008B4E66">
      <w:pPr>
        <w:jc w:val="both"/>
        <w:rPr>
          <w:b/>
          <w:i/>
          <w:u w:val="single"/>
          <w:lang w:val="en-US"/>
        </w:rPr>
      </w:pPr>
    </w:p>
    <w:p w:rsidR="008B4E66" w:rsidRPr="00142E6D" w:rsidRDefault="008B4E66" w:rsidP="005216A6">
      <w:pPr>
        <w:jc w:val="both"/>
        <w:rPr>
          <w:lang w:val="en-US"/>
        </w:rPr>
      </w:pPr>
    </w:p>
    <w:p w:rsidR="008B4E66" w:rsidRPr="008C035C" w:rsidRDefault="008B4E66" w:rsidP="008B4E66">
      <w:pPr>
        <w:jc w:val="both"/>
        <w:rPr>
          <w:lang w:val="en-US"/>
        </w:rPr>
      </w:pPr>
      <w:r w:rsidRPr="008C035C">
        <w:rPr>
          <w:lang w:val="en-US"/>
        </w:rPr>
        <w:t xml:space="preserve">  </w:t>
      </w:r>
    </w:p>
    <w:p w:rsidR="00E80F44" w:rsidRPr="008B4E66" w:rsidRDefault="00E80F44" w:rsidP="00E80F44">
      <w:pPr>
        <w:tabs>
          <w:tab w:val="left" w:pos="6840"/>
        </w:tabs>
        <w:jc w:val="center"/>
        <w:rPr>
          <w:lang w:val="en-US"/>
        </w:rPr>
      </w:pPr>
    </w:p>
    <w:sectPr w:rsidR="00E80F44" w:rsidRPr="008B4E66" w:rsidSect="00F771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0432"/>
    <w:multiLevelType w:val="hybridMultilevel"/>
    <w:tmpl w:val="C4BA9A48"/>
    <w:lvl w:ilvl="0" w:tplc="012C2E1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B10A4D"/>
    <w:multiLevelType w:val="hybridMultilevel"/>
    <w:tmpl w:val="6A8C0758"/>
    <w:lvl w:ilvl="0" w:tplc="CE88EC4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6160DE"/>
    <w:multiLevelType w:val="hybridMultilevel"/>
    <w:tmpl w:val="F9F0F81A"/>
    <w:lvl w:ilvl="0" w:tplc="BAACE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attachedTemplate r:id="rId1"/>
  <w:stylePaneFormatFilter w:val="3F01"/>
  <w:defaultTabStop w:val="708"/>
  <w:characterSpacingControl w:val="doNotCompress"/>
  <w:compat/>
  <w:rsids>
    <w:rsidRoot w:val="00FF3704"/>
    <w:rsid w:val="000469AC"/>
    <w:rsid w:val="00070F92"/>
    <w:rsid w:val="00077EE6"/>
    <w:rsid w:val="00084D12"/>
    <w:rsid w:val="000C41E0"/>
    <w:rsid w:val="000C5F76"/>
    <w:rsid w:val="000C6B31"/>
    <w:rsid w:val="000D4F11"/>
    <w:rsid w:val="001012EE"/>
    <w:rsid w:val="00112A50"/>
    <w:rsid w:val="00122ADA"/>
    <w:rsid w:val="001243AE"/>
    <w:rsid w:val="00130D35"/>
    <w:rsid w:val="00142E6D"/>
    <w:rsid w:val="00170CB1"/>
    <w:rsid w:val="001C2689"/>
    <w:rsid w:val="001D027B"/>
    <w:rsid w:val="001D4489"/>
    <w:rsid w:val="001F3959"/>
    <w:rsid w:val="0024256A"/>
    <w:rsid w:val="00254667"/>
    <w:rsid w:val="00254FFF"/>
    <w:rsid w:val="0026664A"/>
    <w:rsid w:val="00266B9D"/>
    <w:rsid w:val="00270347"/>
    <w:rsid w:val="00283EE9"/>
    <w:rsid w:val="002A2AB9"/>
    <w:rsid w:val="002D3195"/>
    <w:rsid w:val="002E01C9"/>
    <w:rsid w:val="00311810"/>
    <w:rsid w:val="003241CA"/>
    <w:rsid w:val="00331CAC"/>
    <w:rsid w:val="003A7022"/>
    <w:rsid w:val="003B25D3"/>
    <w:rsid w:val="003E1598"/>
    <w:rsid w:val="003E64C5"/>
    <w:rsid w:val="003F3B54"/>
    <w:rsid w:val="004741BC"/>
    <w:rsid w:val="004B0D26"/>
    <w:rsid w:val="004D5094"/>
    <w:rsid w:val="004F6DD7"/>
    <w:rsid w:val="00504AA0"/>
    <w:rsid w:val="00505AD2"/>
    <w:rsid w:val="005216A6"/>
    <w:rsid w:val="00526EBE"/>
    <w:rsid w:val="00532374"/>
    <w:rsid w:val="00566CAC"/>
    <w:rsid w:val="005733A3"/>
    <w:rsid w:val="005A14CD"/>
    <w:rsid w:val="005D0140"/>
    <w:rsid w:val="005D4CC0"/>
    <w:rsid w:val="005E4C6F"/>
    <w:rsid w:val="005F4731"/>
    <w:rsid w:val="005F56FE"/>
    <w:rsid w:val="006035E5"/>
    <w:rsid w:val="006045D2"/>
    <w:rsid w:val="0068218E"/>
    <w:rsid w:val="006859BE"/>
    <w:rsid w:val="006D4361"/>
    <w:rsid w:val="006E7C38"/>
    <w:rsid w:val="007032F5"/>
    <w:rsid w:val="00731205"/>
    <w:rsid w:val="00755C2B"/>
    <w:rsid w:val="00770159"/>
    <w:rsid w:val="0077086E"/>
    <w:rsid w:val="00771CED"/>
    <w:rsid w:val="00774BEE"/>
    <w:rsid w:val="00777C14"/>
    <w:rsid w:val="007D071B"/>
    <w:rsid w:val="007D4CFA"/>
    <w:rsid w:val="007E4A5D"/>
    <w:rsid w:val="007F027D"/>
    <w:rsid w:val="0080467B"/>
    <w:rsid w:val="00827A69"/>
    <w:rsid w:val="008469B8"/>
    <w:rsid w:val="00854D5F"/>
    <w:rsid w:val="00855158"/>
    <w:rsid w:val="00874530"/>
    <w:rsid w:val="008B4E66"/>
    <w:rsid w:val="008C1268"/>
    <w:rsid w:val="00986FF6"/>
    <w:rsid w:val="009963C4"/>
    <w:rsid w:val="009A0365"/>
    <w:rsid w:val="009F0A9B"/>
    <w:rsid w:val="009F0FC5"/>
    <w:rsid w:val="00A102EA"/>
    <w:rsid w:val="00A5309A"/>
    <w:rsid w:val="00A53B59"/>
    <w:rsid w:val="00A86915"/>
    <w:rsid w:val="00AA1B24"/>
    <w:rsid w:val="00AA3EBD"/>
    <w:rsid w:val="00AE380C"/>
    <w:rsid w:val="00AF3150"/>
    <w:rsid w:val="00AF34CE"/>
    <w:rsid w:val="00AF6183"/>
    <w:rsid w:val="00AF76F6"/>
    <w:rsid w:val="00B16176"/>
    <w:rsid w:val="00B215B2"/>
    <w:rsid w:val="00B3303A"/>
    <w:rsid w:val="00B54CDB"/>
    <w:rsid w:val="00B64097"/>
    <w:rsid w:val="00B642FE"/>
    <w:rsid w:val="00B64931"/>
    <w:rsid w:val="00B65EBE"/>
    <w:rsid w:val="00B91D38"/>
    <w:rsid w:val="00BC617D"/>
    <w:rsid w:val="00BF5682"/>
    <w:rsid w:val="00CC5804"/>
    <w:rsid w:val="00CD0F5E"/>
    <w:rsid w:val="00CE38A6"/>
    <w:rsid w:val="00CE4E2E"/>
    <w:rsid w:val="00D30DE1"/>
    <w:rsid w:val="00D61CBC"/>
    <w:rsid w:val="00D67E3C"/>
    <w:rsid w:val="00D86757"/>
    <w:rsid w:val="00DB506F"/>
    <w:rsid w:val="00DE576A"/>
    <w:rsid w:val="00DE7E15"/>
    <w:rsid w:val="00DF1072"/>
    <w:rsid w:val="00DF2DA5"/>
    <w:rsid w:val="00E07F7F"/>
    <w:rsid w:val="00E23532"/>
    <w:rsid w:val="00E2732A"/>
    <w:rsid w:val="00E3228D"/>
    <w:rsid w:val="00E74888"/>
    <w:rsid w:val="00E80F44"/>
    <w:rsid w:val="00E86817"/>
    <w:rsid w:val="00EA445B"/>
    <w:rsid w:val="00EB6119"/>
    <w:rsid w:val="00EC2DE2"/>
    <w:rsid w:val="00ED4D08"/>
    <w:rsid w:val="00F1322D"/>
    <w:rsid w:val="00F15207"/>
    <w:rsid w:val="00F2795F"/>
    <w:rsid w:val="00F405D5"/>
    <w:rsid w:val="00F461CB"/>
    <w:rsid w:val="00F53F70"/>
    <w:rsid w:val="00F64CFA"/>
    <w:rsid w:val="00F771C2"/>
    <w:rsid w:val="00F81A36"/>
    <w:rsid w:val="00F87F51"/>
    <w:rsid w:val="00F94639"/>
    <w:rsid w:val="00FB266B"/>
    <w:rsid w:val="00FD59F3"/>
    <w:rsid w:val="00FE0DD3"/>
    <w:rsid w:val="00FF3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319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D4D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D4D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1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4;&#1083;&#1100;&#1075;&#1072;%20&#1055;&#1077;&#1085;&#1100;&#1082;&#1086;&#1074;&#1089;&#1082;&#1072;&#1103;\&#1056;&#1072;&#1073;&#1086;&#1095;&#1080;&#1081;%20&#1089;&#1090;&#1086;&#1083;\&#1054;&#1090;&#1082;&#1088;&#1099;&#1090;&#1099;&#1081;%20&#1091;&#1088;&#1086;&#1082;%20&#1042;&#1080;&#1079;&#1080;&#1090;&#1085;&#1072;&#1103;%20&#1082;&#1072;&#1088;&#1090;&#1086;&#1095;&#1082;&#1072;%20&#1075;&#1086;&#1088;&#1086;&#1076;&#1072;%20&#1055;&#1083;&#1072;&#1085;-&#1082;&#1086;&#1085;&#1089;&#1087;&#1077;&#1082;&#1090;\&#1090;&#1080;&#1090;&#1091;&#1083;&#1100;&#1085;&#1099;&#1081;%20&#1083;&#1080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6F50A-32DD-40BC-9EEE-69D14294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титульный лист</Template>
  <TotalTime>8</TotalTime>
  <Pages>9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– КОНСПЕКТ ОТКРЫТОГО УРОКА</vt:lpstr>
    </vt:vector>
  </TitlesOfParts>
  <Company>Home</Company>
  <LinksUpToDate>false</LinksUpToDate>
  <CharactersWithSpaces>13527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– КОНСПЕКТ ОТКРЫТОГО УРОКА</dc:title>
  <dc:subject/>
  <dc:creator>Ольга Николаевна</dc:creator>
  <cp:keywords/>
  <dc:description/>
  <cp:lastModifiedBy>Ольга Николаевна</cp:lastModifiedBy>
  <cp:revision>5</cp:revision>
  <cp:lastPrinted>2009-12-24T08:35:00Z</cp:lastPrinted>
  <dcterms:created xsi:type="dcterms:W3CDTF">2010-04-09T06:37:00Z</dcterms:created>
  <dcterms:modified xsi:type="dcterms:W3CDTF">2012-03-28T14:41:00Z</dcterms:modified>
</cp:coreProperties>
</file>