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5131" w:rsidRPr="000A6C6E" w:rsidRDefault="00285131" w:rsidP="00934265">
      <w:pPr>
        <w:spacing w:line="360" w:lineRule="auto"/>
        <w:jc w:val="center"/>
        <w:rPr>
          <w:b/>
          <w:sz w:val="28"/>
          <w:szCs w:val="28"/>
        </w:rPr>
      </w:pPr>
      <w:r>
        <w:rPr>
          <w:b/>
          <w:sz w:val="28"/>
          <w:szCs w:val="28"/>
        </w:rPr>
        <w:t>Методическая разработка у</w:t>
      </w:r>
      <w:r w:rsidRPr="000A6C6E">
        <w:rPr>
          <w:b/>
          <w:sz w:val="28"/>
          <w:szCs w:val="28"/>
        </w:rPr>
        <w:t>рок</w:t>
      </w:r>
      <w:r>
        <w:rPr>
          <w:b/>
          <w:sz w:val="28"/>
          <w:szCs w:val="28"/>
        </w:rPr>
        <w:t>а</w:t>
      </w:r>
      <w:r w:rsidRPr="000A6C6E">
        <w:rPr>
          <w:b/>
          <w:sz w:val="28"/>
          <w:szCs w:val="28"/>
        </w:rPr>
        <w:t xml:space="preserve"> по теме «</w:t>
      </w:r>
      <w:r w:rsidRPr="000A6C6E">
        <w:rPr>
          <w:b/>
          <w:sz w:val="28"/>
          <w:szCs w:val="28"/>
          <w:lang w:val="en-US"/>
        </w:rPr>
        <w:t>Cosmonaut</w:t>
      </w:r>
      <w:r w:rsidRPr="000A6C6E">
        <w:rPr>
          <w:b/>
          <w:sz w:val="28"/>
          <w:szCs w:val="28"/>
        </w:rPr>
        <w:t>'</w:t>
      </w:r>
      <w:r w:rsidRPr="000A6C6E">
        <w:rPr>
          <w:b/>
          <w:sz w:val="28"/>
          <w:szCs w:val="28"/>
          <w:lang w:val="en-US"/>
        </w:rPr>
        <w:t>s</w:t>
      </w:r>
      <w:r w:rsidRPr="000A6C6E">
        <w:rPr>
          <w:b/>
          <w:sz w:val="28"/>
          <w:szCs w:val="28"/>
        </w:rPr>
        <w:t xml:space="preserve"> </w:t>
      </w:r>
      <w:r w:rsidRPr="000A6C6E">
        <w:rPr>
          <w:b/>
          <w:sz w:val="28"/>
          <w:szCs w:val="28"/>
          <w:lang w:val="en-US"/>
        </w:rPr>
        <w:t>Day</w:t>
      </w:r>
      <w:r w:rsidRPr="000A6C6E">
        <w:rPr>
          <w:b/>
          <w:sz w:val="28"/>
          <w:szCs w:val="28"/>
        </w:rPr>
        <w:t xml:space="preserve">» </w:t>
      </w:r>
    </w:p>
    <w:p w:rsidR="00285131" w:rsidRPr="000A6C6E" w:rsidRDefault="00285131" w:rsidP="000D46B4">
      <w:pPr>
        <w:jc w:val="center"/>
      </w:pPr>
      <w:r w:rsidRPr="000A6C6E">
        <w:t xml:space="preserve">8 класс (раздел 4 «Изучение космоса»), </w:t>
      </w:r>
    </w:p>
    <w:p w:rsidR="00285131" w:rsidRPr="000A6C6E" w:rsidRDefault="00285131" w:rsidP="000D46B4">
      <w:pPr>
        <w:jc w:val="center"/>
      </w:pPr>
      <w:r w:rsidRPr="000A6C6E">
        <w:t>автор УМК «</w:t>
      </w:r>
      <w:r w:rsidRPr="000A6C6E">
        <w:rPr>
          <w:lang w:val="en-US"/>
        </w:rPr>
        <w:t>Enjoy</w:t>
      </w:r>
      <w:r w:rsidRPr="000A6C6E">
        <w:t xml:space="preserve"> </w:t>
      </w:r>
      <w:r w:rsidRPr="000A6C6E">
        <w:rPr>
          <w:lang w:val="en-US"/>
        </w:rPr>
        <w:t>English</w:t>
      </w:r>
      <w:r w:rsidRPr="000A6C6E">
        <w:t xml:space="preserve">»  М.З. Биболетова и др. </w:t>
      </w:r>
    </w:p>
    <w:p w:rsidR="00285131" w:rsidRPr="000A6C6E" w:rsidRDefault="00285131" w:rsidP="000D46B4">
      <w:pPr>
        <w:jc w:val="center"/>
      </w:pPr>
    </w:p>
    <w:p w:rsidR="00285131" w:rsidRPr="000A6C6E" w:rsidRDefault="00285131" w:rsidP="00C25262">
      <w:r w:rsidRPr="000A6C6E">
        <w:rPr>
          <w:b/>
          <w:u w:val="single"/>
        </w:rPr>
        <w:t>Цель</w:t>
      </w:r>
      <w:r w:rsidRPr="000A6C6E">
        <w:rPr>
          <w:b/>
        </w:rPr>
        <w:t>:</w:t>
      </w:r>
      <w:r w:rsidRPr="000A6C6E">
        <w:t xml:space="preserve">  развитие навыков монологической речи учащихся с использованием новой лексики, формирование лингво-культурной компетенции учащихся.</w:t>
      </w:r>
    </w:p>
    <w:p w:rsidR="00285131" w:rsidRPr="000A6C6E" w:rsidRDefault="00285131" w:rsidP="00C25262">
      <w:r w:rsidRPr="000A6C6E">
        <w:rPr>
          <w:b/>
          <w:u w:val="single"/>
        </w:rPr>
        <w:t>Задачи урока</w:t>
      </w:r>
      <w:r w:rsidRPr="000A6C6E">
        <w:t>:</w:t>
      </w:r>
    </w:p>
    <w:p w:rsidR="00285131" w:rsidRPr="000A6C6E" w:rsidRDefault="00285131" w:rsidP="00C25262">
      <w:r w:rsidRPr="000A6C6E">
        <w:rPr>
          <w:b/>
          <w:i/>
        </w:rPr>
        <w:t>Образовательные</w:t>
      </w:r>
      <w:r w:rsidRPr="000A6C6E">
        <w:t>:</w:t>
      </w:r>
    </w:p>
    <w:p w:rsidR="00285131" w:rsidRPr="000A6C6E" w:rsidRDefault="00285131" w:rsidP="00C25262">
      <w:r w:rsidRPr="000A6C6E">
        <w:t>1. Расширение знаний о достижениях отечественной космонавтики.</w:t>
      </w:r>
    </w:p>
    <w:p w:rsidR="00285131" w:rsidRPr="000A6C6E" w:rsidRDefault="00285131" w:rsidP="00C25262">
      <w:pPr>
        <w:rPr>
          <w:b/>
          <w:i/>
        </w:rPr>
      </w:pPr>
      <w:r w:rsidRPr="000A6C6E">
        <w:rPr>
          <w:b/>
          <w:i/>
        </w:rPr>
        <w:t>Познавательные:</w:t>
      </w:r>
    </w:p>
    <w:p w:rsidR="00285131" w:rsidRPr="000A6C6E" w:rsidRDefault="00285131" w:rsidP="00C25262">
      <w:r w:rsidRPr="000A6C6E">
        <w:t>1. развитие лингво-культурной компетенции</w:t>
      </w:r>
      <w:r>
        <w:t xml:space="preserve"> учащихся</w:t>
      </w:r>
      <w:r w:rsidRPr="000A6C6E">
        <w:t xml:space="preserve">; </w:t>
      </w:r>
    </w:p>
    <w:p w:rsidR="00285131" w:rsidRPr="000A6C6E" w:rsidRDefault="00285131" w:rsidP="00C25262">
      <w:r w:rsidRPr="000A6C6E">
        <w:t>2. активизация лексики по теме.</w:t>
      </w:r>
    </w:p>
    <w:p w:rsidR="00285131" w:rsidRPr="000A6C6E" w:rsidRDefault="00285131" w:rsidP="00C25262">
      <w:pPr>
        <w:rPr>
          <w:b/>
          <w:i/>
        </w:rPr>
      </w:pPr>
      <w:r w:rsidRPr="000A6C6E">
        <w:rPr>
          <w:b/>
          <w:i/>
        </w:rPr>
        <w:t>Развивающие:</w:t>
      </w:r>
    </w:p>
    <w:p w:rsidR="00285131" w:rsidRPr="000A6C6E" w:rsidRDefault="00285131" w:rsidP="00C25262">
      <w:r>
        <w:t>1. развитие критического мышления учащихся</w:t>
      </w:r>
      <w:r w:rsidRPr="000A6C6E">
        <w:t xml:space="preserve"> через чтение информационного текста;</w:t>
      </w:r>
    </w:p>
    <w:p w:rsidR="00285131" w:rsidRPr="000A6C6E" w:rsidRDefault="00285131" w:rsidP="00C25262">
      <w:r w:rsidRPr="000A6C6E">
        <w:t>2. развитие навыков монологической речи учащихся;</w:t>
      </w:r>
    </w:p>
    <w:p w:rsidR="00285131" w:rsidRPr="000A6C6E" w:rsidRDefault="00285131" w:rsidP="00C25262">
      <w:r w:rsidRPr="000A6C6E">
        <w:t>3. развитие умения работать в парах;</w:t>
      </w:r>
    </w:p>
    <w:p w:rsidR="00285131" w:rsidRPr="000A6C6E" w:rsidRDefault="00285131" w:rsidP="00C25262">
      <w:r w:rsidRPr="000A6C6E">
        <w:t>4. развитие умения объективной самооценки деятельности учащихся.</w:t>
      </w:r>
    </w:p>
    <w:p w:rsidR="00285131" w:rsidRPr="000A6C6E" w:rsidRDefault="00285131" w:rsidP="00362C48">
      <w:pPr>
        <w:rPr>
          <w:b/>
          <w:i/>
        </w:rPr>
      </w:pPr>
      <w:r w:rsidRPr="000A6C6E">
        <w:rPr>
          <w:b/>
          <w:i/>
        </w:rPr>
        <w:t>Воспитательные:</w:t>
      </w:r>
    </w:p>
    <w:p w:rsidR="00285131" w:rsidRPr="000A6C6E" w:rsidRDefault="00285131" w:rsidP="009511E6">
      <w:r>
        <w:t>1. в</w:t>
      </w:r>
      <w:r w:rsidRPr="000A6C6E">
        <w:t>оспитание чувства патриотизма, любви к Родине, привитие интереса к современной науке в освоении отечественной космонавтики;</w:t>
      </w:r>
    </w:p>
    <w:p w:rsidR="00285131" w:rsidRPr="000A6C6E" w:rsidRDefault="00285131" w:rsidP="00362C48">
      <w:r w:rsidRPr="000A6C6E">
        <w:t>2. поддержание духа толерантности при обмене мнениями;</w:t>
      </w:r>
    </w:p>
    <w:p w:rsidR="00285131" w:rsidRPr="000A6C6E" w:rsidRDefault="00285131" w:rsidP="00362C48">
      <w:r w:rsidRPr="000A6C6E">
        <w:t>3. воспитание умения внимательно слушать друг друга.</w:t>
      </w:r>
    </w:p>
    <w:p w:rsidR="00285131" w:rsidRPr="000A6C6E" w:rsidRDefault="00285131" w:rsidP="00C25262">
      <w:r w:rsidRPr="000A6C6E">
        <w:rPr>
          <w:b/>
          <w:u w:val="single"/>
        </w:rPr>
        <w:t>Оборудование урока:</w:t>
      </w:r>
      <w:r w:rsidRPr="000A6C6E">
        <w:rPr>
          <w:b/>
        </w:rPr>
        <w:t xml:space="preserve"> </w:t>
      </w:r>
      <w:r w:rsidRPr="000A6C6E">
        <w:t>проектор, экран, компьютер;</w:t>
      </w:r>
    </w:p>
    <w:p w:rsidR="00285131" w:rsidRPr="000A6C6E" w:rsidRDefault="00285131" w:rsidP="00C25262">
      <w:r w:rsidRPr="000A6C6E">
        <w:t>раздаточный материал: карточки со словами</w:t>
      </w:r>
      <w:r w:rsidRPr="000A6C6E">
        <w:rPr>
          <w:b/>
        </w:rPr>
        <w:t xml:space="preserve"> </w:t>
      </w:r>
      <w:r w:rsidRPr="000A6C6E">
        <w:t>и транскрипцией для работы на доске; листочки для «кластера»; тексты со схемой-пирамидой; оценочные карты для рефлексии; презентация - тест «</w:t>
      </w:r>
      <w:r w:rsidRPr="000A6C6E">
        <w:rPr>
          <w:lang w:val="en-US"/>
        </w:rPr>
        <w:t>Space</w:t>
      </w:r>
      <w:r w:rsidRPr="000A6C6E">
        <w:t xml:space="preserve"> </w:t>
      </w:r>
      <w:r w:rsidRPr="000A6C6E">
        <w:rPr>
          <w:lang w:val="en-US"/>
        </w:rPr>
        <w:t>Quiz</w:t>
      </w:r>
      <w:r>
        <w:t>»</w:t>
      </w:r>
      <w:r w:rsidRPr="000A6C6E">
        <w:t>.</w:t>
      </w:r>
    </w:p>
    <w:p w:rsidR="00285131" w:rsidRPr="00762FBE" w:rsidRDefault="00285131" w:rsidP="0086748B">
      <w:r w:rsidRPr="000A6C6E">
        <w:rPr>
          <w:b/>
          <w:u w:val="single"/>
        </w:rPr>
        <w:t>Технология урока</w:t>
      </w:r>
      <w:r w:rsidRPr="000A6C6E">
        <w:rPr>
          <w:u w:val="single"/>
        </w:rPr>
        <w:t>:</w:t>
      </w:r>
      <w:r w:rsidRPr="000A6C6E">
        <w:t xml:space="preserve"> стратегии Технологии развития критического мышления через чтение и письмо (РКМЧП): «кластер», прием «пирамида»; презентация-тест, выполненная в редакторе </w:t>
      </w:r>
      <w:r w:rsidRPr="000A6C6E">
        <w:rPr>
          <w:lang w:val="en-US"/>
        </w:rPr>
        <w:t>Power</w:t>
      </w:r>
      <w:r w:rsidRPr="000A6C6E">
        <w:t xml:space="preserve"> </w:t>
      </w:r>
      <w:r w:rsidRPr="000A6C6E">
        <w:rPr>
          <w:lang w:val="en-US"/>
        </w:rPr>
        <w:t>Point</w:t>
      </w:r>
      <w:r w:rsidRPr="000A6C6E">
        <w:t xml:space="preserve"> (ИКТ).</w:t>
      </w:r>
    </w:p>
    <w:p w:rsidR="00285131" w:rsidRPr="00566841" w:rsidRDefault="00285131" w:rsidP="00C93DF1">
      <w:pPr>
        <w:tabs>
          <w:tab w:val="left" w:pos="3150"/>
        </w:tabs>
        <w:rPr>
          <w:b/>
          <w:u w:val="single"/>
        </w:rPr>
      </w:pPr>
      <w:r>
        <w:rPr>
          <w:b/>
          <w:u w:val="single"/>
        </w:rPr>
        <w:t>План урока:</w:t>
      </w:r>
    </w:p>
    <w:p w:rsidR="00285131" w:rsidRDefault="00285131" w:rsidP="00566841">
      <w:smartTag w:uri="urn:schemas-microsoft-com:office:smarttags" w:element="place">
        <w:r w:rsidRPr="00ED002C">
          <w:rPr>
            <w:b/>
            <w:lang w:val="en-US"/>
          </w:rPr>
          <w:t>I</w:t>
        </w:r>
        <w:r w:rsidRPr="00ED002C">
          <w:rPr>
            <w:b/>
          </w:rPr>
          <w:t>.</w:t>
        </w:r>
      </w:smartTag>
      <w:r>
        <w:rPr>
          <w:sz w:val="28"/>
          <w:szCs w:val="28"/>
        </w:rPr>
        <w:t xml:space="preserve"> </w:t>
      </w:r>
      <w:r w:rsidRPr="00ED002C">
        <w:rPr>
          <w:b/>
        </w:rPr>
        <w:t>Стадия вызова:</w:t>
      </w:r>
    </w:p>
    <w:p w:rsidR="00285131" w:rsidRDefault="00285131" w:rsidP="00566841">
      <w:r>
        <w:t>а) работа в паре (кластер) – 5мин.</w:t>
      </w:r>
    </w:p>
    <w:p w:rsidR="00285131" w:rsidRDefault="00285131" w:rsidP="00566841">
      <w:r>
        <w:t>б) фронтальная работа (у доски) с новой лексикой - 5 мин.</w:t>
      </w:r>
    </w:p>
    <w:p w:rsidR="00285131" w:rsidRPr="00ED002C" w:rsidRDefault="00285131" w:rsidP="00566841">
      <w:pPr>
        <w:rPr>
          <w:b/>
        </w:rPr>
      </w:pPr>
      <w:r w:rsidRPr="00ED002C">
        <w:rPr>
          <w:b/>
          <w:lang w:val="en-US"/>
        </w:rPr>
        <w:t>II</w:t>
      </w:r>
      <w:r w:rsidRPr="00ED002C">
        <w:rPr>
          <w:b/>
        </w:rPr>
        <w:t>.</w:t>
      </w:r>
      <w:r>
        <w:t xml:space="preserve"> </w:t>
      </w:r>
      <w:r w:rsidRPr="00ED002C">
        <w:rPr>
          <w:b/>
        </w:rPr>
        <w:t>Стадия осмысления:</w:t>
      </w:r>
    </w:p>
    <w:p w:rsidR="00285131" w:rsidRDefault="00285131" w:rsidP="00FE7815">
      <w:r>
        <w:t>а) чтение текста -5 мин.</w:t>
      </w:r>
    </w:p>
    <w:p w:rsidR="00285131" w:rsidRPr="00FE7815" w:rsidRDefault="00285131" w:rsidP="00FE7815">
      <w:pPr>
        <w:rPr>
          <w:b/>
        </w:rPr>
      </w:pPr>
      <w:r>
        <w:t>б) работа в паре (пирамида) – 7 мин.</w:t>
      </w:r>
    </w:p>
    <w:p w:rsidR="00285131" w:rsidRDefault="00285131" w:rsidP="0086748B">
      <w:pPr>
        <w:tabs>
          <w:tab w:val="left" w:pos="3150"/>
        </w:tabs>
        <w:ind w:left="708" w:hanging="708"/>
      </w:pPr>
      <w:r>
        <w:t>в</w:t>
      </w:r>
      <w:r w:rsidRPr="00A1153A">
        <w:t>)</w:t>
      </w:r>
      <w:r>
        <w:t xml:space="preserve"> групповой пересказ текста по опоре – 10 мин.</w:t>
      </w:r>
    </w:p>
    <w:p w:rsidR="00285131" w:rsidRDefault="00285131" w:rsidP="0086748B">
      <w:pPr>
        <w:tabs>
          <w:tab w:val="left" w:pos="3150"/>
        </w:tabs>
        <w:ind w:left="708" w:hanging="708"/>
      </w:pPr>
      <w:r>
        <w:t>г) индивидуальный пересказ текста по опоре – 3 мин.</w:t>
      </w:r>
    </w:p>
    <w:p w:rsidR="00285131" w:rsidRPr="00355024" w:rsidRDefault="00285131" w:rsidP="0086748B">
      <w:pPr>
        <w:tabs>
          <w:tab w:val="left" w:pos="3150"/>
        </w:tabs>
        <w:ind w:left="708" w:hanging="708"/>
      </w:pPr>
      <w:r w:rsidRPr="00ED002C">
        <w:rPr>
          <w:b/>
          <w:lang w:val="en-US"/>
        </w:rPr>
        <w:t>III</w:t>
      </w:r>
      <w:r w:rsidRPr="00ED002C">
        <w:rPr>
          <w:b/>
        </w:rPr>
        <w:t>.</w:t>
      </w:r>
      <w:r w:rsidRPr="00355024">
        <w:t xml:space="preserve"> </w:t>
      </w:r>
      <w:r w:rsidRPr="00ED002C">
        <w:rPr>
          <w:b/>
        </w:rPr>
        <w:t>Стадия закрепления.</w:t>
      </w:r>
      <w:r w:rsidRPr="00355024">
        <w:t xml:space="preserve"> Презентация-тест. </w:t>
      </w:r>
      <w:r>
        <w:t>Проверка знаний. - 7 мин.</w:t>
      </w:r>
    </w:p>
    <w:p w:rsidR="00285131" w:rsidRPr="00355024" w:rsidRDefault="00285131" w:rsidP="0086748B">
      <w:pPr>
        <w:tabs>
          <w:tab w:val="left" w:pos="3150"/>
        </w:tabs>
        <w:ind w:left="708" w:hanging="708"/>
      </w:pPr>
      <w:r w:rsidRPr="00ED002C">
        <w:rPr>
          <w:b/>
          <w:lang w:val="en-US"/>
        </w:rPr>
        <w:t>IV</w:t>
      </w:r>
      <w:r w:rsidRPr="00ED002C">
        <w:rPr>
          <w:b/>
        </w:rPr>
        <w:t>.</w:t>
      </w:r>
      <w:r w:rsidRPr="00355024">
        <w:t xml:space="preserve"> </w:t>
      </w:r>
      <w:r w:rsidRPr="00ED002C">
        <w:rPr>
          <w:b/>
        </w:rPr>
        <w:t>Стадия рефлексии.</w:t>
      </w:r>
      <w:r>
        <w:t xml:space="preserve"> С</w:t>
      </w:r>
      <w:r w:rsidRPr="000A6C6E">
        <w:t>амооценки деятельности</w:t>
      </w:r>
      <w:r>
        <w:t>. – 3 мин.</w:t>
      </w:r>
    </w:p>
    <w:p w:rsidR="00285131" w:rsidRDefault="00285131" w:rsidP="00ED002C">
      <w:pPr>
        <w:tabs>
          <w:tab w:val="left" w:pos="3150"/>
        </w:tabs>
        <w:rPr>
          <w:b/>
          <w:u w:val="single"/>
        </w:rPr>
      </w:pPr>
    </w:p>
    <w:p w:rsidR="00285131" w:rsidRPr="0086748B" w:rsidRDefault="00285131" w:rsidP="00ED002C">
      <w:pPr>
        <w:tabs>
          <w:tab w:val="left" w:pos="3150"/>
        </w:tabs>
        <w:rPr>
          <w:b/>
          <w:u w:val="single"/>
        </w:rPr>
      </w:pPr>
      <w:r w:rsidRPr="0086748B">
        <w:rPr>
          <w:b/>
          <w:u w:val="single"/>
        </w:rPr>
        <w:t>Ход урока</w:t>
      </w:r>
    </w:p>
    <w:p w:rsidR="00285131" w:rsidRPr="00ED002C" w:rsidRDefault="00285131" w:rsidP="00D70FBE">
      <w:pPr>
        <w:rPr>
          <w:b/>
        </w:rPr>
      </w:pPr>
      <w:smartTag w:uri="urn:schemas-microsoft-com:office:smarttags" w:element="place">
        <w:r w:rsidRPr="00ED002C">
          <w:rPr>
            <w:lang w:val="en-US"/>
          </w:rPr>
          <w:t>I</w:t>
        </w:r>
        <w:r w:rsidRPr="00ED002C">
          <w:t>.</w:t>
        </w:r>
      </w:smartTag>
      <w:r w:rsidRPr="00ED002C">
        <w:t xml:space="preserve"> </w:t>
      </w:r>
      <w:r w:rsidRPr="00ED002C">
        <w:rPr>
          <w:b/>
          <w:u w:val="single"/>
        </w:rPr>
        <w:t>Стадия вызова</w:t>
      </w:r>
      <w:r w:rsidRPr="00ED002C">
        <w:rPr>
          <w:b/>
        </w:rPr>
        <w:t xml:space="preserve"> (</w:t>
      </w:r>
      <w:r w:rsidRPr="00ED002C">
        <w:rPr>
          <w:b/>
          <w:lang w:val="en-US"/>
        </w:rPr>
        <w:t>Evocation</w:t>
      </w:r>
      <w:r w:rsidRPr="00ED002C">
        <w:rPr>
          <w:b/>
        </w:rPr>
        <w:t xml:space="preserve">) - </w:t>
      </w:r>
      <w:r w:rsidRPr="00ED002C">
        <w:t>стратегия технологии РКМЧП - «кластер».</w:t>
      </w:r>
    </w:p>
    <w:p w:rsidR="00285131" w:rsidRPr="002C2834" w:rsidRDefault="00285131" w:rsidP="00ED002C">
      <w:r w:rsidRPr="00ED002C">
        <w:rPr>
          <w:b/>
          <w:lang w:val="en-US"/>
        </w:rPr>
        <w:t>Teacher</w:t>
      </w:r>
      <w:r w:rsidRPr="00ED002C">
        <w:rPr>
          <w:lang w:val="en-US"/>
        </w:rPr>
        <w:t>: Good morning, children. I hope you feel good and you are glad to see each other. You know that one of the famous public holidays in our country is Cosmonaut’s Day. More than that, last year had been declared as Cosmonaut’s Year</w:t>
      </w:r>
      <w:r w:rsidRPr="00C93DF1">
        <w:rPr>
          <w:lang w:val="en-US"/>
        </w:rPr>
        <w:t xml:space="preserve"> and was devoted to the 50th anniv</w:t>
      </w:r>
      <w:r>
        <w:rPr>
          <w:lang w:val="en-US"/>
        </w:rPr>
        <w:t>ersary of first man’s flight to</w:t>
      </w:r>
      <w:r w:rsidRPr="00C9192D">
        <w:rPr>
          <w:lang w:val="en-US"/>
        </w:rPr>
        <w:t xml:space="preserve"> Space</w:t>
      </w:r>
      <w:r w:rsidRPr="00C93DF1">
        <w:rPr>
          <w:lang w:val="en-US"/>
        </w:rPr>
        <w:t>.</w:t>
      </w:r>
      <w:r>
        <w:rPr>
          <w:lang w:val="en-US"/>
        </w:rPr>
        <w:t xml:space="preserve"> </w:t>
      </w:r>
      <w:r w:rsidRPr="00ED002C">
        <w:rPr>
          <w:lang w:val="en-US"/>
        </w:rPr>
        <w:t>I want to ask you: “Why do we celebrate this Day?”  Please, think over about the reasons for celebrating it and fill in the Word Web in your cards. Work</w:t>
      </w:r>
      <w:r w:rsidRPr="00ED002C">
        <w:t xml:space="preserve"> </w:t>
      </w:r>
      <w:r w:rsidRPr="00ED002C">
        <w:rPr>
          <w:lang w:val="en-US"/>
        </w:rPr>
        <w:t>in</w:t>
      </w:r>
      <w:r w:rsidRPr="00ED002C">
        <w:t xml:space="preserve"> </w:t>
      </w:r>
      <w:r w:rsidRPr="00ED002C">
        <w:rPr>
          <w:lang w:val="en-US"/>
        </w:rPr>
        <w:t>pairs</w:t>
      </w:r>
      <w:r w:rsidRPr="00ED002C">
        <w:t xml:space="preserve">, </w:t>
      </w:r>
      <w:r w:rsidRPr="00ED002C">
        <w:rPr>
          <w:lang w:val="en-US"/>
        </w:rPr>
        <w:t>please</w:t>
      </w:r>
      <w:r w:rsidRPr="00ED002C">
        <w:t>. Учащиеся обсуждают</w:t>
      </w:r>
      <w:r>
        <w:t xml:space="preserve">, </w:t>
      </w:r>
      <w:r w:rsidRPr="00ED002C">
        <w:t xml:space="preserve">записывают причины празднования Дня Космонавтики в нашей стране </w:t>
      </w:r>
      <w:r>
        <w:t xml:space="preserve">в </w:t>
      </w:r>
      <w:r w:rsidRPr="00ED002C">
        <w:t xml:space="preserve">кластеры и сообщают </w:t>
      </w:r>
      <w:r>
        <w:t xml:space="preserve">учителю </w:t>
      </w:r>
      <w:r w:rsidRPr="00ED002C">
        <w:t>свои причины. Учитель подводит итог по этому заданию на доске. Примерно получается такой вариант ответа</w:t>
      </w:r>
      <w:r>
        <w:t>.</w:t>
      </w:r>
    </w:p>
    <w:p w:rsidR="00285131" w:rsidRDefault="00285131" w:rsidP="00ED002C"/>
    <w:p w:rsidR="00285131" w:rsidRPr="00ED002C" w:rsidRDefault="00285131" w:rsidP="00ED002C">
      <w:pPr>
        <w:rPr>
          <w:b/>
        </w:rPr>
      </w:pPr>
      <w:r>
        <w:t xml:space="preserve">а) </w:t>
      </w:r>
      <w:r w:rsidRPr="00ED002C">
        <w:rPr>
          <w:b/>
          <w:lang w:val="en-US"/>
        </w:rPr>
        <w:t>Word</w:t>
      </w:r>
      <w:r w:rsidRPr="00ED002C">
        <w:rPr>
          <w:b/>
        </w:rPr>
        <w:t xml:space="preserve"> </w:t>
      </w:r>
      <w:r w:rsidRPr="00ED002C">
        <w:rPr>
          <w:b/>
          <w:lang w:val="en-US"/>
        </w:rPr>
        <w:t>Web</w:t>
      </w:r>
    </w:p>
    <w:p w:rsidR="00285131" w:rsidRPr="00C25262" w:rsidRDefault="00285131" w:rsidP="00C25262">
      <w:pPr>
        <w:spacing w:line="360" w:lineRule="auto"/>
        <w:rPr>
          <w:sz w:val="28"/>
          <w:szCs w:val="28"/>
        </w:rPr>
      </w:pPr>
      <w:r>
        <w:rPr>
          <w:noProof/>
        </w:rPr>
      </w:r>
      <w:r w:rsidRPr="00584217">
        <w:rPr>
          <w:sz w:val="28"/>
          <w:szCs w:val="28"/>
          <w:lang w:val="en-US"/>
        </w:rPr>
        <w:pict>
          <v:group id="_x0000_s1026" editas="radial" style="width:441pt;height:252pt;mso-position-horizontal-relative:char;mso-position-vertical-relative:line" coordorigin="1561,-609" coordsize="8640,8640">
            <o:lock v:ext="edit" aspectratio="t"/>
            <o:diagram v:ext="edit" dgmstyle="1" dgmscalex="66898" dgmscaley="38229" dgmfontsize="6" constrainbounds="1777,0,9985,7815" autoformat="t">
              <o:relationtable v:ext="edit">
                <o:rel v:ext="edit" idsrc="#_s1038" iddest="#_s1038"/>
                <o:rel v:ext="edit" idsrc="#_s1037" iddest="#_s1038" idcntr="#_s1036"/>
                <o:rel v:ext="edit" idsrc="#_s1035" iddest="#_s1038" idcntr="#_s1034"/>
                <o:rel v:ext="edit" idsrc="#_s1033" iddest="#_s1038" idcntr="#_s1032"/>
                <o:rel v:ext="edit" idsrc="#_s1031" iddest="#_s1038" idcntr="#_s1030"/>
                <o:rel v:ext="edit" idsrc="#_s1029" iddest="#_s1038"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61;top:-609;width:8640;height:8640" o:preferrelative="f">
              <v:fill o:detectmouseclick="t"/>
              <v:path o:extrusionok="t" o:connecttype="none"/>
              <o:lock v:ext="edit" text="t"/>
            </v:shape>
            <v:line id="_s1028" o:spid="_x0000_s1028" style="position:absolute;flip:x y;v-text-anchor:middle" from="3930,3076" to="4906,3393" o:dgmnodekind="65535" strokecolor="#669"/>
            <v:oval id="_s1029" o:spid="_x0000_s1029" style="position:absolute;left:1928;top:1733;width:2052;height:2052;v-text-anchor:middle" o:dgmnodekind="0" filled="f" strokecolor="#b2b2b2" strokeweight="2.25pt">
              <v:textbox style="mso-next-textbox:#_s1029" inset="0,0,0,0">
                <w:txbxContent>
                  <w:p w:rsidR="00285131" w:rsidRPr="004D5AA5" w:rsidRDefault="00285131" w:rsidP="00C25262">
                    <w:pPr>
                      <w:jc w:val="center"/>
                      <w:rPr>
                        <w:sz w:val="16"/>
                        <w:szCs w:val="22"/>
                        <w:lang w:val="en-US"/>
                      </w:rPr>
                    </w:pPr>
                    <w:r w:rsidRPr="004D5AA5">
                      <w:rPr>
                        <w:sz w:val="16"/>
                        <w:szCs w:val="22"/>
                        <w:lang w:val="en-US"/>
                      </w:rPr>
                      <w:t>Extend our mind about history of</w:t>
                    </w:r>
                  </w:p>
                  <w:p w:rsidR="00285131" w:rsidRPr="004D5AA5" w:rsidRDefault="00285131" w:rsidP="00C25262">
                    <w:pPr>
                      <w:rPr>
                        <w:sz w:val="16"/>
                        <w:szCs w:val="22"/>
                        <w:lang w:val="en-US"/>
                      </w:rPr>
                    </w:pPr>
                    <w:r w:rsidRPr="004D5AA5">
                      <w:rPr>
                        <w:sz w:val="16"/>
                        <w:szCs w:val="22"/>
                        <w:lang w:val="en-US"/>
                      </w:rPr>
                      <w:t>Space exploration</w:t>
                    </w:r>
                  </w:p>
                </w:txbxContent>
              </v:textbox>
            </v:oval>
            <v:line id="_s1030" o:spid="_x0000_s1030" style="position:absolute;flip:x;v-text-anchor:middle" from="4675,4540" to="5278,5370" o:dgmnodekind="65535" strokecolor="#669"/>
            <v:oval id="_s1031" o:spid="_x0000_s1031" style="position:absolute;left:3046;top:5174;width:2052;height:2052;v-text-anchor:middle" o:dgmnodekind="0" filled="f" strokecolor="#993" strokeweight="2.25pt">
              <v:textbox style="mso-next-textbox:#_s1031" inset="0,0,0,0">
                <w:txbxContent>
                  <w:p w:rsidR="00285131" w:rsidRPr="004D5AA5" w:rsidRDefault="00285131" w:rsidP="00C25262">
                    <w:pPr>
                      <w:jc w:val="center"/>
                      <w:rPr>
                        <w:sz w:val="19"/>
                        <w:szCs w:val="22"/>
                        <w:lang w:val="en-US"/>
                      </w:rPr>
                    </w:pPr>
                    <w:r w:rsidRPr="004D5AA5">
                      <w:rPr>
                        <w:sz w:val="19"/>
                        <w:szCs w:val="22"/>
                        <w:lang w:val="en-US"/>
                      </w:rPr>
                      <w:t>Be proud</w:t>
                    </w:r>
                  </w:p>
                  <w:p w:rsidR="00285131" w:rsidRPr="004D5AA5" w:rsidRDefault="00285131" w:rsidP="00C25262">
                    <w:pPr>
                      <w:jc w:val="center"/>
                      <w:rPr>
                        <w:sz w:val="19"/>
                        <w:szCs w:val="22"/>
                        <w:lang w:val="en-US"/>
                      </w:rPr>
                    </w:pPr>
                    <w:r w:rsidRPr="004D5AA5">
                      <w:rPr>
                        <w:sz w:val="19"/>
                        <w:szCs w:val="22"/>
                        <w:lang w:val="en-US"/>
                      </w:rPr>
                      <w:t xml:space="preserve"> of our space science</w:t>
                    </w:r>
                  </w:p>
                </w:txbxContent>
              </v:textbox>
            </v:oval>
            <v:line id="_s1032" o:spid="_x0000_s1032" style="position:absolute;v-text-anchor:middle" from="6484,4540" to="7087,5370" o:dgmnodekind="65535" strokecolor="#669"/>
            <v:oval id="_s1033" o:spid="_x0000_s1033" style="position:absolute;left:6664;top:5174;width:2052;height:2052;v-text-anchor:middle" o:dgmnodekind="0" filled="f" strokecolor="#a50021" strokeweight="2.25pt">
              <v:textbox style="mso-next-textbox:#_s1033" inset="0,0,0,0">
                <w:txbxContent>
                  <w:p w:rsidR="00285131" w:rsidRPr="004D5AA5" w:rsidRDefault="00285131" w:rsidP="00C25262">
                    <w:pPr>
                      <w:jc w:val="center"/>
                      <w:rPr>
                        <w:sz w:val="19"/>
                        <w:szCs w:val="22"/>
                      </w:rPr>
                    </w:pPr>
                  </w:p>
                  <w:p w:rsidR="00285131" w:rsidRDefault="00285131" w:rsidP="00C25262">
                    <w:pPr>
                      <w:jc w:val="center"/>
                      <w:rPr>
                        <w:sz w:val="19"/>
                        <w:szCs w:val="22"/>
                        <w:lang w:val="en-US"/>
                      </w:rPr>
                    </w:pPr>
                    <w:r w:rsidRPr="004D5AA5">
                      <w:rPr>
                        <w:sz w:val="19"/>
                        <w:szCs w:val="22"/>
                        <w:lang w:val="en-US"/>
                      </w:rPr>
                      <w:t>Be patriotic</w:t>
                    </w:r>
                    <w:r>
                      <w:rPr>
                        <w:sz w:val="19"/>
                        <w:szCs w:val="22"/>
                        <w:lang w:val="en-US"/>
                      </w:rPr>
                      <w:t xml:space="preserve"> to the </w:t>
                    </w:r>
                  </w:p>
                  <w:p w:rsidR="00285131" w:rsidRPr="004D5AA5" w:rsidRDefault="00285131" w:rsidP="00C25262">
                    <w:pPr>
                      <w:jc w:val="center"/>
                      <w:rPr>
                        <w:sz w:val="19"/>
                        <w:szCs w:val="22"/>
                        <w:lang w:val="en-US"/>
                      </w:rPr>
                    </w:pPr>
                    <w:r>
                      <w:rPr>
                        <w:sz w:val="19"/>
                        <w:szCs w:val="22"/>
                        <w:lang w:val="en-US"/>
                      </w:rPr>
                      <w:t>Motherland</w:t>
                    </w:r>
                  </w:p>
                  <w:p w:rsidR="00285131" w:rsidRPr="004D5AA5" w:rsidRDefault="00285131" w:rsidP="009F447E">
                    <w:pPr>
                      <w:jc w:val="center"/>
                      <w:rPr>
                        <w:sz w:val="21"/>
                      </w:rPr>
                    </w:pPr>
                  </w:p>
                </w:txbxContent>
              </v:textbox>
            </v:oval>
            <v:line id="_s1034" o:spid="_x0000_s1034" style="position:absolute;flip:y;v-text-anchor:middle" from="6856,3076" to="7832,3393" o:dgmnodekind="65535" strokecolor="#669"/>
            <v:oval id="_s1035" o:spid="_x0000_s1035" style="position:absolute;left:7782;top:1733;width:2052;height:2052;v-text-anchor:middle" o:dgmnodekind="0" filled="f" strokecolor="#669" strokeweight="2.25pt">
              <v:textbox style="mso-next-textbox:#_s1035" inset="0,0,0,0">
                <w:txbxContent>
                  <w:p w:rsidR="00285131" w:rsidRPr="004D5AA5" w:rsidRDefault="00285131" w:rsidP="00C25262">
                    <w:pPr>
                      <w:jc w:val="center"/>
                      <w:rPr>
                        <w:sz w:val="16"/>
                        <w:szCs w:val="22"/>
                        <w:lang w:val="en-US"/>
                      </w:rPr>
                    </w:pPr>
                    <w:r w:rsidRPr="004D5AA5">
                      <w:rPr>
                        <w:sz w:val="16"/>
                        <w:szCs w:val="22"/>
                        <w:lang w:val="en-US"/>
                      </w:rPr>
                      <w:t>Remember the heroism of our first cosmonauts</w:t>
                    </w:r>
                  </w:p>
                </w:txbxContent>
              </v:textbox>
            </v:oval>
            <v:line id="_s1036" o:spid="_x0000_s1036" style="position:absolute;flip:y;v-text-anchor:middle" from="5881,1659" to="5881,2685" o:dgmnodekind="65535" strokecolor="#669"/>
            <v:oval id="_s1037" o:spid="_x0000_s1037" style="position:absolute;left:4855;top:-393;width:2052;height:2052;v-text-anchor:middle" o:dgmnodekind="0" filled="f" strokecolor="#b2b2b2" strokeweight="2.25pt">
              <v:textbox style="mso-next-textbox:#_s1037" inset="0,0,0,0">
                <w:txbxContent>
                  <w:p w:rsidR="00285131" w:rsidRPr="004D5AA5" w:rsidRDefault="00285131" w:rsidP="00C25262">
                    <w:pPr>
                      <w:jc w:val="center"/>
                      <w:rPr>
                        <w:sz w:val="16"/>
                        <w:szCs w:val="22"/>
                        <w:lang w:val="en-US"/>
                      </w:rPr>
                    </w:pPr>
                    <w:r w:rsidRPr="004D5AA5">
                      <w:rPr>
                        <w:sz w:val="16"/>
                        <w:szCs w:val="22"/>
                        <w:lang w:val="en-US"/>
                      </w:rPr>
                      <w:t>Remember the achievements of</w:t>
                    </w:r>
                  </w:p>
                  <w:p w:rsidR="00285131" w:rsidRPr="004D5AA5" w:rsidRDefault="00285131" w:rsidP="00C25262">
                    <w:pPr>
                      <w:jc w:val="center"/>
                      <w:rPr>
                        <w:sz w:val="16"/>
                        <w:szCs w:val="22"/>
                        <w:lang w:val="en-US"/>
                      </w:rPr>
                    </w:pPr>
                    <w:r w:rsidRPr="004D5AA5">
                      <w:rPr>
                        <w:sz w:val="16"/>
                        <w:szCs w:val="22"/>
                        <w:lang w:val="en-US"/>
                      </w:rPr>
                      <w:t>Soviet cosmonauts</w:t>
                    </w:r>
                  </w:p>
                </w:txbxContent>
              </v:textbox>
            </v:oval>
            <v:oval id="_s1038" o:spid="_x0000_s1038" style="position:absolute;left:4855;top:2685;width:2052;height:2052;v-text-anchor:middle" o:dgmnodekind="0" filled="f" strokecolor="#4c6d80" strokeweight="2.25pt">
              <v:textbox style="mso-next-textbox:#_s1038" inset="0,0,0,0">
                <w:txbxContent>
                  <w:p w:rsidR="00285131" w:rsidRPr="004D5AA5" w:rsidRDefault="00285131" w:rsidP="00C25262">
                    <w:pPr>
                      <w:jc w:val="center"/>
                      <w:rPr>
                        <w:b/>
                        <w:bCs/>
                        <w:i/>
                        <w:iCs/>
                        <w:sz w:val="22"/>
                        <w:szCs w:val="28"/>
                        <w:lang w:val="en-US"/>
                      </w:rPr>
                    </w:pPr>
                  </w:p>
                  <w:p w:rsidR="00285131" w:rsidRPr="004D5AA5" w:rsidRDefault="00285131" w:rsidP="00C25262">
                    <w:pPr>
                      <w:jc w:val="center"/>
                      <w:rPr>
                        <w:b/>
                        <w:szCs w:val="28"/>
                        <w:lang w:val="en-US"/>
                      </w:rPr>
                    </w:pPr>
                    <w:r w:rsidRPr="004D5AA5">
                      <w:rPr>
                        <w:b/>
                        <w:szCs w:val="28"/>
                        <w:lang w:val="en-US"/>
                      </w:rPr>
                      <w:t>REASONS</w:t>
                    </w:r>
                  </w:p>
                  <w:p w:rsidR="00285131" w:rsidRPr="004D5AA5" w:rsidRDefault="00285131" w:rsidP="00C25262">
                    <w:pPr>
                      <w:rPr>
                        <w:sz w:val="21"/>
                      </w:rPr>
                    </w:pPr>
                  </w:p>
                </w:txbxContent>
              </v:textbox>
            </v:oval>
            <w10:anchorlock/>
          </v:group>
        </w:pict>
      </w:r>
    </w:p>
    <w:p w:rsidR="00285131" w:rsidRDefault="00285131" w:rsidP="005C58DA">
      <w:pPr>
        <w:rPr>
          <w:lang w:val="en-US"/>
        </w:rPr>
      </w:pPr>
      <w:r w:rsidRPr="005C58DA">
        <w:t>б</w:t>
      </w:r>
      <w:r w:rsidRPr="005C58DA">
        <w:rPr>
          <w:lang w:val="en-US"/>
        </w:rPr>
        <w:t xml:space="preserve">) </w:t>
      </w:r>
      <w:r w:rsidRPr="005C58DA">
        <w:rPr>
          <w:b/>
          <w:lang w:val="en-US"/>
        </w:rPr>
        <w:t>Teacher</w:t>
      </w:r>
      <w:r w:rsidRPr="005C58DA">
        <w:rPr>
          <w:lang w:val="en-US"/>
        </w:rPr>
        <w:t>: As you see, the reasons for celebrating are very important, aren’t you? So</w:t>
      </w:r>
      <w:r w:rsidRPr="00762FBE">
        <w:rPr>
          <w:lang w:val="en-US"/>
        </w:rPr>
        <w:t xml:space="preserve"> </w:t>
      </w:r>
      <w:r w:rsidRPr="005C58DA">
        <w:rPr>
          <w:lang w:val="en-US"/>
        </w:rPr>
        <w:t>let</w:t>
      </w:r>
      <w:r w:rsidRPr="00762FBE">
        <w:rPr>
          <w:lang w:val="en-US"/>
        </w:rPr>
        <w:t>’</w:t>
      </w:r>
      <w:r w:rsidRPr="005C58DA">
        <w:rPr>
          <w:lang w:val="en-US"/>
        </w:rPr>
        <w:t>s</w:t>
      </w:r>
      <w:r w:rsidRPr="00762FBE">
        <w:rPr>
          <w:lang w:val="en-US"/>
        </w:rPr>
        <w:t xml:space="preserve"> </w:t>
      </w:r>
      <w:r w:rsidRPr="005C58DA">
        <w:rPr>
          <w:lang w:val="en-US"/>
        </w:rPr>
        <w:t>devote</w:t>
      </w:r>
      <w:r w:rsidRPr="00762FBE">
        <w:rPr>
          <w:lang w:val="en-US"/>
        </w:rPr>
        <w:t xml:space="preserve"> </w:t>
      </w:r>
      <w:r w:rsidRPr="005C58DA">
        <w:rPr>
          <w:lang w:val="en-US"/>
        </w:rPr>
        <w:t xml:space="preserve">our lesson to this notable Day. We shall start with the repetition of </w:t>
      </w:r>
      <w:r>
        <w:rPr>
          <w:lang w:val="en-US"/>
        </w:rPr>
        <w:t xml:space="preserve">new </w:t>
      </w:r>
      <w:r w:rsidRPr="005C58DA">
        <w:rPr>
          <w:lang w:val="en-US"/>
        </w:rPr>
        <w:t xml:space="preserve">words. </w:t>
      </w:r>
    </w:p>
    <w:p w:rsidR="00285131" w:rsidRPr="005C58DA" w:rsidRDefault="00285131" w:rsidP="00D70FBE">
      <w:r w:rsidRPr="005C58DA">
        <w:rPr>
          <w:lang w:val="en-US"/>
        </w:rPr>
        <w:t>The task</w:t>
      </w:r>
      <w:r>
        <w:rPr>
          <w:b/>
          <w:lang w:val="en-US"/>
        </w:rPr>
        <w:t xml:space="preserve"> </w:t>
      </w:r>
      <w:r>
        <w:rPr>
          <w:lang w:val="en-US"/>
        </w:rPr>
        <w:t xml:space="preserve">is called </w:t>
      </w:r>
      <w:r w:rsidRPr="005C58DA">
        <w:rPr>
          <w:b/>
          <w:lang w:val="en-US"/>
        </w:rPr>
        <w:t>“Match the words”</w:t>
      </w:r>
      <w:r w:rsidRPr="005C58DA">
        <w:rPr>
          <w:lang w:val="en-US"/>
        </w:rPr>
        <w:t>.</w:t>
      </w:r>
      <w:r>
        <w:rPr>
          <w:lang w:val="en-US"/>
        </w:rPr>
        <w:t xml:space="preserve"> </w:t>
      </w:r>
      <w:r w:rsidRPr="005C58DA">
        <w:t>На доске прикреплены карточки со словами и транскрипцией по теме «</w:t>
      </w:r>
      <w:r w:rsidRPr="005C58DA">
        <w:rPr>
          <w:lang w:val="en-US"/>
        </w:rPr>
        <w:t>Space</w:t>
      </w:r>
      <w:r w:rsidRPr="005C58DA">
        <w:t xml:space="preserve">», дети работают фронтально. Произносят слово по-английски и затем переводят его, снимают с доски, пока все карточки не исчезнут. </w:t>
      </w:r>
    </w:p>
    <w:tbl>
      <w:tblPr>
        <w:tblpPr w:leftFromText="180" w:rightFromText="180" w:vertAnchor="text" w:horzAnchor="margin" w:tblpY="18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285131" w:rsidRPr="002C2834" w:rsidTr="009E0032">
        <w:trPr>
          <w:trHeight w:val="3043"/>
        </w:trPr>
        <w:tc>
          <w:tcPr>
            <w:tcW w:w="4785" w:type="dxa"/>
          </w:tcPr>
          <w:p w:rsidR="00285131" w:rsidRPr="009E0032" w:rsidRDefault="00285131" w:rsidP="009E0032">
            <w:pPr>
              <w:spacing w:line="360" w:lineRule="auto"/>
              <w:rPr>
                <w:rStyle w:val="Strong"/>
                <w:b w:val="0"/>
                <w:lang w:val="en-US"/>
              </w:rPr>
            </w:pPr>
            <w:r w:rsidRPr="009E0032">
              <w:rPr>
                <w:lang w:val="en-US"/>
              </w:rPr>
              <w:t>Exploration –[iksplə'rei</w:t>
            </w:r>
            <w:r w:rsidRPr="009E0032">
              <w:rPr>
                <w:rStyle w:val="Strong"/>
                <w:b w:val="0"/>
                <w:lang w:val="en-US"/>
              </w:rPr>
              <w:t>ʃn]</w:t>
            </w:r>
          </w:p>
          <w:p w:rsidR="00285131" w:rsidRPr="009E0032" w:rsidRDefault="00285131" w:rsidP="009E0032">
            <w:pPr>
              <w:spacing w:line="360" w:lineRule="auto"/>
              <w:rPr>
                <w:lang w:val="en-US"/>
              </w:rPr>
            </w:pPr>
            <w:r w:rsidRPr="009E0032">
              <w:rPr>
                <w:rStyle w:val="Strong"/>
                <w:b w:val="0"/>
                <w:lang w:val="en-US"/>
              </w:rPr>
              <w:t>Explore- [</w:t>
            </w:r>
            <w:r w:rsidRPr="009E0032">
              <w:rPr>
                <w:lang w:val="en-US"/>
              </w:rPr>
              <w:t>iks'plɔ:]</w:t>
            </w:r>
          </w:p>
          <w:p w:rsidR="00285131" w:rsidRPr="009E0032" w:rsidRDefault="00285131" w:rsidP="009E0032">
            <w:pPr>
              <w:spacing w:line="360" w:lineRule="auto"/>
              <w:rPr>
                <w:rStyle w:val="Strong"/>
                <w:b w:val="0"/>
                <w:lang w:val="en-US"/>
              </w:rPr>
            </w:pPr>
            <w:r w:rsidRPr="009E0032">
              <w:rPr>
                <w:lang w:val="en-US"/>
              </w:rPr>
              <w:t>Research – [ri'sɜ:t</w:t>
            </w:r>
            <w:r w:rsidRPr="009E0032">
              <w:rPr>
                <w:rStyle w:val="Strong"/>
                <w:b w:val="0"/>
                <w:lang w:val="en-US"/>
              </w:rPr>
              <w:t>ʃ]</w:t>
            </w:r>
          </w:p>
          <w:p w:rsidR="00285131" w:rsidRPr="009E0032" w:rsidRDefault="00285131" w:rsidP="009E0032">
            <w:pPr>
              <w:spacing w:line="360" w:lineRule="auto"/>
              <w:rPr>
                <w:lang w:val="en-US"/>
              </w:rPr>
            </w:pPr>
            <w:r w:rsidRPr="009E0032">
              <w:rPr>
                <w:rStyle w:val="Strong"/>
                <w:b w:val="0"/>
                <w:lang w:val="en-US"/>
              </w:rPr>
              <w:t>Launch- [l</w:t>
            </w:r>
            <w:r w:rsidRPr="009E0032">
              <w:rPr>
                <w:lang w:val="en-US"/>
              </w:rPr>
              <w:t>ɔ:nt</w:t>
            </w:r>
            <w:r w:rsidRPr="009E0032">
              <w:rPr>
                <w:rStyle w:val="Strong"/>
                <w:b w:val="0"/>
                <w:lang w:val="en-US"/>
              </w:rPr>
              <w:t>ʃ</w:t>
            </w:r>
            <w:r w:rsidRPr="009E0032">
              <w:rPr>
                <w:lang w:val="en-US"/>
              </w:rPr>
              <w:t>]</w:t>
            </w:r>
          </w:p>
          <w:p w:rsidR="00285131" w:rsidRPr="009E0032" w:rsidRDefault="00285131" w:rsidP="009E0032">
            <w:pPr>
              <w:spacing w:line="360" w:lineRule="auto"/>
              <w:rPr>
                <w:lang w:val="en-US"/>
              </w:rPr>
            </w:pPr>
            <w:r w:rsidRPr="009E0032">
              <w:rPr>
                <w:lang w:val="en-US"/>
              </w:rPr>
              <w:t>Flight- [flait]</w:t>
            </w:r>
          </w:p>
          <w:p w:rsidR="00285131" w:rsidRPr="009E0032" w:rsidRDefault="00285131" w:rsidP="009E0032">
            <w:pPr>
              <w:spacing w:line="360" w:lineRule="auto"/>
              <w:rPr>
                <w:lang w:val="en-US"/>
              </w:rPr>
            </w:pPr>
            <w:r w:rsidRPr="009E0032">
              <w:rPr>
                <w:lang w:val="en-US"/>
              </w:rPr>
              <w:t>Docking – [dɔkiŋ]</w:t>
            </w:r>
          </w:p>
          <w:p w:rsidR="00285131" w:rsidRPr="009E0032" w:rsidRDefault="00285131" w:rsidP="009E0032">
            <w:pPr>
              <w:rPr>
                <w:lang w:val="en-US"/>
              </w:rPr>
            </w:pPr>
            <w:r w:rsidRPr="009E0032">
              <w:rPr>
                <w:lang w:val="en-US"/>
              </w:rPr>
              <w:t>Manmade- ['mæn'meid]</w:t>
            </w:r>
          </w:p>
        </w:tc>
        <w:tc>
          <w:tcPr>
            <w:tcW w:w="4786" w:type="dxa"/>
          </w:tcPr>
          <w:p w:rsidR="00285131" w:rsidRPr="009E0032" w:rsidRDefault="00285131" w:rsidP="009E0032">
            <w:pPr>
              <w:spacing w:line="360" w:lineRule="auto"/>
              <w:rPr>
                <w:lang w:val="en-US"/>
              </w:rPr>
            </w:pPr>
            <w:r w:rsidRPr="009E0032">
              <w:rPr>
                <w:lang w:val="en-US"/>
              </w:rPr>
              <w:t>Galaxy- ['gæləksi]</w:t>
            </w:r>
          </w:p>
          <w:p w:rsidR="00285131" w:rsidRPr="009E0032" w:rsidRDefault="00285131" w:rsidP="009E0032">
            <w:pPr>
              <w:spacing w:line="360" w:lineRule="auto"/>
              <w:rPr>
                <w:lang w:val="en-US"/>
              </w:rPr>
            </w:pPr>
            <w:r w:rsidRPr="009E0032">
              <w:rPr>
                <w:lang w:val="en-US"/>
              </w:rPr>
              <w:t>Astronaut – ['æstrənɔ:t]</w:t>
            </w:r>
          </w:p>
          <w:p w:rsidR="00285131" w:rsidRPr="009E0032" w:rsidRDefault="00285131" w:rsidP="009E0032">
            <w:pPr>
              <w:spacing w:line="360" w:lineRule="auto"/>
              <w:rPr>
                <w:rStyle w:val="Strong"/>
                <w:b w:val="0"/>
                <w:lang w:val="en-US"/>
              </w:rPr>
            </w:pPr>
            <w:r w:rsidRPr="009E0032">
              <w:rPr>
                <w:lang w:val="en-US"/>
              </w:rPr>
              <w:t>Spaceship- [speis</w:t>
            </w:r>
            <w:r w:rsidRPr="009E0032">
              <w:rPr>
                <w:rStyle w:val="Strong"/>
                <w:b w:val="0"/>
                <w:lang w:val="en-US"/>
              </w:rPr>
              <w:t>ʃip]</w:t>
            </w:r>
          </w:p>
          <w:p w:rsidR="00285131" w:rsidRPr="009E0032" w:rsidRDefault="00285131" w:rsidP="009E0032">
            <w:pPr>
              <w:spacing w:line="360" w:lineRule="auto"/>
              <w:rPr>
                <w:rStyle w:val="Strong"/>
                <w:b w:val="0"/>
                <w:lang w:val="en-US"/>
              </w:rPr>
            </w:pPr>
            <w:r w:rsidRPr="009E0032">
              <w:rPr>
                <w:rStyle w:val="Strong"/>
                <w:b w:val="0"/>
                <w:lang w:val="en-US"/>
              </w:rPr>
              <w:t>Satellite- ['sætəlait]</w:t>
            </w:r>
          </w:p>
          <w:p w:rsidR="00285131" w:rsidRPr="009E0032" w:rsidRDefault="00285131" w:rsidP="009E0032">
            <w:pPr>
              <w:spacing w:line="360" w:lineRule="auto"/>
              <w:rPr>
                <w:lang w:val="en-US"/>
              </w:rPr>
            </w:pPr>
            <w:r w:rsidRPr="009E0032">
              <w:rPr>
                <w:rStyle w:val="Strong"/>
                <w:b w:val="0"/>
                <w:lang w:val="en-US"/>
              </w:rPr>
              <w:t>Cosmonaut- [kɔzmə'n</w:t>
            </w:r>
            <w:r w:rsidRPr="009E0032">
              <w:rPr>
                <w:lang w:val="en-US"/>
              </w:rPr>
              <w:t>ɔ:t]</w:t>
            </w:r>
          </w:p>
          <w:p w:rsidR="00285131" w:rsidRPr="009E0032" w:rsidRDefault="00285131" w:rsidP="009E0032">
            <w:pPr>
              <w:spacing w:line="360" w:lineRule="auto"/>
              <w:rPr>
                <w:lang w:val="en-US"/>
              </w:rPr>
            </w:pPr>
            <w:r w:rsidRPr="009E0032">
              <w:rPr>
                <w:lang w:val="en-US"/>
              </w:rPr>
              <w:t>Orbit - ['ɔ:bit]</w:t>
            </w:r>
          </w:p>
          <w:p w:rsidR="00285131" w:rsidRPr="009E0032" w:rsidRDefault="00285131" w:rsidP="009E0032">
            <w:pPr>
              <w:spacing w:line="360" w:lineRule="auto"/>
              <w:rPr>
                <w:lang w:val="en-US"/>
              </w:rPr>
            </w:pPr>
            <w:r w:rsidRPr="009E0032">
              <w:rPr>
                <w:lang w:val="en-US"/>
              </w:rPr>
              <w:t>Outer space – ['autə 'speis]</w:t>
            </w:r>
          </w:p>
        </w:tc>
      </w:tr>
    </w:tbl>
    <w:p w:rsidR="00285131" w:rsidRPr="00762FBE" w:rsidRDefault="00285131" w:rsidP="00D70FBE">
      <w:pPr>
        <w:rPr>
          <w:lang w:val="en-US"/>
        </w:rPr>
      </w:pPr>
    </w:p>
    <w:p w:rsidR="00285131" w:rsidRDefault="00285131" w:rsidP="00195C73">
      <w:pPr>
        <w:tabs>
          <w:tab w:val="left" w:pos="2895"/>
        </w:tabs>
        <w:spacing w:line="360" w:lineRule="auto"/>
        <w:rPr>
          <w:lang w:val="en-US"/>
        </w:rPr>
      </w:pPr>
    </w:p>
    <w:p w:rsidR="00285131" w:rsidRDefault="00285131" w:rsidP="00195C73">
      <w:pPr>
        <w:tabs>
          <w:tab w:val="left" w:pos="2895"/>
        </w:tabs>
        <w:spacing w:line="360" w:lineRule="auto"/>
        <w:rPr>
          <w:lang w:val="en-US"/>
        </w:rPr>
      </w:pPr>
    </w:p>
    <w:p w:rsidR="00285131" w:rsidRDefault="00285131" w:rsidP="00195C73">
      <w:pPr>
        <w:tabs>
          <w:tab w:val="left" w:pos="2895"/>
        </w:tabs>
        <w:spacing w:line="360" w:lineRule="auto"/>
        <w:rPr>
          <w:lang w:val="en-US"/>
        </w:rPr>
      </w:pPr>
    </w:p>
    <w:p w:rsidR="00285131" w:rsidRDefault="00285131" w:rsidP="00195C73">
      <w:pPr>
        <w:tabs>
          <w:tab w:val="left" w:pos="2895"/>
        </w:tabs>
        <w:spacing w:line="360" w:lineRule="auto"/>
        <w:rPr>
          <w:lang w:val="en-US"/>
        </w:rPr>
      </w:pPr>
    </w:p>
    <w:p w:rsidR="00285131" w:rsidRDefault="00285131" w:rsidP="00195C73">
      <w:pPr>
        <w:tabs>
          <w:tab w:val="left" w:pos="2895"/>
        </w:tabs>
        <w:spacing w:line="360" w:lineRule="auto"/>
        <w:rPr>
          <w:lang w:val="en-US"/>
        </w:rPr>
      </w:pPr>
    </w:p>
    <w:p w:rsidR="00285131" w:rsidRDefault="00285131" w:rsidP="00195C73">
      <w:pPr>
        <w:tabs>
          <w:tab w:val="left" w:pos="2895"/>
        </w:tabs>
        <w:spacing w:line="360" w:lineRule="auto"/>
        <w:rPr>
          <w:lang w:val="en-US"/>
        </w:rPr>
      </w:pPr>
    </w:p>
    <w:p w:rsidR="00285131" w:rsidRDefault="00285131" w:rsidP="00195C73">
      <w:pPr>
        <w:tabs>
          <w:tab w:val="left" w:pos="2895"/>
        </w:tabs>
        <w:spacing w:line="360" w:lineRule="auto"/>
        <w:rPr>
          <w:lang w:val="en-US"/>
        </w:rPr>
      </w:pPr>
    </w:p>
    <w:p w:rsidR="00285131" w:rsidRDefault="00285131" w:rsidP="00195C73">
      <w:pPr>
        <w:tabs>
          <w:tab w:val="left" w:pos="2895"/>
        </w:tabs>
        <w:spacing w:line="360" w:lineRule="auto"/>
        <w:rPr>
          <w:lang w:val="en-US"/>
        </w:rPr>
      </w:pPr>
    </w:p>
    <w:p w:rsidR="00285131" w:rsidRPr="00A36562" w:rsidRDefault="00285131" w:rsidP="00195C73">
      <w:pPr>
        <w:tabs>
          <w:tab w:val="left" w:pos="2895"/>
        </w:tabs>
        <w:spacing w:line="360" w:lineRule="auto"/>
      </w:pPr>
      <w:r w:rsidRPr="00A36562">
        <w:rPr>
          <w:lang w:val="en-US"/>
        </w:rPr>
        <w:t>II</w:t>
      </w:r>
      <w:r w:rsidRPr="00A36562">
        <w:t>.</w:t>
      </w:r>
      <w:r w:rsidRPr="00A36562">
        <w:rPr>
          <w:b/>
          <w:u w:val="single"/>
        </w:rPr>
        <w:t xml:space="preserve">Стадия осмысления </w:t>
      </w:r>
      <w:r w:rsidRPr="00A36562">
        <w:rPr>
          <w:b/>
        </w:rPr>
        <w:t>(</w:t>
      </w:r>
      <w:r w:rsidRPr="00A36562">
        <w:rPr>
          <w:b/>
          <w:lang w:val="en-US"/>
        </w:rPr>
        <w:t>Realization</w:t>
      </w:r>
      <w:r w:rsidRPr="00A36562">
        <w:rPr>
          <w:b/>
        </w:rPr>
        <w:t xml:space="preserve"> </w:t>
      </w:r>
      <w:r w:rsidRPr="00A36562">
        <w:rPr>
          <w:b/>
          <w:lang w:val="en-US"/>
        </w:rPr>
        <w:t>of</w:t>
      </w:r>
      <w:r w:rsidRPr="00A36562">
        <w:rPr>
          <w:b/>
        </w:rPr>
        <w:t xml:space="preserve"> </w:t>
      </w:r>
      <w:r w:rsidRPr="00A36562">
        <w:rPr>
          <w:b/>
          <w:lang w:val="en-US"/>
        </w:rPr>
        <w:t>meaning</w:t>
      </w:r>
      <w:r w:rsidRPr="00A36562">
        <w:rPr>
          <w:b/>
        </w:rPr>
        <w:t>)</w:t>
      </w:r>
      <w:r w:rsidRPr="00A36562">
        <w:t xml:space="preserve"> - прием «Пирамида»</w:t>
      </w:r>
    </w:p>
    <w:p w:rsidR="00285131" w:rsidRPr="00A36562" w:rsidRDefault="00285131" w:rsidP="00D70FBE">
      <w:r w:rsidRPr="00A36562">
        <w:t>Учитель предлагает детям текст “</w:t>
      </w:r>
      <w:r w:rsidRPr="00A36562">
        <w:rPr>
          <w:lang w:val="en-US"/>
        </w:rPr>
        <w:t>Russian</w:t>
      </w:r>
      <w:r w:rsidRPr="00A36562">
        <w:t xml:space="preserve"> </w:t>
      </w:r>
      <w:r w:rsidRPr="00A36562">
        <w:rPr>
          <w:lang w:val="en-US"/>
        </w:rPr>
        <w:t>space</w:t>
      </w:r>
      <w:r w:rsidRPr="00A36562">
        <w:t xml:space="preserve"> </w:t>
      </w:r>
      <w:r w:rsidRPr="00A36562">
        <w:rPr>
          <w:lang w:val="en-US"/>
        </w:rPr>
        <w:t>achievements</w:t>
      </w:r>
      <w:r w:rsidRPr="00A36562">
        <w:t>”, который составлен так, чтобы по нему можно было составить опору «Пирамиду» для пересказа. Прочитав текст, каждый в паре, заполняет опору, отвечая на вопросы учителя. Ответы учащихся могут быть разными. Ответы озвучиваются. Затем составляется групповой, а затем индивидуальный пересказ текста.</w:t>
      </w:r>
    </w:p>
    <w:p w:rsidR="00285131" w:rsidRPr="00A36562" w:rsidRDefault="00285131" w:rsidP="00D70FBE">
      <w:pPr>
        <w:rPr>
          <w:lang w:val="en-US"/>
        </w:rPr>
      </w:pPr>
      <w:r w:rsidRPr="00A36562">
        <w:rPr>
          <w:b/>
          <w:lang w:val="en-US"/>
        </w:rPr>
        <w:t>Teacher:</w:t>
      </w:r>
      <w:r w:rsidRPr="00A36562">
        <w:rPr>
          <w:lang w:val="en-US"/>
        </w:rPr>
        <w:t xml:space="preserve"> a) I’ve prepared the text for you. Now you shall read it and try to understand it. It is about the achievements of Russian space science. You may work in pair….</w:t>
      </w:r>
    </w:p>
    <w:p w:rsidR="00285131" w:rsidRPr="00762FBE" w:rsidRDefault="00285131" w:rsidP="00D70FBE">
      <w:pPr>
        <w:tabs>
          <w:tab w:val="left" w:pos="3525"/>
        </w:tabs>
      </w:pPr>
      <w:r w:rsidRPr="00762FBE">
        <w:rPr>
          <w:lang w:val="en-US"/>
        </w:rPr>
        <w:t xml:space="preserve"> </w:t>
      </w:r>
      <w:r w:rsidRPr="00A36562">
        <w:t>(Абзацы</w:t>
      </w:r>
      <w:r>
        <w:t xml:space="preserve"> в тексте</w:t>
      </w:r>
      <w:r w:rsidRPr="00A36562">
        <w:t xml:space="preserve"> необходимо пронумеровать):</w:t>
      </w:r>
    </w:p>
    <w:p w:rsidR="00285131" w:rsidRPr="00762FBE" w:rsidRDefault="00285131" w:rsidP="00D70FBE">
      <w:pPr>
        <w:tabs>
          <w:tab w:val="left" w:pos="3525"/>
        </w:tabs>
      </w:pPr>
    </w:p>
    <w:p w:rsidR="00285131" w:rsidRPr="00A36562" w:rsidRDefault="00285131" w:rsidP="00C25262">
      <w:pPr>
        <w:pStyle w:val="c5c15"/>
        <w:spacing w:before="0" w:beforeAutospacing="0" w:after="0" w:afterAutospacing="0"/>
        <w:jc w:val="center"/>
        <w:rPr>
          <w:lang w:val="en-US"/>
        </w:rPr>
      </w:pPr>
      <w:r w:rsidRPr="00A36562">
        <w:rPr>
          <w:b/>
          <w:lang w:val="en-US"/>
        </w:rPr>
        <w:t>The text</w:t>
      </w:r>
      <w:r w:rsidRPr="00A36562">
        <w:rPr>
          <w:lang w:val="en-US"/>
        </w:rPr>
        <w:t xml:space="preserve"> </w:t>
      </w:r>
    </w:p>
    <w:p w:rsidR="00285131" w:rsidRPr="00A36562" w:rsidRDefault="00285131" w:rsidP="00C25262">
      <w:pPr>
        <w:pStyle w:val="c5c15"/>
        <w:spacing w:before="0" w:beforeAutospacing="0" w:after="0" w:afterAutospacing="0"/>
        <w:jc w:val="center"/>
        <w:rPr>
          <w:rStyle w:val="c11"/>
          <w:b/>
          <w:sz w:val="28"/>
          <w:szCs w:val="28"/>
          <w:lang w:val="en-US"/>
        </w:rPr>
      </w:pPr>
      <w:r w:rsidRPr="00A36562">
        <w:rPr>
          <w:lang w:val="en-US"/>
        </w:rPr>
        <w:t>Russian space achievements</w:t>
      </w:r>
    </w:p>
    <w:p w:rsidR="00285131" w:rsidRPr="00A36562" w:rsidRDefault="00285131" w:rsidP="005C23D2">
      <w:pPr>
        <w:pStyle w:val="c5c15"/>
        <w:spacing w:before="0" w:beforeAutospacing="0" w:after="0" w:afterAutospacing="0"/>
        <w:rPr>
          <w:rStyle w:val="c11"/>
          <w:lang w:val="en-US"/>
        </w:rPr>
      </w:pPr>
      <w:r w:rsidRPr="00A36562">
        <w:rPr>
          <w:rStyle w:val="c11"/>
          <w:b/>
          <w:lang w:val="en-US"/>
        </w:rPr>
        <w:t>1.</w:t>
      </w:r>
      <w:r w:rsidRPr="00A36562">
        <w:rPr>
          <w:rStyle w:val="c11"/>
          <w:lang w:val="en-US"/>
        </w:rPr>
        <w:t xml:space="preserve"> During the times of the </w:t>
      </w:r>
      <w:smartTag w:uri="urn:schemas-microsoft-com:office:smarttags" w:element="place">
        <w:r w:rsidRPr="00A36562">
          <w:rPr>
            <w:rStyle w:val="c11"/>
            <w:lang w:val="en-US"/>
          </w:rPr>
          <w:t>Soviet Union</w:t>
        </w:r>
      </w:smartTag>
      <w:r w:rsidRPr="00A36562">
        <w:rPr>
          <w:rStyle w:val="c11"/>
          <w:lang w:val="en-US"/>
        </w:rPr>
        <w:t xml:space="preserve">, </w:t>
      </w:r>
      <w:r w:rsidRPr="00A36562">
        <w:rPr>
          <w:rStyle w:val="c11"/>
          <w:b/>
          <w:lang w:val="en-US"/>
        </w:rPr>
        <w:t xml:space="preserve">space </w:t>
      </w:r>
      <w:r w:rsidRPr="00A36562">
        <w:rPr>
          <w:rStyle w:val="c11"/>
          <w:lang w:val="en-US"/>
        </w:rPr>
        <w:t>exploration was one of the main priorities.</w:t>
      </w:r>
    </w:p>
    <w:p w:rsidR="00285131" w:rsidRPr="00A36562" w:rsidRDefault="00285131" w:rsidP="005C23D2">
      <w:pPr>
        <w:pStyle w:val="c5c15"/>
        <w:spacing w:before="0" w:beforeAutospacing="0" w:after="0" w:afterAutospacing="0"/>
        <w:rPr>
          <w:lang w:val="en-US"/>
        </w:rPr>
      </w:pPr>
      <w:r w:rsidRPr="00A36562">
        <w:rPr>
          <w:rStyle w:val="c11"/>
          <w:b/>
          <w:lang w:val="en-US"/>
        </w:rPr>
        <w:t>2.</w:t>
      </w:r>
      <w:r w:rsidRPr="00A36562">
        <w:rPr>
          <w:rStyle w:val="c11"/>
          <w:lang w:val="en-US"/>
        </w:rPr>
        <w:t xml:space="preserve"> On October 4, 1957 </w:t>
      </w:r>
      <w:smartTag w:uri="urn:schemas-microsoft-com:office:smarttags" w:element="place">
        <w:smartTag w:uri="urn:schemas-microsoft-com:office:smarttags" w:element="country-region">
          <w:r w:rsidRPr="00A36562">
            <w:rPr>
              <w:rStyle w:val="c11"/>
              <w:lang w:val="en-US"/>
            </w:rPr>
            <w:t>Russia</w:t>
          </w:r>
        </w:smartTag>
      </w:smartTag>
      <w:r w:rsidRPr="00A36562">
        <w:rPr>
          <w:rStyle w:val="c11"/>
          <w:lang w:val="en-US"/>
        </w:rPr>
        <w:t xml:space="preserve"> </w:t>
      </w:r>
      <w:r w:rsidRPr="00A36562">
        <w:rPr>
          <w:lang w:val="en-US"/>
        </w:rPr>
        <w:t xml:space="preserve">launched the first </w:t>
      </w:r>
      <w:r w:rsidRPr="00A36562">
        <w:rPr>
          <w:b/>
          <w:lang w:val="en-US"/>
        </w:rPr>
        <w:t>man</w:t>
      </w:r>
      <w:r w:rsidRPr="00212BD2">
        <w:rPr>
          <w:b/>
          <w:lang w:val="en-US"/>
        </w:rPr>
        <w:t>-</w:t>
      </w:r>
      <w:r w:rsidRPr="00A36562">
        <w:rPr>
          <w:b/>
          <w:lang w:val="en-US"/>
        </w:rPr>
        <w:t>made satellite</w:t>
      </w:r>
      <w:r w:rsidRPr="00A36562">
        <w:rPr>
          <w:lang w:val="en-US"/>
        </w:rPr>
        <w:t xml:space="preserve"> into space. It was called Sputnik</w:t>
      </w:r>
      <w:r>
        <w:rPr>
          <w:lang w:val="en-US"/>
        </w:rPr>
        <w:t>1</w:t>
      </w:r>
      <w:r w:rsidRPr="00A36562">
        <w:rPr>
          <w:lang w:val="en-US"/>
        </w:rPr>
        <w:t xml:space="preserve">. </w:t>
      </w:r>
    </w:p>
    <w:p w:rsidR="00285131" w:rsidRPr="00A36562" w:rsidRDefault="00285131" w:rsidP="005C23D2">
      <w:pPr>
        <w:pStyle w:val="c5c15"/>
        <w:spacing w:before="0" w:beforeAutospacing="0" w:after="0" w:afterAutospacing="0"/>
        <w:rPr>
          <w:lang w:val="en-US"/>
        </w:rPr>
      </w:pPr>
      <w:r w:rsidRPr="00A36562">
        <w:rPr>
          <w:rStyle w:val="c11"/>
          <w:b/>
          <w:lang w:val="en-US"/>
        </w:rPr>
        <w:t>3.</w:t>
      </w:r>
      <w:r w:rsidRPr="00A36562">
        <w:rPr>
          <w:rStyle w:val="c11"/>
          <w:lang w:val="en-US"/>
        </w:rPr>
        <w:t xml:space="preserve"> On the 12th of April, 1961 the </w:t>
      </w:r>
      <w:r w:rsidRPr="00A36562">
        <w:rPr>
          <w:rStyle w:val="c11"/>
          <w:b/>
          <w:lang w:val="en-US"/>
        </w:rPr>
        <w:t xml:space="preserve">Russian cosmonaut </w:t>
      </w:r>
      <w:r w:rsidRPr="00A36562">
        <w:rPr>
          <w:lang w:val="en-US"/>
        </w:rPr>
        <w:t>Yuri</w:t>
      </w:r>
      <w:r w:rsidRPr="00A36562">
        <w:rPr>
          <w:b/>
          <w:lang w:val="en-US"/>
        </w:rPr>
        <w:t xml:space="preserve"> Gagarin</w:t>
      </w:r>
      <w:r w:rsidRPr="00A36562">
        <w:rPr>
          <w:lang w:val="en-US"/>
        </w:rPr>
        <w:t xml:space="preserve"> became the first man to orbit the Earth. He circled the globe in the spaceship “Vostok” for 108 minutes. </w:t>
      </w:r>
    </w:p>
    <w:p w:rsidR="00285131" w:rsidRPr="00A36562" w:rsidRDefault="00285131" w:rsidP="005C23D2">
      <w:pPr>
        <w:pStyle w:val="c5c15"/>
        <w:spacing w:before="0" w:beforeAutospacing="0" w:after="0" w:afterAutospacing="0"/>
        <w:rPr>
          <w:rStyle w:val="c11"/>
          <w:lang w:val="en-US"/>
        </w:rPr>
      </w:pPr>
      <w:r w:rsidRPr="00A36562">
        <w:rPr>
          <w:b/>
          <w:lang w:val="en-US"/>
        </w:rPr>
        <w:t>4.</w:t>
      </w:r>
      <w:r w:rsidRPr="00A36562">
        <w:rPr>
          <w:lang w:val="en-US"/>
        </w:rPr>
        <w:t xml:space="preserve"> His heroic flight opened the door into the Universe. In commemoration of this outstanding event this day was proclaimed </w:t>
      </w:r>
      <w:r w:rsidRPr="00A36562">
        <w:rPr>
          <w:rStyle w:val="c11"/>
          <w:b/>
          <w:lang w:val="en-US"/>
        </w:rPr>
        <w:t>Cosmonaut’s Day in Russia</w:t>
      </w:r>
      <w:r w:rsidRPr="00A36562">
        <w:rPr>
          <w:rStyle w:val="c11"/>
          <w:lang w:val="en-US"/>
        </w:rPr>
        <w:t>.</w:t>
      </w:r>
    </w:p>
    <w:p w:rsidR="00285131" w:rsidRPr="00A36562" w:rsidRDefault="00285131" w:rsidP="003230C7">
      <w:pPr>
        <w:pStyle w:val="c5c15"/>
        <w:spacing w:before="0" w:beforeAutospacing="0" w:after="0" w:afterAutospacing="0"/>
        <w:rPr>
          <w:rStyle w:val="c2"/>
          <w:lang w:val="en-US"/>
        </w:rPr>
      </w:pPr>
      <w:r w:rsidRPr="00A36562">
        <w:rPr>
          <w:rStyle w:val="c11"/>
          <w:b/>
          <w:lang w:val="en-US"/>
        </w:rPr>
        <w:t>5.</w:t>
      </w:r>
      <w:r w:rsidRPr="00A36562">
        <w:rPr>
          <w:rStyle w:val="c11"/>
          <w:lang w:val="en-US"/>
        </w:rPr>
        <w:t xml:space="preserve"> The whole world admires the </w:t>
      </w:r>
      <w:r w:rsidRPr="00A36562">
        <w:rPr>
          <w:lang w:val="en-US"/>
        </w:rPr>
        <w:t>achievements of our country in exploration of outer space. Many people today remember the</w:t>
      </w:r>
      <w:r w:rsidRPr="00A36562">
        <w:rPr>
          <w:rStyle w:val="c2"/>
          <w:lang w:val="en-US"/>
        </w:rPr>
        <w:t xml:space="preserve"> cosmonaut </w:t>
      </w:r>
      <w:r w:rsidRPr="00A36562">
        <w:rPr>
          <w:rStyle w:val="c3c2"/>
          <w:lang w:val="en-US"/>
        </w:rPr>
        <w:t>Aleksey Leonov</w:t>
      </w:r>
      <w:r w:rsidRPr="00A36562">
        <w:rPr>
          <w:rStyle w:val="c2"/>
          <w:lang w:val="en-US"/>
        </w:rPr>
        <w:t xml:space="preserve"> who was the </w:t>
      </w:r>
      <w:r w:rsidRPr="00A36562">
        <w:rPr>
          <w:rStyle w:val="c2"/>
          <w:b/>
          <w:lang w:val="en-US"/>
        </w:rPr>
        <w:t>first</w:t>
      </w:r>
      <w:r w:rsidRPr="00A36562">
        <w:rPr>
          <w:rStyle w:val="c2"/>
          <w:lang w:val="en-US"/>
        </w:rPr>
        <w:t xml:space="preserve"> </w:t>
      </w:r>
      <w:r w:rsidRPr="00A36562">
        <w:rPr>
          <w:rStyle w:val="c2"/>
          <w:b/>
          <w:lang w:val="en-US"/>
        </w:rPr>
        <w:t>person “to walk”</w:t>
      </w:r>
      <w:r w:rsidRPr="00A36562">
        <w:rPr>
          <w:rStyle w:val="c2"/>
          <w:lang w:val="en-US"/>
        </w:rPr>
        <w:t xml:space="preserve"> </w:t>
      </w:r>
      <w:r w:rsidRPr="00A36562">
        <w:rPr>
          <w:rStyle w:val="c2"/>
          <w:b/>
          <w:lang w:val="en-US"/>
        </w:rPr>
        <w:t>in</w:t>
      </w:r>
      <w:r w:rsidRPr="00A36562">
        <w:rPr>
          <w:rStyle w:val="c2"/>
          <w:lang w:val="en-US"/>
        </w:rPr>
        <w:t xml:space="preserve"> outer </w:t>
      </w:r>
      <w:r w:rsidRPr="00A36562">
        <w:rPr>
          <w:rStyle w:val="c2"/>
          <w:b/>
          <w:lang w:val="en-US"/>
        </w:rPr>
        <w:t>space</w:t>
      </w:r>
      <w:r w:rsidRPr="00A36562">
        <w:rPr>
          <w:rStyle w:val="c2"/>
          <w:lang w:val="en-US"/>
        </w:rPr>
        <w:t>.</w:t>
      </w:r>
    </w:p>
    <w:p w:rsidR="00285131" w:rsidRPr="00A36562" w:rsidRDefault="00285131" w:rsidP="003230C7">
      <w:pPr>
        <w:pStyle w:val="c5c15"/>
        <w:spacing w:before="0" w:beforeAutospacing="0" w:after="0" w:afterAutospacing="0"/>
        <w:rPr>
          <w:rStyle w:val="c2"/>
          <w:lang w:val="en-US"/>
        </w:rPr>
      </w:pPr>
      <w:r w:rsidRPr="00A36562">
        <w:rPr>
          <w:rStyle w:val="c2"/>
          <w:b/>
          <w:lang w:val="en-US"/>
        </w:rPr>
        <w:t>6.</w:t>
      </w:r>
      <w:r w:rsidRPr="00A36562">
        <w:rPr>
          <w:rStyle w:val="c2"/>
          <w:lang w:val="en-US"/>
        </w:rPr>
        <w:t xml:space="preserve"> Russian scientists made a great success of meeting and docking of the manned Soyuz ships in orbit. </w:t>
      </w:r>
      <w:r w:rsidRPr="00A36562">
        <w:rPr>
          <w:rStyle w:val="c2"/>
          <w:b/>
          <w:lang w:val="en-US"/>
        </w:rPr>
        <w:t>Our Lunamobiles, the Salute orbital stations</w:t>
      </w:r>
      <w:r w:rsidRPr="00A36562">
        <w:rPr>
          <w:rStyle w:val="c2"/>
          <w:lang w:val="en-US"/>
        </w:rPr>
        <w:t xml:space="preserve"> have made an important contribution to exploration of space.</w:t>
      </w:r>
    </w:p>
    <w:p w:rsidR="00285131" w:rsidRPr="00A36562" w:rsidRDefault="00285131" w:rsidP="00295D2E">
      <w:pPr>
        <w:pStyle w:val="c5c15"/>
        <w:spacing w:before="0" w:beforeAutospacing="0" w:after="0" w:afterAutospacing="0"/>
        <w:rPr>
          <w:rStyle w:val="c2"/>
          <w:lang w:val="en-US"/>
        </w:rPr>
      </w:pPr>
      <w:r w:rsidRPr="00A36562">
        <w:rPr>
          <w:rStyle w:val="c2"/>
          <w:b/>
          <w:lang w:val="en-US"/>
        </w:rPr>
        <w:t>7.</w:t>
      </w:r>
      <w:r w:rsidRPr="00A36562">
        <w:rPr>
          <w:rStyle w:val="c2"/>
          <w:lang w:val="en-US"/>
        </w:rPr>
        <w:t xml:space="preserve"> We are proud of </w:t>
      </w:r>
      <w:r w:rsidRPr="00A36562">
        <w:rPr>
          <w:rStyle w:val="c2"/>
          <w:b/>
          <w:lang w:val="en-US"/>
        </w:rPr>
        <w:t>our</w:t>
      </w:r>
      <w:r w:rsidRPr="00A36562">
        <w:rPr>
          <w:rStyle w:val="c2"/>
          <w:lang w:val="en-US"/>
        </w:rPr>
        <w:t xml:space="preserve"> </w:t>
      </w:r>
      <w:r w:rsidRPr="00A36562">
        <w:rPr>
          <w:rStyle w:val="c2"/>
          <w:b/>
          <w:lang w:val="en-US"/>
        </w:rPr>
        <w:t>first</w:t>
      </w:r>
      <w:r w:rsidRPr="00A36562">
        <w:rPr>
          <w:rStyle w:val="c2"/>
          <w:lang w:val="en-US"/>
        </w:rPr>
        <w:t xml:space="preserve"> </w:t>
      </w:r>
      <w:r w:rsidRPr="00A36562">
        <w:rPr>
          <w:rStyle w:val="c2"/>
          <w:b/>
          <w:lang w:val="en-US"/>
        </w:rPr>
        <w:t>Russian women -</w:t>
      </w:r>
      <w:r w:rsidRPr="00A36562">
        <w:rPr>
          <w:rStyle w:val="c11"/>
          <w:b/>
          <w:lang w:val="en-US"/>
        </w:rPr>
        <w:t xml:space="preserve"> cosmonauts:</w:t>
      </w:r>
      <w:r w:rsidRPr="00A36562">
        <w:rPr>
          <w:rStyle w:val="c2"/>
          <w:b/>
          <w:lang w:val="en-US"/>
        </w:rPr>
        <w:t xml:space="preserve"> </w:t>
      </w:r>
      <w:r w:rsidRPr="00A36562">
        <w:rPr>
          <w:rStyle w:val="c2"/>
          <w:lang w:val="en-US"/>
        </w:rPr>
        <w:t>Valentina</w:t>
      </w:r>
      <w:r w:rsidRPr="00A36562">
        <w:rPr>
          <w:rStyle w:val="c2"/>
          <w:b/>
          <w:lang w:val="en-US"/>
        </w:rPr>
        <w:t xml:space="preserve"> Tereshkova</w:t>
      </w:r>
      <w:r w:rsidRPr="00A36562">
        <w:rPr>
          <w:rStyle w:val="c11"/>
          <w:lang w:val="en-US"/>
        </w:rPr>
        <w:t xml:space="preserve"> </w:t>
      </w:r>
      <w:r w:rsidRPr="00A36562">
        <w:rPr>
          <w:rStyle w:val="c2"/>
          <w:lang w:val="en-US"/>
        </w:rPr>
        <w:t xml:space="preserve">and Svetlana </w:t>
      </w:r>
      <w:r w:rsidRPr="00A36562">
        <w:rPr>
          <w:rStyle w:val="c2"/>
          <w:b/>
          <w:lang w:val="en-US"/>
        </w:rPr>
        <w:t>Savitskaya</w:t>
      </w:r>
      <w:r w:rsidRPr="00A36562">
        <w:rPr>
          <w:rStyle w:val="c2"/>
          <w:lang w:val="en-US"/>
        </w:rPr>
        <w:t>.</w:t>
      </w:r>
    </w:p>
    <w:p w:rsidR="00285131" w:rsidRPr="00A36562" w:rsidRDefault="00285131" w:rsidP="00295D2E">
      <w:pPr>
        <w:pStyle w:val="c5c15"/>
        <w:spacing w:before="0" w:beforeAutospacing="0" w:after="0" w:afterAutospacing="0"/>
        <w:rPr>
          <w:lang w:val="en-US"/>
        </w:rPr>
      </w:pPr>
      <w:r w:rsidRPr="00A36562">
        <w:rPr>
          <w:rStyle w:val="c2"/>
          <w:b/>
          <w:lang w:val="en-US"/>
        </w:rPr>
        <w:t>8.</w:t>
      </w:r>
      <w:r w:rsidRPr="00A36562">
        <w:rPr>
          <w:rStyle w:val="c2"/>
          <w:lang w:val="en-US"/>
        </w:rPr>
        <w:t xml:space="preserve"> Konstantin Eduardovich</w:t>
      </w:r>
      <w:r w:rsidRPr="00A36562">
        <w:rPr>
          <w:rStyle w:val="c11"/>
          <w:lang w:val="en-US"/>
        </w:rPr>
        <w:t xml:space="preserve"> </w:t>
      </w:r>
      <w:r w:rsidRPr="00A36562">
        <w:rPr>
          <w:rStyle w:val="c2"/>
          <w:lang w:val="en-US"/>
        </w:rPr>
        <w:t xml:space="preserve">Tsiolkovsky – </w:t>
      </w:r>
      <w:r w:rsidRPr="00A36562">
        <w:rPr>
          <w:rStyle w:val="c2"/>
          <w:b/>
          <w:lang w:val="en-US"/>
        </w:rPr>
        <w:t>the founder of astronautics</w:t>
      </w:r>
      <w:r w:rsidRPr="00A36562">
        <w:rPr>
          <w:rStyle w:val="c2"/>
          <w:lang w:val="en-US"/>
        </w:rPr>
        <w:t xml:space="preserve"> </w:t>
      </w:r>
      <w:r w:rsidRPr="00A36562">
        <w:rPr>
          <w:rStyle w:val="c2"/>
          <w:b/>
          <w:lang w:val="en-US"/>
        </w:rPr>
        <w:t xml:space="preserve">in </w:t>
      </w:r>
      <w:smartTag w:uri="urn:schemas-microsoft-com:office:smarttags" w:element="country-region">
        <w:r w:rsidRPr="00A36562">
          <w:rPr>
            <w:rStyle w:val="c2"/>
            <w:b/>
            <w:lang w:val="en-US"/>
          </w:rPr>
          <w:t>Russia</w:t>
        </w:r>
      </w:smartTag>
      <w:r w:rsidRPr="00A36562">
        <w:rPr>
          <w:rStyle w:val="c2"/>
          <w:lang w:val="en-US"/>
        </w:rPr>
        <w:t xml:space="preserve">, put forward several ideas about </w:t>
      </w:r>
      <w:r w:rsidRPr="00A36562">
        <w:rPr>
          <w:rStyle w:val="c2"/>
          <w:b/>
          <w:lang w:val="en-US"/>
        </w:rPr>
        <w:t>space travel</w:t>
      </w:r>
      <w:r w:rsidRPr="00A36562">
        <w:rPr>
          <w:rStyle w:val="c2"/>
          <w:lang w:val="en-US"/>
        </w:rPr>
        <w:t xml:space="preserve">. His calculations were used in modern theory of cosmonautics and practical space travel. </w:t>
      </w:r>
    </w:p>
    <w:p w:rsidR="00285131" w:rsidRPr="00A36562" w:rsidRDefault="00285131" w:rsidP="005217C2">
      <w:pPr>
        <w:rPr>
          <w:rStyle w:val="c2"/>
          <w:lang w:val="en-US"/>
        </w:rPr>
      </w:pPr>
      <w:r w:rsidRPr="00A36562">
        <w:rPr>
          <w:rStyle w:val="c11"/>
          <w:b/>
          <w:lang w:val="en-US"/>
        </w:rPr>
        <w:t>9.</w:t>
      </w:r>
      <w:r w:rsidRPr="00A36562">
        <w:rPr>
          <w:rStyle w:val="c11"/>
          <w:lang w:val="en-US"/>
        </w:rPr>
        <w:t xml:space="preserve"> </w:t>
      </w:r>
      <w:r w:rsidRPr="00A36562">
        <w:rPr>
          <w:rStyle w:val="c2"/>
          <w:lang w:val="en-US"/>
        </w:rPr>
        <w:t xml:space="preserve">Sergey Pavlovich Korolyov is </w:t>
      </w:r>
      <w:r w:rsidRPr="00A36562">
        <w:rPr>
          <w:rStyle w:val="c2"/>
          <w:b/>
          <w:lang w:val="en-US"/>
        </w:rPr>
        <w:t>a famous founder of practical cosmonautics</w:t>
      </w:r>
      <w:r w:rsidRPr="00A36562">
        <w:rPr>
          <w:rStyle w:val="c2"/>
          <w:lang w:val="en-US"/>
        </w:rPr>
        <w:t xml:space="preserve">. He was </w:t>
      </w:r>
      <w:r w:rsidRPr="00A36562">
        <w:rPr>
          <w:rStyle w:val="c2"/>
          <w:b/>
          <w:lang w:val="en-US"/>
        </w:rPr>
        <w:t>the chief</w:t>
      </w:r>
      <w:r w:rsidRPr="00A36562">
        <w:rPr>
          <w:rStyle w:val="c2"/>
          <w:lang w:val="en-US"/>
        </w:rPr>
        <w:t xml:space="preserve"> </w:t>
      </w:r>
      <w:r w:rsidRPr="00A36562">
        <w:rPr>
          <w:rStyle w:val="c2"/>
          <w:b/>
          <w:lang w:val="en-US"/>
        </w:rPr>
        <w:t>constructor</w:t>
      </w:r>
      <w:r w:rsidRPr="00A36562">
        <w:rPr>
          <w:rStyle w:val="c2"/>
          <w:lang w:val="en-US"/>
        </w:rPr>
        <w:t xml:space="preserve"> of the first Earth sputniks and spaceships. Then followe</w:t>
      </w:r>
      <w:r>
        <w:rPr>
          <w:rStyle w:val="c2"/>
          <w:lang w:val="en-US"/>
        </w:rPr>
        <w:t>d rockets to the Moon, Mars</w:t>
      </w:r>
      <w:r w:rsidRPr="00A36562">
        <w:rPr>
          <w:rStyle w:val="c2"/>
          <w:lang w:val="en-US"/>
        </w:rPr>
        <w:t xml:space="preserve"> and Venus. </w:t>
      </w:r>
    </w:p>
    <w:p w:rsidR="00285131" w:rsidRPr="00A36562" w:rsidRDefault="00285131" w:rsidP="00155365">
      <w:pPr>
        <w:pStyle w:val="c5c15"/>
        <w:spacing w:before="0" w:beforeAutospacing="0" w:after="0" w:afterAutospacing="0"/>
        <w:rPr>
          <w:rStyle w:val="c0"/>
          <w:lang w:val="en-US"/>
        </w:rPr>
      </w:pPr>
      <w:r w:rsidRPr="00A36562">
        <w:rPr>
          <w:rStyle w:val="c11"/>
          <w:b/>
          <w:lang w:val="en-US"/>
        </w:rPr>
        <w:t>10.</w:t>
      </w:r>
      <w:r w:rsidRPr="00A36562">
        <w:rPr>
          <w:rStyle w:val="c11"/>
          <w:lang w:val="en-US"/>
        </w:rPr>
        <w:t xml:space="preserve"> Our country is </w:t>
      </w:r>
      <w:r w:rsidRPr="00A36562">
        <w:rPr>
          <w:rStyle w:val="c0"/>
          <w:lang w:val="en-US"/>
        </w:rPr>
        <w:t>active in the exploration of the solar system. It has its own space programmers. And we should remember</w:t>
      </w:r>
      <w:r w:rsidRPr="00A36562">
        <w:rPr>
          <w:rStyle w:val="c0"/>
          <w:b/>
          <w:lang w:val="en-US"/>
        </w:rPr>
        <w:t xml:space="preserve"> the history of our space exploration and respect its heroes</w:t>
      </w:r>
      <w:r w:rsidRPr="00A36562">
        <w:rPr>
          <w:rStyle w:val="c0"/>
          <w:lang w:val="en-US"/>
        </w:rPr>
        <w:t>.</w:t>
      </w:r>
    </w:p>
    <w:p w:rsidR="00285131" w:rsidRPr="00762FBE" w:rsidRDefault="00285131" w:rsidP="00C25262">
      <w:pPr>
        <w:rPr>
          <w:sz w:val="28"/>
          <w:szCs w:val="28"/>
          <w:lang w:val="en-US"/>
        </w:rPr>
      </w:pPr>
    </w:p>
    <w:p w:rsidR="00285131" w:rsidRPr="00B301EA" w:rsidRDefault="00285131" w:rsidP="00C25262">
      <w:pPr>
        <w:rPr>
          <w:lang w:val="en-US"/>
        </w:rPr>
      </w:pPr>
      <w:r w:rsidRPr="00B301EA">
        <w:rPr>
          <w:b/>
          <w:lang w:val="en-US"/>
        </w:rPr>
        <w:t xml:space="preserve">Teacher: </w:t>
      </w:r>
      <w:r w:rsidRPr="00B301EA">
        <w:rPr>
          <w:lang w:val="en-US"/>
        </w:rPr>
        <w:t xml:space="preserve">b) You see the scheme in the form of pyramid under your text, I’ll ask you the questions and you’ll fill in it. </w:t>
      </w:r>
    </w:p>
    <w:p w:rsidR="00285131" w:rsidRPr="00762FBE" w:rsidRDefault="00285131" w:rsidP="008506F8">
      <w:pPr>
        <w:spacing w:line="360" w:lineRule="auto"/>
        <w:ind w:left="708"/>
        <w:rPr>
          <w:b/>
          <w:lang w:val="en-US"/>
        </w:rPr>
      </w:pPr>
    </w:p>
    <w:p w:rsidR="00285131" w:rsidRPr="00B301EA" w:rsidRDefault="00285131" w:rsidP="00B301EA">
      <w:pPr>
        <w:spacing w:line="360" w:lineRule="auto"/>
        <w:ind w:left="708"/>
        <w:jc w:val="center"/>
        <w:rPr>
          <w:b/>
          <w:lang w:val="en-US"/>
        </w:rPr>
      </w:pPr>
      <w:r w:rsidRPr="00B301EA">
        <w:rPr>
          <w:b/>
          <w:lang w:val="en-US"/>
        </w:rPr>
        <w:t>The questions</w:t>
      </w:r>
      <w:r w:rsidRPr="00B301EA">
        <w:rPr>
          <w:b/>
          <w:i/>
          <w:lang w:val="en-US"/>
        </w:rPr>
        <w:t xml:space="preserve"> </w:t>
      </w:r>
      <w:r w:rsidRPr="00B301EA">
        <w:rPr>
          <w:b/>
          <w:lang w:val="en-US"/>
        </w:rPr>
        <w:t>to the Pyramid:</w:t>
      </w:r>
    </w:p>
    <w:p w:rsidR="00285131" w:rsidRPr="00B301EA" w:rsidRDefault="00285131" w:rsidP="00F05F09">
      <w:pPr>
        <w:tabs>
          <w:tab w:val="left" w:pos="3525"/>
        </w:tabs>
        <w:spacing w:line="360" w:lineRule="auto"/>
        <w:rPr>
          <w:b/>
          <w:lang w:val="en-US"/>
        </w:rPr>
      </w:pPr>
      <w:r w:rsidRPr="00B301EA">
        <w:rPr>
          <w:b/>
          <w:lang w:val="en-US"/>
        </w:rPr>
        <w:t>Line 1.</w:t>
      </w:r>
      <w:r w:rsidRPr="00B301EA">
        <w:rPr>
          <w:lang w:val="en-US"/>
        </w:rPr>
        <w:t xml:space="preserve"> What kind of </w:t>
      </w:r>
      <w:r w:rsidRPr="00B301EA">
        <w:rPr>
          <w:rStyle w:val="c11"/>
          <w:lang w:val="en-US"/>
        </w:rPr>
        <w:t xml:space="preserve">exploration was the main during the times of the </w:t>
      </w:r>
      <w:smartTag w:uri="urn:schemas-microsoft-com:office:smarttags" w:element="country-region">
        <w:r w:rsidRPr="00B301EA">
          <w:rPr>
            <w:rStyle w:val="c11"/>
            <w:lang w:val="en-US"/>
          </w:rPr>
          <w:t>USSR</w:t>
        </w:r>
      </w:smartTag>
      <w:r w:rsidRPr="00B301EA">
        <w:rPr>
          <w:rStyle w:val="c11"/>
          <w:lang w:val="en-US"/>
        </w:rPr>
        <w:t>?</w:t>
      </w:r>
      <w:r w:rsidRPr="00B301EA">
        <w:rPr>
          <w:lang w:val="en-US"/>
        </w:rPr>
        <w:t xml:space="preserve"> (Write down </w:t>
      </w:r>
      <w:r w:rsidRPr="00B301EA">
        <w:rPr>
          <w:b/>
          <w:lang w:val="en-US"/>
        </w:rPr>
        <w:t>1 word</w:t>
      </w:r>
      <w:r w:rsidRPr="00B301EA">
        <w:rPr>
          <w:lang w:val="en-US"/>
        </w:rPr>
        <w:t>)</w:t>
      </w:r>
    </w:p>
    <w:p w:rsidR="00285131" w:rsidRPr="00B301EA" w:rsidRDefault="00285131" w:rsidP="007E74C9">
      <w:pPr>
        <w:tabs>
          <w:tab w:val="left" w:pos="3525"/>
        </w:tabs>
        <w:spacing w:line="360" w:lineRule="auto"/>
        <w:rPr>
          <w:b/>
          <w:lang w:val="en-US"/>
        </w:rPr>
      </w:pPr>
      <w:r w:rsidRPr="00B301EA">
        <w:rPr>
          <w:b/>
          <w:lang w:val="en-US"/>
        </w:rPr>
        <w:t xml:space="preserve">Line 2. </w:t>
      </w:r>
      <w:r w:rsidRPr="00B301EA">
        <w:rPr>
          <w:lang w:val="en-US"/>
        </w:rPr>
        <w:t>What was launched into space</w:t>
      </w:r>
      <w:r w:rsidRPr="00B301EA">
        <w:rPr>
          <w:rStyle w:val="c11"/>
          <w:lang w:val="en-US"/>
        </w:rPr>
        <w:t xml:space="preserve"> on October 4, 1957?</w:t>
      </w:r>
      <w:r w:rsidRPr="00B301EA">
        <w:rPr>
          <w:lang w:val="en-US"/>
        </w:rPr>
        <w:t xml:space="preserve"> (Write down </w:t>
      </w:r>
      <w:r w:rsidRPr="00B301EA">
        <w:rPr>
          <w:b/>
          <w:lang w:val="en-US"/>
        </w:rPr>
        <w:t>2 words</w:t>
      </w:r>
      <w:r w:rsidRPr="00B301EA">
        <w:rPr>
          <w:lang w:val="en-US"/>
        </w:rPr>
        <w:t>)</w:t>
      </w:r>
    </w:p>
    <w:p w:rsidR="00285131" w:rsidRPr="00B301EA" w:rsidRDefault="00285131" w:rsidP="007E74C9">
      <w:pPr>
        <w:tabs>
          <w:tab w:val="left" w:pos="3525"/>
        </w:tabs>
        <w:spacing w:line="360" w:lineRule="auto"/>
        <w:rPr>
          <w:b/>
          <w:lang w:val="en-US"/>
        </w:rPr>
      </w:pPr>
      <w:r w:rsidRPr="00B301EA">
        <w:rPr>
          <w:b/>
          <w:lang w:val="en-US"/>
        </w:rPr>
        <w:t xml:space="preserve">Line 3. </w:t>
      </w:r>
      <w:r w:rsidRPr="00B301EA">
        <w:rPr>
          <w:lang w:val="en-US"/>
        </w:rPr>
        <w:t>Who</w:t>
      </w:r>
      <w:r w:rsidRPr="00B301EA">
        <w:rPr>
          <w:b/>
          <w:lang w:val="en-US"/>
        </w:rPr>
        <w:t xml:space="preserve"> </w:t>
      </w:r>
      <w:r w:rsidRPr="00B301EA">
        <w:rPr>
          <w:lang w:val="en-US"/>
        </w:rPr>
        <w:t>was</w:t>
      </w:r>
      <w:r w:rsidRPr="00B301EA">
        <w:rPr>
          <w:b/>
          <w:lang w:val="en-US"/>
        </w:rPr>
        <w:t xml:space="preserve"> </w:t>
      </w:r>
      <w:r w:rsidRPr="00B301EA">
        <w:rPr>
          <w:lang w:val="en-US"/>
        </w:rPr>
        <w:t xml:space="preserve">the first man to orbit the Earth? (Write down </w:t>
      </w:r>
      <w:r w:rsidRPr="00B301EA">
        <w:rPr>
          <w:b/>
          <w:lang w:val="en-US"/>
        </w:rPr>
        <w:t>3 words</w:t>
      </w:r>
      <w:r w:rsidRPr="00B301EA">
        <w:rPr>
          <w:lang w:val="en-US"/>
        </w:rPr>
        <w:t>)</w:t>
      </w:r>
    </w:p>
    <w:p w:rsidR="00285131" w:rsidRPr="00B301EA" w:rsidRDefault="00285131" w:rsidP="005608C7">
      <w:pPr>
        <w:tabs>
          <w:tab w:val="left" w:pos="3525"/>
        </w:tabs>
        <w:spacing w:line="360" w:lineRule="auto"/>
        <w:rPr>
          <w:b/>
          <w:lang w:val="en-US"/>
        </w:rPr>
      </w:pPr>
      <w:r w:rsidRPr="00B301EA">
        <w:rPr>
          <w:b/>
          <w:lang w:val="en-US"/>
        </w:rPr>
        <w:t xml:space="preserve">Line 4. </w:t>
      </w:r>
      <w:r w:rsidRPr="00B301EA">
        <w:rPr>
          <w:lang w:val="en-US"/>
        </w:rPr>
        <w:t>What Day was</w:t>
      </w:r>
      <w:r w:rsidRPr="00B301EA">
        <w:rPr>
          <w:b/>
          <w:lang w:val="en-US"/>
        </w:rPr>
        <w:t xml:space="preserve"> </w:t>
      </w:r>
      <w:r w:rsidRPr="00B301EA">
        <w:rPr>
          <w:lang w:val="en-US"/>
        </w:rPr>
        <w:t>proclaimed</w:t>
      </w:r>
      <w:r w:rsidRPr="00B301EA">
        <w:rPr>
          <w:b/>
          <w:lang w:val="en-US"/>
        </w:rPr>
        <w:t xml:space="preserve"> </w:t>
      </w:r>
      <w:r w:rsidRPr="00B301EA">
        <w:rPr>
          <w:lang w:val="en-US"/>
        </w:rPr>
        <w:t xml:space="preserve">in commemoration of the first heroic flight? (Write down </w:t>
      </w:r>
      <w:r w:rsidRPr="00B301EA">
        <w:rPr>
          <w:b/>
          <w:lang w:val="en-US"/>
        </w:rPr>
        <w:t>4 words</w:t>
      </w:r>
      <w:r w:rsidRPr="00B301EA">
        <w:rPr>
          <w:lang w:val="en-US"/>
        </w:rPr>
        <w:t>)</w:t>
      </w:r>
    </w:p>
    <w:p w:rsidR="00285131" w:rsidRPr="00B301EA" w:rsidRDefault="00285131" w:rsidP="00B301EA">
      <w:pPr>
        <w:pStyle w:val="c5c15"/>
        <w:spacing w:before="0" w:beforeAutospacing="0" w:after="0" w:afterAutospacing="0" w:line="360" w:lineRule="auto"/>
        <w:rPr>
          <w:rStyle w:val="c11"/>
          <w:lang w:val="en-US"/>
        </w:rPr>
      </w:pPr>
      <w:r w:rsidRPr="00B301EA">
        <w:rPr>
          <w:b/>
          <w:lang w:val="en-US"/>
        </w:rPr>
        <w:t xml:space="preserve">Line 5. </w:t>
      </w:r>
      <w:r w:rsidRPr="00B301EA">
        <w:rPr>
          <w:lang w:val="en-US"/>
        </w:rPr>
        <w:t>Why do people remember the</w:t>
      </w:r>
      <w:r w:rsidRPr="00B301EA">
        <w:rPr>
          <w:rStyle w:val="c2"/>
          <w:lang w:val="en-US"/>
        </w:rPr>
        <w:t xml:space="preserve"> cosmonaut </w:t>
      </w:r>
      <w:r w:rsidRPr="00B301EA">
        <w:rPr>
          <w:rStyle w:val="c3c2"/>
          <w:lang w:val="en-US"/>
        </w:rPr>
        <w:t>Aleksey Leonov?</w:t>
      </w:r>
      <w:r w:rsidRPr="00B301EA">
        <w:rPr>
          <w:lang w:val="en-US"/>
        </w:rPr>
        <w:t xml:space="preserve"> (Write down </w:t>
      </w:r>
      <w:r w:rsidRPr="00B301EA">
        <w:rPr>
          <w:b/>
          <w:lang w:val="en-US"/>
        </w:rPr>
        <w:t>5 words</w:t>
      </w:r>
      <w:r w:rsidRPr="00B301EA">
        <w:rPr>
          <w:lang w:val="en-US"/>
        </w:rPr>
        <w:t xml:space="preserve">) </w:t>
      </w:r>
    </w:p>
    <w:p w:rsidR="00285131" w:rsidRPr="00B301EA" w:rsidRDefault="00285131" w:rsidP="00B301EA">
      <w:pPr>
        <w:spacing w:line="360" w:lineRule="auto"/>
        <w:rPr>
          <w:lang w:val="en-US"/>
        </w:rPr>
      </w:pPr>
      <w:r w:rsidRPr="00B301EA">
        <w:rPr>
          <w:b/>
          <w:lang w:val="en-US"/>
        </w:rPr>
        <w:t xml:space="preserve">Line 6. </w:t>
      </w:r>
      <w:r w:rsidRPr="00B301EA">
        <w:rPr>
          <w:lang w:val="en-US"/>
        </w:rPr>
        <w:t>What things have made</w:t>
      </w:r>
      <w:r w:rsidRPr="00B301EA">
        <w:rPr>
          <w:b/>
          <w:lang w:val="en-US"/>
        </w:rPr>
        <w:t xml:space="preserve"> </w:t>
      </w:r>
      <w:r w:rsidRPr="00B301EA">
        <w:rPr>
          <w:lang w:val="en-US"/>
        </w:rPr>
        <w:t>an</w:t>
      </w:r>
      <w:r w:rsidRPr="00B301EA">
        <w:rPr>
          <w:b/>
          <w:lang w:val="en-US"/>
        </w:rPr>
        <w:t xml:space="preserve"> </w:t>
      </w:r>
      <w:r w:rsidRPr="00B301EA">
        <w:rPr>
          <w:rStyle w:val="c2"/>
          <w:lang w:val="en-US"/>
        </w:rPr>
        <w:t xml:space="preserve">important contribution to space </w:t>
      </w:r>
      <w:r>
        <w:rPr>
          <w:rStyle w:val="c2"/>
          <w:lang w:val="en-US"/>
        </w:rPr>
        <w:t>exploration</w:t>
      </w:r>
      <w:r w:rsidRPr="00B301EA">
        <w:rPr>
          <w:rStyle w:val="c2"/>
          <w:lang w:val="en-US"/>
        </w:rPr>
        <w:t>?</w:t>
      </w:r>
      <w:r w:rsidRPr="00B301EA">
        <w:rPr>
          <w:lang w:val="en-US"/>
        </w:rPr>
        <w:t xml:space="preserve"> (Write down </w:t>
      </w:r>
      <w:r w:rsidRPr="00B301EA">
        <w:rPr>
          <w:b/>
          <w:lang w:val="en-US"/>
        </w:rPr>
        <w:t>6 words</w:t>
      </w:r>
      <w:r w:rsidRPr="00B301EA">
        <w:rPr>
          <w:lang w:val="en-US"/>
        </w:rPr>
        <w:t>)</w:t>
      </w:r>
    </w:p>
    <w:p w:rsidR="00285131" w:rsidRPr="00B301EA" w:rsidRDefault="00285131" w:rsidP="00B301EA">
      <w:pPr>
        <w:spacing w:line="360" w:lineRule="auto"/>
        <w:rPr>
          <w:lang w:val="en-US"/>
        </w:rPr>
      </w:pPr>
      <w:r w:rsidRPr="00B301EA">
        <w:rPr>
          <w:b/>
          <w:lang w:val="en-US"/>
        </w:rPr>
        <w:t xml:space="preserve">Line 7. </w:t>
      </w:r>
      <w:r>
        <w:rPr>
          <w:lang w:val="en-US"/>
        </w:rPr>
        <w:t>What people</w:t>
      </w:r>
      <w:r w:rsidRPr="00B301EA">
        <w:rPr>
          <w:b/>
          <w:lang w:val="en-US"/>
        </w:rPr>
        <w:t xml:space="preserve"> </w:t>
      </w:r>
      <w:r w:rsidRPr="00B301EA">
        <w:rPr>
          <w:rStyle w:val="c2"/>
          <w:lang w:val="en-US"/>
        </w:rPr>
        <w:t>are we proud of?</w:t>
      </w:r>
      <w:r w:rsidRPr="00B301EA">
        <w:rPr>
          <w:lang w:val="en-US"/>
        </w:rPr>
        <w:t xml:space="preserve"> (Write down </w:t>
      </w:r>
      <w:r w:rsidRPr="00B301EA">
        <w:rPr>
          <w:b/>
          <w:lang w:val="en-US"/>
        </w:rPr>
        <w:t>7 words</w:t>
      </w:r>
      <w:r w:rsidRPr="00B301EA">
        <w:rPr>
          <w:lang w:val="en-US"/>
        </w:rPr>
        <w:t>)</w:t>
      </w:r>
    </w:p>
    <w:p w:rsidR="00285131" w:rsidRPr="00B301EA" w:rsidRDefault="00285131" w:rsidP="00B301EA">
      <w:pPr>
        <w:spacing w:line="360" w:lineRule="auto"/>
        <w:rPr>
          <w:lang w:val="en-US"/>
        </w:rPr>
      </w:pPr>
      <w:r w:rsidRPr="00B301EA">
        <w:rPr>
          <w:b/>
          <w:lang w:val="en-US"/>
        </w:rPr>
        <w:t xml:space="preserve">Line 8. </w:t>
      </w:r>
      <w:r w:rsidRPr="00B301EA">
        <w:rPr>
          <w:lang w:val="en-US"/>
        </w:rPr>
        <w:t>What do you know about</w:t>
      </w:r>
      <w:r w:rsidRPr="00B301EA">
        <w:rPr>
          <w:b/>
          <w:lang w:val="en-US"/>
        </w:rPr>
        <w:t xml:space="preserve"> </w:t>
      </w:r>
      <w:r w:rsidRPr="00B301EA">
        <w:rPr>
          <w:rStyle w:val="c2"/>
          <w:lang w:val="en-US"/>
        </w:rPr>
        <w:t>K. E. Tsiolkovsky?</w:t>
      </w:r>
      <w:r w:rsidRPr="00B301EA">
        <w:rPr>
          <w:lang w:val="en-US"/>
        </w:rPr>
        <w:t xml:space="preserve"> (Write down </w:t>
      </w:r>
      <w:r w:rsidRPr="00B301EA">
        <w:rPr>
          <w:b/>
          <w:lang w:val="en-US"/>
        </w:rPr>
        <w:t>8 words</w:t>
      </w:r>
      <w:r w:rsidRPr="00B301EA">
        <w:rPr>
          <w:lang w:val="en-US"/>
        </w:rPr>
        <w:t>)</w:t>
      </w:r>
    </w:p>
    <w:p w:rsidR="00285131" w:rsidRPr="00B301EA" w:rsidRDefault="00285131" w:rsidP="00B301EA">
      <w:pPr>
        <w:spacing w:line="360" w:lineRule="auto"/>
        <w:rPr>
          <w:lang w:val="en-US"/>
        </w:rPr>
      </w:pPr>
      <w:r w:rsidRPr="00B301EA">
        <w:rPr>
          <w:b/>
          <w:lang w:val="en-US"/>
        </w:rPr>
        <w:t xml:space="preserve">Line 9. </w:t>
      </w:r>
      <w:r w:rsidRPr="00B301EA">
        <w:rPr>
          <w:lang w:val="en-US"/>
        </w:rPr>
        <w:t xml:space="preserve">What is </w:t>
      </w:r>
      <w:r w:rsidRPr="00B301EA">
        <w:rPr>
          <w:rStyle w:val="c2"/>
          <w:lang w:val="en-US"/>
        </w:rPr>
        <w:t>Sergey Pavlovich Korolyov?</w:t>
      </w:r>
      <w:r w:rsidRPr="00B301EA">
        <w:rPr>
          <w:lang w:val="en-US"/>
        </w:rPr>
        <w:t xml:space="preserve"> (Write down </w:t>
      </w:r>
      <w:r w:rsidRPr="00B301EA">
        <w:rPr>
          <w:b/>
          <w:lang w:val="en-US"/>
        </w:rPr>
        <w:t>9 words</w:t>
      </w:r>
      <w:r w:rsidRPr="00B301EA">
        <w:rPr>
          <w:lang w:val="en-US"/>
        </w:rPr>
        <w:t>)</w:t>
      </w:r>
    </w:p>
    <w:p w:rsidR="00285131" w:rsidRPr="00B301EA" w:rsidRDefault="00285131" w:rsidP="00D44B6A">
      <w:pPr>
        <w:spacing w:line="360" w:lineRule="auto"/>
        <w:rPr>
          <w:lang w:val="en-US"/>
        </w:rPr>
      </w:pPr>
      <w:r w:rsidRPr="00B301EA">
        <w:rPr>
          <w:b/>
          <w:lang w:val="en-US"/>
        </w:rPr>
        <w:t xml:space="preserve">Line 10. </w:t>
      </w:r>
      <w:r w:rsidRPr="00B301EA">
        <w:rPr>
          <w:lang w:val="en-US"/>
        </w:rPr>
        <w:t>What</w:t>
      </w:r>
      <w:r w:rsidRPr="00B301EA">
        <w:rPr>
          <w:rStyle w:val="c0"/>
          <w:lang w:val="en-US"/>
        </w:rPr>
        <w:t xml:space="preserve"> should we remember?</w:t>
      </w:r>
      <w:r w:rsidRPr="00B301EA">
        <w:rPr>
          <w:lang w:val="en-US"/>
        </w:rPr>
        <w:t xml:space="preserve"> (Write down </w:t>
      </w:r>
      <w:r w:rsidRPr="00B301EA">
        <w:rPr>
          <w:b/>
          <w:lang w:val="en-US"/>
        </w:rPr>
        <w:t>10 words</w:t>
      </w:r>
      <w:r w:rsidRPr="00B301EA">
        <w:rPr>
          <w:lang w:val="en-US"/>
        </w:rPr>
        <w:t>)</w:t>
      </w:r>
    </w:p>
    <w:p w:rsidR="00285131" w:rsidRDefault="00285131" w:rsidP="001E1296">
      <w:pPr>
        <w:spacing w:line="360" w:lineRule="auto"/>
        <w:rPr>
          <w:b/>
          <w:lang w:val="en-US"/>
        </w:rPr>
      </w:pPr>
      <w:r w:rsidRPr="00B301EA">
        <w:rPr>
          <w:b/>
          <w:lang w:val="en-US"/>
        </w:rPr>
        <w:t xml:space="preserve">Teacher: </w:t>
      </w:r>
      <w:r w:rsidRPr="00B301EA">
        <w:rPr>
          <w:lang w:val="en-US"/>
        </w:rPr>
        <w:t>d) Let’s correct your schemes.</w:t>
      </w:r>
      <w:r w:rsidRPr="00B301EA">
        <w:rPr>
          <w:b/>
          <w:lang w:val="en-US"/>
        </w:rPr>
        <w:t xml:space="preserve"> </w:t>
      </w:r>
    </w:p>
    <w:p w:rsidR="00285131" w:rsidRPr="00092F9B" w:rsidRDefault="00285131" w:rsidP="001E1296">
      <w:pPr>
        <w:spacing w:line="360" w:lineRule="auto"/>
        <w:rPr>
          <w:b/>
          <w:lang w:val="en-US"/>
        </w:rPr>
      </w:pPr>
    </w:p>
    <w:p w:rsidR="00285131" w:rsidRPr="00AB5814" w:rsidRDefault="00285131" w:rsidP="00AB5814">
      <w:pPr>
        <w:tabs>
          <w:tab w:val="left" w:pos="3510"/>
          <w:tab w:val="center" w:pos="4988"/>
        </w:tabs>
        <w:spacing w:line="360" w:lineRule="auto"/>
        <w:rPr>
          <w:lang w:val="en-US"/>
        </w:rPr>
      </w:pPr>
      <w:r>
        <w:rPr>
          <w:rStyle w:val="c11"/>
          <w:lang w:val="en-US"/>
        </w:rPr>
        <w:tab/>
      </w:r>
      <w:r w:rsidRPr="001613F9">
        <w:rPr>
          <w:rStyle w:val="c11"/>
          <w:lang w:val="en-US"/>
        </w:rPr>
        <w:t xml:space="preserve">  </w:t>
      </w:r>
      <w:r w:rsidRPr="001613F9">
        <w:rPr>
          <w:rStyle w:val="c11"/>
          <w:b/>
          <w:lang w:val="en-US"/>
        </w:rPr>
        <w:t>1.</w:t>
      </w:r>
      <w:r w:rsidRPr="001613F9">
        <w:rPr>
          <w:rStyle w:val="c11"/>
          <w:lang w:val="en-US"/>
        </w:rPr>
        <w:t xml:space="preserve">   </w:t>
      </w:r>
      <w:r w:rsidRPr="00762FBE">
        <w:rPr>
          <w:rStyle w:val="c11"/>
          <w:lang w:val="en-US"/>
        </w:rPr>
        <w:t xml:space="preserve">         </w:t>
      </w:r>
      <w:r w:rsidRPr="00AB5814">
        <w:rPr>
          <w:rStyle w:val="c11"/>
          <w:lang w:val="en-US"/>
        </w:rPr>
        <w:t>space</w:t>
      </w:r>
    </w:p>
    <w:p w:rsidR="00285131" w:rsidRPr="00AB5814" w:rsidRDefault="00285131" w:rsidP="00AB5814">
      <w:pPr>
        <w:tabs>
          <w:tab w:val="left" w:pos="3390"/>
          <w:tab w:val="left" w:pos="3885"/>
          <w:tab w:val="center" w:pos="4988"/>
        </w:tabs>
        <w:spacing w:line="360" w:lineRule="auto"/>
        <w:rPr>
          <w:lang w:val="en-US"/>
        </w:rPr>
      </w:pPr>
      <w:r>
        <w:rPr>
          <w:lang w:val="en-US"/>
        </w:rPr>
        <w:tab/>
      </w:r>
      <w:r w:rsidRPr="001613F9">
        <w:rPr>
          <w:b/>
          <w:lang w:val="en-US"/>
        </w:rPr>
        <w:t xml:space="preserve"> 2.</w:t>
      </w:r>
      <w:r>
        <w:rPr>
          <w:lang w:val="en-US"/>
        </w:rPr>
        <w:tab/>
      </w:r>
      <w:r>
        <w:rPr>
          <w:lang w:val="en-US"/>
        </w:rPr>
        <w:tab/>
      </w:r>
      <w:r w:rsidRPr="00AB5814">
        <w:rPr>
          <w:lang w:val="en-US"/>
        </w:rPr>
        <w:t>man-made satellite</w:t>
      </w:r>
    </w:p>
    <w:p w:rsidR="00285131" w:rsidRPr="00AB5814" w:rsidRDefault="00285131" w:rsidP="00AB5814">
      <w:pPr>
        <w:tabs>
          <w:tab w:val="left" w:pos="2895"/>
          <w:tab w:val="left" w:pos="3120"/>
          <w:tab w:val="center" w:pos="4988"/>
        </w:tabs>
        <w:spacing w:line="360" w:lineRule="auto"/>
        <w:rPr>
          <w:lang w:val="en-US"/>
        </w:rPr>
      </w:pPr>
      <w:r>
        <w:rPr>
          <w:rStyle w:val="c11"/>
          <w:lang w:val="en-US"/>
        </w:rPr>
        <w:tab/>
      </w:r>
      <w:r>
        <w:rPr>
          <w:rStyle w:val="c11"/>
          <w:lang w:val="en-US"/>
        </w:rPr>
        <w:tab/>
      </w:r>
      <w:r w:rsidRPr="001613F9">
        <w:rPr>
          <w:rStyle w:val="c11"/>
          <w:b/>
          <w:lang w:val="en-US"/>
        </w:rPr>
        <w:t xml:space="preserve">   3.</w:t>
      </w:r>
      <w:r>
        <w:rPr>
          <w:rStyle w:val="c11"/>
          <w:lang w:val="en-US"/>
        </w:rPr>
        <w:tab/>
      </w:r>
      <w:r w:rsidRPr="00AB5814">
        <w:rPr>
          <w:rStyle w:val="c11"/>
          <w:lang w:val="en-US"/>
        </w:rPr>
        <w:t>Russian cosmonaut</w:t>
      </w:r>
      <w:r w:rsidRPr="00AB5814">
        <w:rPr>
          <w:lang w:val="en-US"/>
        </w:rPr>
        <w:t xml:space="preserve"> Gagarin</w:t>
      </w:r>
    </w:p>
    <w:p w:rsidR="00285131" w:rsidRPr="00AB5814" w:rsidRDefault="00285131" w:rsidP="00AB5814">
      <w:pPr>
        <w:pStyle w:val="c5c15"/>
        <w:tabs>
          <w:tab w:val="left" w:pos="3075"/>
          <w:tab w:val="center" w:pos="4988"/>
        </w:tabs>
        <w:spacing w:before="0" w:beforeAutospacing="0" w:after="0" w:afterAutospacing="0" w:line="360" w:lineRule="auto"/>
        <w:rPr>
          <w:rStyle w:val="c11"/>
          <w:lang w:val="en-US"/>
        </w:rPr>
      </w:pPr>
      <w:r w:rsidRPr="001613F9">
        <w:rPr>
          <w:rStyle w:val="c11"/>
          <w:b/>
          <w:lang w:val="en-US"/>
        </w:rPr>
        <w:t xml:space="preserve">                                                    4.</w:t>
      </w:r>
      <w:r>
        <w:rPr>
          <w:rStyle w:val="c11"/>
          <w:lang w:val="en-US"/>
        </w:rPr>
        <w:t xml:space="preserve">   </w:t>
      </w:r>
      <w:r w:rsidRPr="00AB5814">
        <w:rPr>
          <w:rStyle w:val="c11"/>
          <w:lang w:val="en-US"/>
        </w:rPr>
        <w:t xml:space="preserve">Cosmonaut’s Day in </w:t>
      </w:r>
      <w:smartTag w:uri="urn:schemas-microsoft-com:office:smarttags" w:element="country-region">
        <w:r w:rsidRPr="00AB5814">
          <w:rPr>
            <w:rStyle w:val="c11"/>
            <w:lang w:val="en-US"/>
          </w:rPr>
          <w:t>Russia</w:t>
        </w:r>
      </w:smartTag>
    </w:p>
    <w:p w:rsidR="00285131" w:rsidRPr="00AB5814" w:rsidRDefault="00285131" w:rsidP="00AB5814">
      <w:pPr>
        <w:pStyle w:val="c5c15"/>
        <w:tabs>
          <w:tab w:val="left" w:pos="3165"/>
          <w:tab w:val="center" w:pos="4988"/>
        </w:tabs>
        <w:spacing w:before="0" w:beforeAutospacing="0" w:after="0" w:afterAutospacing="0" w:line="360" w:lineRule="auto"/>
        <w:rPr>
          <w:rStyle w:val="c2"/>
          <w:lang w:val="en-US"/>
        </w:rPr>
      </w:pPr>
      <w:r w:rsidRPr="00AB5814">
        <w:rPr>
          <w:rStyle w:val="c2"/>
          <w:lang w:val="en-US"/>
        </w:rPr>
        <w:t xml:space="preserve">                  </w:t>
      </w:r>
      <w:r>
        <w:rPr>
          <w:rStyle w:val="c2"/>
          <w:lang w:val="en-US"/>
        </w:rPr>
        <w:t xml:space="preserve">                               </w:t>
      </w:r>
      <w:r w:rsidRPr="001613F9">
        <w:rPr>
          <w:rStyle w:val="c2"/>
          <w:b/>
          <w:lang w:val="en-US"/>
        </w:rPr>
        <w:t>5.</w:t>
      </w:r>
      <w:r w:rsidRPr="004D5AA5">
        <w:rPr>
          <w:rStyle w:val="c2"/>
          <w:lang w:val="en-US"/>
        </w:rPr>
        <w:t xml:space="preserve">  </w:t>
      </w:r>
      <w:r>
        <w:rPr>
          <w:rStyle w:val="c2"/>
          <w:lang w:val="en-US"/>
        </w:rPr>
        <w:t xml:space="preserve">  </w:t>
      </w:r>
      <w:r w:rsidRPr="00AB5814">
        <w:rPr>
          <w:rStyle w:val="c2"/>
          <w:lang w:val="en-US"/>
        </w:rPr>
        <w:t>first person “to walk” in space</w:t>
      </w:r>
    </w:p>
    <w:p w:rsidR="00285131" w:rsidRPr="00AB5814" w:rsidRDefault="00285131" w:rsidP="00155365">
      <w:pPr>
        <w:tabs>
          <w:tab w:val="left" w:pos="3060"/>
        </w:tabs>
        <w:spacing w:line="360" w:lineRule="auto"/>
        <w:jc w:val="center"/>
        <w:rPr>
          <w:lang w:val="en-US"/>
        </w:rPr>
      </w:pPr>
      <w:r w:rsidRPr="001613F9">
        <w:rPr>
          <w:rStyle w:val="c2"/>
          <w:lang w:val="en-US"/>
        </w:rPr>
        <w:t xml:space="preserve">  </w:t>
      </w:r>
      <w:r w:rsidRPr="001613F9">
        <w:rPr>
          <w:rStyle w:val="c2"/>
          <w:b/>
          <w:lang w:val="en-US"/>
        </w:rPr>
        <w:t>6.</w:t>
      </w:r>
      <w:r w:rsidRPr="00AB5814">
        <w:rPr>
          <w:rStyle w:val="c2"/>
          <w:lang w:val="en-US"/>
        </w:rPr>
        <w:t xml:space="preserve">    </w:t>
      </w:r>
      <w:r w:rsidRPr="00AB5814">
        <w:rPr>
          <w:rStyle w:val="c2"/>
        </w:rPr>
        <w:t>о</w:t>
      </w:r>
      <w:r>
        <w:rPr>
          <w:rStyle w:val="c2"/>
          <w:lang w:val="en-US"/>
        </w:rPr>
        <w:t>ur</w:t>
      </w:r>
      <w:r w:rsidRPr="00AB5814">
        <w:rPr>
          <w:rStyle w:val="c2"/>
          <w:lang w:val="en-US"/>
        </w:rPr>
        <w:t xml:space="preserve"> Lunamobiles, the Salute orbital stations</w:t>
      </w:r>
    </w:p>
    <w:p w:rsidR="00285131" w:rsidRPr="00AB5814" w:rsidRDefault="00285131" w:rsidP="00155365">
      <w:pPr>
        <w:pStyle w:val="c5c15"/>
        <w:spacing w:before="0" w:beforeAutospacing="0" w:after="0" w:afterAutospacing="0" w:line="360" w:lineRule="auto"/>
        <w:jc w:val="center"/>
        <w:rPr>
          <w:rStyle w:val="c2"/>
          <w:lang w:val="en-US"/>
        </w:rPr>
      </w:pPr>
      <w:r w:rsidRPr="001613F9">
        <w:rPr>
          <w:rStyle w:val="c2"/>
          <w:lang w:val="en-US"/>
        </w:rPr>
        <w:t xml:space="preserve">                       </w:t>
      </w:r>
      <w:r w:rsidRPr="001613F9">
        <w:rPr>
          <w:rStyle w:val="c2"/>
          <w:b/>
          <w:lang w:val="en-US"/>
        </w:rPr>
        <w:t>7.</w:t>
      </w:r>
      <w:r w:rsidRPr="001613F9">
        <w:rPr>
          <w:rStyle w:val="c2"/>
          <w:lang w:val="en-US"/>
        </w:rPr>
        <w:t xml:space="preserve">   </w:t>
      </w:r>
      <w:r w:rsidRPr="00AB5814">
        <w:rPr>
          <w:rStyle w:val="c2"/>
          <w:lang w:val="en-US"/>
        </w:rPr>
        <w:t>our first Russian women-</w:t>
      </w:r>
      <w:r w:rsidRPr="00AB5814">
        <w:rPr>
          <w:rStyle w:val="c11"/>
          <w:lang w:val="en-US"/>
        </w:rPr>
        <w:t xml:space="preserve">cosmonauts: </w:t>
      </w:r>
      <w:r w:rsidRPr="00AB5814">
        <w:rPr>
          <w:rStyle w:val="c2"/>
          <w:lang w:val="en-US"/>
        </w:rPr>
        <w:t>Tereshkova,</w:t>
      </w:r>
      <w:r w:rsidRPr="00AB5814">
        <w:rPr>
          <w:rStyle w:val="c11"/>
          <w:lang w:val="en-US"/>
        </w:rPr>
        <w:t xml:space="preserve"> </w:t>
      </w:r>
      <w:r w:rsidRPr="00AB5814">
        <w:rPr>
          <w:rStyle w:val="c2"/>
          <w:lang w:val="en-US"/>
        </w:rPr>
        <w:t>Savitskaya</w:t>
      </w:r>
    </w:p>
    <w:p w:rsidR="00285131" w:rsidRPr="00AB5814" w:rsidRDefault="00285131" w:rsidP="001613F9">
      <w:pPr>
        <w:spacing w:line="360" w:lineRule="auto"/>
        <w:rPr>
          <w:lang w:val="en-US"/>
        </w:rPr>
      </w:pPr>
      <w:r w:rsidRPr="001613F9">
        <w:rPr>
          <w:rStyle w:val="c2"/>
          <w:b/>
          <w:lang w:val="en-US"/>
        </w:rPr>
        <w:t xml:space="preserve">                                       8.</w:t>
      </w:r>
      <w:r w:rsidRPr="001613F9">
        <w:rPr>
          <w:rStyle w:val="c2"/>
          <w:lang w:val="en-US"/>
        </w:rPr>
        <w:t xml:space="preserve">   </w:t>
      </w:r>
      <w:r w:rsidRPr="00AB5814">
        <w:rPr>
          <w:rStyle w:val="c2"/>
          <w:lang w:val="en-US"/>
        </w:rPr>
        <w:t xml:space="preserve">the founder of astronautics, space travel in </w:t>
      </w:r>
      <w:smartTag w:uri="urn:schemas-microsoft-com:office:smarttags" w:element="country-region">
        <w:r w:rsidRPr="00AB5814">
          <w:rPr>
            <w:rStyle w:val="c2"/>
            <w:lang w:val="en-US"/>
          </w:rPr>
          <w:t>Russia</w:t>
        </w:r>
      </w:smartTag>
    </w:p>
    <w:p w:rsidR="00285131" w:rsidRPr="00AB5814" w:rsidRDefault="00285131" w:rsidP="00155365">
      <w:pPr>
        <w:spacing w:line="360" w:lineRule="auto"/>
        <w:jc w:val="center"/>
        <w:rPr>
          <w:lang w:val="en-US"/>
        </w:rPr>
      </w:pPr>
      <w:r w:rsidRPr="001613F9">
        <w:rPr>
          <w:rStyle w:val="c2"/>
          <w:lang w:val="en-US"/>
        </w:rPr>
        <w:t xml:space="preserve">             </w:t>
      </w:r>
      <w:r w:rsidRPr="001613F9">
        <w:rPr>
          <w:rStyle w:val="c2"/>
          <w:b/>
          <w:lang w:val="en-US"/>
        </w:rPr>
        <w:t>9.</w:t>
      </w:r>
      <w:r w:rsidRPr="001613F9">
        <w:rPr>
          <w:rStyle w:val="c2"/>
          <w:lang w:val="en-US"/>
        </w:rPr>
        <w:t xml:space="preserve">    </w:t>
      </w:r>
      <w:r w:rsidRPr="00AB5814">
        <w:rPr>
          <w:rStyle w:val="c2"/>
          <w:lang w:val="en-US"/>
        </w:rPr>
        <w:t>a famous founder of practical cosmonautics, the chief constructor</w:t>
      </w:r>
    </w:p>
    <w:p w:rsidR="00285131" w:rsidRPr="00092F9B" w:rsidRDefault="00285131" w:rsidP="001E1296">
      <w:pPr>
        <w:spacing w:line="360" w:lineRule="auto"/>
        <w:rPr>
          <w:lang w:val="en-US"/>
        </w:rPr>
      </w:pPr>
      <w:r>
        <w:rPr>
          <w:rStyle w:val="c0"/>
          <w:lang w:val="en-US"/>
        </w:rPr>
        <w:t xml:space="preserve">                              </w:t>
      </w:r>
      <w:r w:rsidRPr="001613F9">
        <w:rPr>
          <w:rStyle w:val="c0"/>
          <w:b/>
          <w:lang w:val="en-US"/>
        </w:rPr>
        <w:t>10.</w:t>
      </w:r>
      <w:r w:rsidRPr="001613F9">
        <w:rPr>
          <w:rStyle w:val="c0"/>
          <w:lang w:val="en-US"/>
        </w:rPr>
        <w:t xml:space="preserve">   </w:t>
      </w:r>
      <w:r w:rsidRPr="00AB5814">
        <w:rPr>
          <w:rStyle w:val="c0"/>
          <w:lang w:val="en-US"/>
        </w:rPr>
        <w:t>the history of our space exploration and respect its heroes</w:t>
      </w:r>
    </w:p>
    <w:p w:rsidR="00285131" w:rsidRPr="00092F9B" w:rsidRDefault="00285131" w:rsidP="00D70FBE">
      <w:pPr>
        <w:rPr>
          <w:b/>
          <w:lang w:val="en-US"/>
        </w:rPr>
      </w:pPr>
      <w:r w:rsidRPr="00B301EA">
        <w:rPr>
          <w:b/>
          <w:lang w:val="en-US"/>
        </w:rPr>
        <w:t xml:space="preserve">Teacher: </w:t>
      </w:r>
      <w:r w:rsidRPr="00092F9B">
        <w:rPr>
          <w:lang w:val="en-US"/>
        </w:rPr>
        <w:t>e) Now, try to retell this text then. First of all every pupil will try to make up one sentence by another using your own “pyramid”. It will be our group retelling.</w:t>
      </w:r>
    </w:p>
    <w:p w:rsidR="00285131" w:rsidRPr="00092F9B" w:rsidRDefault="00285131" w:rsidP="001E1296">
      <w:pPr>
        <w:pStyle w:val="c5c15"/>
        <w:spacing w:before="0" w:beforeAutospacing="0" w:after="0" w:afterAutospacing="0"/>
        <w:rPr>
          <w:rStyle w:val="c11"/>
          <w:lang w:val="en-US"/>
        </w:rPr>
      </w:pPr>
      <w:r w:rsidRPr="00092F9B">
        <w:rPr>
          <w:i/>
          <w:lang w:val="en-US"/>
        </w:rPr>
        <w:t>e. g. P1:</w:t>
      </w:r>
      <w:r w:rsidRPr="00092F9B">
        <w:rPr>
          <w:rStyle w:val="c11"/>
          <w:b/>
          <w:lang w:val="en-US"/>
        </w:rPr>
        <w:t xml:space="preserve"> Space </w:t>
      </w:r>
      <w:r w:rsidRPr="00092F9B">
        <w:rPr>
          <w:rStyle w:val="c11"/>
          <w:lang w:val="en-US"/>
        </w:rPr>
        <w:t>exploration was one of the main</w:t>
      </w:r>
      <w:r>
        <w:rPr>
          <w:rStyle w:val="c11"/>
          <w:lang w:val="en-US"/>
        </w:rPr>
        <w:t xml:space="preserve"> in our country</w:t>
      </w:r>
      <w:r w:rsidRPr="00092F9B">
        <w:rPr>
          <w:rStyle w:val="c11"/>
          <w:lang w:val="en-US"/>
        </w:rPr>
        <w:t>.</w:t>
      </w:r>
    </w:p>
    <w:p w:rsidR="00285131" w:rsidRPr="00092F9B" w:rsidRDefault="00285131" w:rsidP="00EC3239">
      <w:pPr>
        <w:pStyle w:val="c5c15"/>
        <w:spacing w:before="0" w:beforeAutospacing="0" w:after="0" w:afterAutospacing="0"/>
        <w:rPr>
          <w:rStyle w:val="c2"/>
          <w:lang w:val="en-US"/>
        </w:rPr>
      </w:pPr>
      <w:r w:rsidRPr="00092F9B">
        <w:rPr>
          <w:i/>
          <w:lang w:val="en-US"/>
        </w:rPr>
        <w:t>P2:</w:t>
      </w:r>
      <w:r w:rsidRPr="00092F9B">
        <w:rPr>
          <w:rStyle w:val="c11"/>
          <w:lang w:val="en-US"/>
        </w:rPr>
        <w:t xml:space="preserve"> </w:t>
      </w:r>
      <w:smartTag w:uri="urn:schemas-microsoft-com:office:smarttags" w:element="country-region">
        <w:r w:rsidRPr="00092F9B">
          <w:rPr>
            <w:rStyle w:val="c11"/>
            <w:lang w:val="en-US"/>
          </w:rPr>
          <w:t>Russia</w:t>
        </w:r>
      </w:smartTag>
      <w:r w:rsidRPr="00092F9B">
        <w:rPr>
          <w:rStyle w:val="c11"/>
          <w:lang w:val="en-US"/>
        </w:rPr>
        <w:t xml:space="preserve"> </w:t>
      </w:r>
      <w:r w:rsidRPr="00092F9B">
        <w:rPr>
          <w:lang w:val="en-US"/>
        </w:rPr>
        <w:t xml:space="preserve">launched the first </w:t>
      </w:r>
      <w:r>
        <w:rPr>
          <w:b/>
          <w:lang w:val="en-US"/>
        </w:rPr>
        <w:t>man</w:t>
      </w:r>
      <w:r w:rsidRPr="00212BD2">
        <w:rPr>
          <w:b/>
          <w:lang w:val="en-US"/>
        </w:rPr>
        <w:t>-</w:t>
      </w:r>
      <w:r w:rsidRPr="00092F9B">
        <w:rPr>
          <w:b/>
          <w:lang w:val="en-US"/>
        </w:rPr>
        <w:t>made satellite</w:t>
      </w:r>
      <w:r w:rsidRPr="00092F9B">
        <w:rPr>
          <w:lang w:val="en-US"/>
        </w:rPr>
        <w:t xml:space="preserve"> into space.</w:t>
      </w:r>
    </w:p>
    <w:p w:rsidR="00285131" w:rsidRPr="00092F9B" w:rsidRDefault="00285131" w:rsidP="00523269">
      <w:pPr>
        <w:tabs>
          <w:tab w:val="left" w:pos="3525"/>
        </w:tabs>
        <w:spacing w:line="360" w:lineRule="auto"/>
        <w:rPr>
          <w:lang w:val="en-US"/>
        </w:rPr>
      </w:pPr>
      <w:r w:rsidRPr="00092F9B">
        <w:rPr>
          <w:i/>
          <w:lang w:val="en-US"/>
        </w:rPr>
        <w:t>P3…</w:t>
      </w:r>
      <w:r w:rsidRPr="00092F9B">
        <w:rPr>
          <w:b/>
          <w:lang w:val="en-US"/>
        </w:rPr>
        <w:t xml:space="preserve"> </w:t>
      </w:r>
    </w:p>
    <w:p w:rsidR="00285131" w:rsidRPr="00784623" w:rsidRDefault="00285131" w:rsidP="00D70FBE">
      <w:r w:rsidRPr="00B301EA">
        <w:rPr>
          <w:b/>
          <w:lang w:val="en-US"/>
        </w:rPr>
        <w:t xml:space="preserve">Teacher: </w:t>
      </w:r>
      <w:r w:rsidRPr="00092F9B">
        <w:rPr>
          <w:lang w:val="en-US"/>
        </w:rPr>
        <w:t>f)</w:t>
      </w:r>
      <w:r w:rsidRPr="00092F9B">
        <w:rPr>
          <w:b/>
          <w:lang w:val="en-US"/>
        </w:rPr>
        <w:t xml:space="preserve"> </w:t>
      </w:r>
      <w:r w:rsidRPr="00092F9B">
        <w:rPr>
          <w:lang w:val="en-US"/>
        </w:rPr>
        <w:t xml:space="preserve">Let’s prepare your own retelling of this text from the beginning to the end. </w:t>
      </w:r>
      <w:r w:rsidRPr="00092F9B">
        <w:t xml:space="preserve">(Можно спросить 1-2 сильных учащихся, а слабые учащиеся могут приготовить сообщение дома, пользуясь опорой). </w:t>
      </w:r>
    </w:p>
    <w:p w:rsidR="00285131" w:rsidRPr="00092F9B" w:rsidRDefault="00285131" w:rsidP="00D70FBE">
      <w:pPr>
        <w:rPr>
          <w:b/>
          <w:lang w:val="en-US"/>
        </w:rPr>
      </w:pPr>
      <w:r w:rsidRPr="00092F9B">
        <w:rPr>
          <w:b/>
          <w:lang w:val="en-US"/>
        </w:rPr>
        <w:t xml:space="preserve">III. </w:t>
      </w:r>
      <w:r w:rsidRPr="00092F9B">
        <w:rPr>
          <w:b/>
        </w:rPr>
        <w:t>Стадия</w:t>
      </w:r>
      <w:r w:rsidRPr="00092F9B">
        <w:rPr>
          <w:b/>
          <w:lang w:val="en-US"/>
        </w:rPr>
        <w:t xml:space="preserve"> </w:t>
      </w:r>
      <w:r w:rsidRPr="00092F9B">
        <w:rPr>
          <w:b/>
        </w:rPr>
        <w:t>закрепления</w:t>
      </w:r>
      <w:r w:rsidRPr="00092F9B">
        <w:rPr>
          <w:b/>
          <w:lang w:val="en-US"/>
        </w:rPr>
        <w:t xml:space="preserve">. Presentation – </w:t>
      </w:r>
      <w:r>
        <w:rPr>
          <w:b/>
          <w:lang w:val="en-US"/>
        </w:rPr>
        <w:t xml:space="preserve">test </w:t>
      </w:r>
      <w:r w:rsidRPr="00092F9B">
        <w:rPr>
          <w:b/>
          <w:lang w:val="en-US"/>
        </w:rPr>
        <w:t>«Space Quiz”.</w:t>
      </w:r>
    </w:p>
    <w:p w:rsidR="00285131" w:rsidRPr="00092F9B" w:rsidRDefault="00285131" w:rsidP="00D70FBE">
      <w:pPr>
        <w:rPr>
          <w:lang w:val="en-US"/>
        </w:rPr>
      </w:pPr>
      <w:r w:rsidRPr="00092F9B">
        <w:rPr>
          <w:b/>
          <w:lang w:val="en-US"/>
        </w:rPr>
        <w:t xml:space="preserve">Teacher: </w:t>
      </w:r>
      <w:r w:rsidRPr="00092F9B">
        <w:rPr>
          <w:lang w:val="en-US"/>
        </w:rPr>
        <w:t xml:space="preserve">The next kind of our work will be a short space quiz (presentation). </w:t>
      </w:r>
      <w:r>
        <w:rPr>
          <w:lang w:val="en-US"/>
        </w:rPr>
        <w:t>Be attentive! Then you’ll correct your answers.</w:t>
      </w:r>
    </w:p>
    <w:p w:rsidR="00285131" w:rsidRPr="00B4433C" w:rsidRDefault="00285131" w:rsidP="00B4433C">
      <w:pPr>
        <w:tabs>
          <w:tab w:val="left" w:pos="3525"/>
        </w:tabs>
        <w:rPr>
          <w:lang w:val="en-US"/>
        </w:rPr>
      </w:pPr>
      <w:r w:rsidRPr="00B4433C">
        <w:rPr>
          <w:lang w:val="en-US"/>
        </w:rPr>
        <w:t xml:space="preserve">1 slide: </w:t>
      </w:r>
      <w:r>
        <w:rPr>
          <w:lang w:val="en-US"/>
        </w:rPr>
        <w:t>the title of the presentation</w:t>
      </w:r>
    </w:p>
    <w:p w:rsidR="00285131" w:rsidRPr="00B4433C" w:rsidRDefault="00285131" w:rsidP="00B4433C">
      <w:pPr>
        <w:tabs>
          <w:tab w:val="left" w:pos="3525"/>
        </w:tabs>
        <w:rPr>
          <w:lang w:val="en-US"/>
        </w:rPr>
      </w:pPr>
      <w:r w:rsidRPr="00B4433C">
        <w:rPr>
          <w:lang w:val="en-US"/>
        </w:rPr>
        <w:t>2 slide</w:t>
      </w:r>
      <w:r w:rsidRPr="00092F9B">
        <w:rPr>
          <w:b/>
          <w:lang w:val="en-US"/>
        </w:rPr>
        <w:t xml:space="preserve">: </w:t>
      </w:r>
      <w:r w:rsidRPr="00B4433C">
        <w:rPr>
          <w:lang w:val="en-US"/>
        </w:rPr>
        <w:t>spell the words</w:t>
      </w:r>
    </w:p>
    <w:p w:rsidR="00285131" w:rsidRDefault="00285131" w:rsidP="00B4433C">
      <w:pPr>
        <w:tabs>
          <w:tab w:val="left" w:pos="3525"/>
        </w:tabs>
        <w:rPr>
          <w:lang w:val="en-US"/>
        </w:rPr>
      </w:pPr>
      <w:r>
        <w:rPr>
          <w:lang w:val="en-US"/>
        </w:rPr>
        <w:t>3-8</w:t>
      </w:r>
      <w:r w:rsidRPr="00B4433C">
        <w:rPr>
          <w:lang w:val="en-US"/>
        </w:rPr>
        <w:t xml:space="preserve"> slide</w:t>
      </w:r>
      <w:r>
        <w:rPr>
          <w:lang w:val="en-US"/>
        </w:rPr>
        <w:t>s</w:t>
      </w:r>
      <w:r w:rsidRPr="00092F9B">
        <w:rPr>
          <w:b/>
          <w:lang w:val="en-US"/>
        </w:rPr>
        <w:t>:</w:t>
      </w:r>
      <w:r>
        <w:rPr>
          <w:b/>
          <w:lang w:val="en-US"/>
        </w:rPr>
        <w:t xml:space="preserve"> </w:t>
      </w:r>
      <w:r w:rsidRPr="00B4433C">
        <w:rPr>
          <w:lang w:val="en-US"/>
        </w:rPr>
        <w:t>questions over the text</w:t>
      </w:r>
    </w:p>
    <w:p w:rsidR="00285131" w:rsidRDefault="00285131" w:rsidP="00B4433C">
      <w:pPr>
        <w:tabs>
          <w:tab w:val="left" w:pos="3525"/>
        </w:tabs>
        <w:rPr>
          <w:lang w:val="en-US"/>
        </w:rPr>
      </w:pPr>
      <w:r>
        <w:rPr>
          <w:lang w:val="en-US"/>
        </w:rPr>
        <w:t>9</w:t>
      </w:r>
      <w:r w:rsidRPr="00B4433C">
        <w:rPr>
          <w:lang w:val="en-US"/>
        </w:rPr>
        <w:t xml:space="preserve"> slide</w:t>
      </w:r>
      <w:r w:rsidRPr="00092F9B">
        <w:rPr>
          <w:b/>
          <w:lang w:val="en-US"/>
        </w:rPr>
        <w:t>:</w:t>
      </w:r>
      <w:r>
        <w:rPr>
          <w:b/>
          <w:lang w:val="en-US"/>
        </w:rPr>
        <w:t xml:space="preserve"> </w:t>
      </w:r>
      <w:r w:rsidRPr="00B4433C">
        <w:rPr>
          <w:lang w:val="en-US"/>
        </w:rPr>
        <w:t>correct your results</w:t>
      </w:r>
    </w:p>
    <w:p w:rsidR="00285131" w:rsidRDefault="00285131" w:rsidP="00B4433C">
      <w:pPr>
        <w:tabs>
          <w:tab w:val="left" w:pos="3525"/>
        </w:tabs>
        <w:rPr>
          <w:lang w:val="en-US"/>
        </w:rPr>
      </w:pPr>
      <w:r>
        <w:rPr>
          <w:lang w:val="en-US"/>
        </w:rPr>
        <w:t>10</w:t>
      </w:r>
      <w:r w:rsidRPr="00B4433C">
        <w:rPr>
          <w:lang w:val="en-US"/>
        </w:rPr>
        <w:t xml:space="preserve"> slide</w:t>
      </w:r>
      <w:r w:rsidRPr="00092F9B">
        <w:rPr>
          <w:b/>
          <w:lang w:val="en-US"/>
        </w:rPr>
        <w:t>:</w:t>
      </w:r>
      <w:r>
        <w:rPr>
          <w:b/>
          <w:lang w:val="en-US"/>
        </w:rPr>
        <w:t xml:space="preserve"> </w:t>
      </w:r>
      <w:r w:rsidRPr="00B4433C">
        <w:rPr>
          <w:lang w:val="en-US"/>
        </w:rPr>
        <w:t>spell</w:t>
      </w:r>
      <w:r>
        <w:rPr>
          <w:lang w:val="en-US"/>
        </w:rPr>
        <w:t>ing of</w:t>
      </w:r>
      <w:r w:rsidRPr="00B4433C">
        <w:rPr>
          <w:lang w:val="en-US"/>
        </w:rPr>
        <w:t xml:space="preserve"> the words</w:t>
      </w:r>
    </w:p>
    <w:p w:rsidR="00285131" w:rsidRPr="00762FBE" w:rsidRDefault="00285131" w:rsidP="00B4433C">
      <w:pPr>
        <w:tabs>
          <w:tab w:val="left" w:pos="3525"/>
        </w:tabs>
      </w:pPr>
      <w:r w:rsidRPr="00762FBE">
        <w:t xml:space="preserve">11-16 </w:t>
      </w:r>
      <w:r w:rsidRPr="00B4433C">
        <w:rPr>
          <w:lang w:val="en-US"/>
        </w:rPr>
        <w:t>slide</w:t>
      </w:r>
      <w:r>
        <w:rPr>
          <w:lang w:val="en-US"/>
        </w:rPr>
        <w:t>s</w:t>
      </w:r>
      <w:r w:rsidRPr="00762FBE">
        <w:rPr>
          <w:b/>
        </w:rPr>
        <w:t>:</w:t>
      </w:r>
      <w:r w:rsidRPr="00762FBE">
        <w:t xml:space="preserve"> </w:t>
      </w:r>
      <w:r>
        <w:rPr>
          <w:lang w:val="en-US"/>
        </w:rPr>
        <w:t>answers</w:t>
      </w:r>
      <w:r w:rsidRPr="00762FBE">
        <w:t xml:space="preserve"> </w:t>
      </w:r>
      <w:r>
        <w:rPr>
          <w:lang w:val="en-US"/>
        </w:rPr>
        <w:t>to</w:t>
      </w:r>
      <w:r w:rsidRPr="00762FBE">
        <w:t xml:space="preserve"> </w:t>
      </w:r>
      <w:r>
        <w:rPr>
          <w:lang w:val="en-US"/>
        </w:rPr>
        <w:t>the</w:t>
      </w:r>
      <w:r w:rsidRPr="00762FBE">
        <w:t xml:space="preserve"> </w:t>
      </w:r>
      <w:r w:rsidRPr="00B4433C">
        <w:rPr>
          <w:lang w:val="en-US"/>
        </w:rPr>
        <w:t>questions</w:t>
      </w:r>
    </w:p>
    <w:p w:rsidR="00285131" w:rsidRPr="00762FBE" w:rsidRDefault="00285131" w:rsidP="00B4433C">
      <w:pPr>
        <w:tabs>
          <w:tab w:val="left" w:pos="3525"/>
        </w:tabs>
      </w:pPr>
      <w:r>
        <w:t>Учащиеся проверяют и оценивают свои работы.</w:t>
      </w:r>
    </w:p>
    <w:p w:rsidR="00285131" w:rsidRPr="00762FBE" w:rsidRDefault="00285131" w:rsidP="00B4433C">
      <w:pPr>
        <w:tabs>
          <w:tab w:val="left" w:pos="3525"/>
        </w:tabs>
      </w:pPr>
    </w:p>
    <w:p w:rsidR="00285131" w:rsidRPr="00784623" w:rsidRDefault="00285131" w:rsidP="00784623">
      <w:pPr>
        <w:spacing w:line="360" w:lineRule="auto"/>
        <w:rPr>
          <w:b/>
        </w:rPr>
      </w:pPr>
      <w:r w:rsidRPr="00092F9B">
        <w:rPr>
          <w:b/>
          <w:lang w:val="en-US"/>
        </w:rPr>
        <w:t>IV</w:t>
      </w:r>
      <w:r w:rsidRPr="00535111">
        <w:rPr>
          <w:b/>
        </w:rPr>
        <w:t>.</w:t>
      </w:r>
      <w:r w:rsidRPr="00535111">
        <w:t xml:space="preserve"> </w:t>
      </w:r>
      <w:r w:rsidRPr="00092F9B">
        <w:rPr>
          <w:b/>
          <w:u w:val="single"/>
        </w:rPr>
        <w:t>Стадия</w:t>
      </w:r>
      <w:r w:rsidRPr="00535111">
        <w:rPr>
          <w:b/>
          <w:u w:val="single"/>
        </w:rPr>
        <w:t xml:space="preserve"> </w:t>
      </w:r>
      <w:r w:rsidRPr="00092F9B">
        <w:rPr>
          <w:b/>
          <w:u w:val="single"/>
        </w:rPr>
        <w:t>рефлексии</w:t>
      </w:r>
      <w:r w:rsidRPr="00535111">
        <w:rPr>
          <w:b/>
          <w:u w:val="single"/>
        </w:rPr>
        <w:t xml:space="preserve"> </w:t>
      </w:r>
      <w:r w:rsidRPr="00535111">
        <w:rPr>
          <w:b/>
        </w:rPr>
        <w:t>(</w:t>
      </w:r>
      <w:r w:rsidRPr="00092F9B">
        <w:rPr>
          <w:b/>
          <w:lang w:val="en-US"/>
        </w:rPr>
        <w:t>Reflection</w:t>
      </w:r>
      <w:r w:rsidRPr="00535111">
        <w:rPr>
          <w:b/>
        </w:rPr>
        <w:t>)</w:t>
      </w:r>
    </w:p>
    <w:p w:rsidR="00285131" w:rsidRPr="00784623" w:rsidRDefault="00285131" w:rsidP="00784623">
      <w:pPr>
        <w:rPr>
          <w:b/>
        </w:rPr>
      </w:pPr>
      <w:r w:rsidRPr="00092F9B">
        <w:t>Подведение</w:t>
      </w:r>
      <w:r w:rsidRPr="00535111">
        <w:t xml:space="preserve"> </w:t>
      </w:r>
      <w:r w:rsidRPr="00092F9B">
        <w:t>итога</w:t>
      </w:r>
      <w:r w:rsidRPr="00535111">
        <w:t xml:space="preserve"> </w:t>
      </w:r>
      <w:r w:rsidRPr="00092F9B">
        <w:t>урока</w:t>
      </w:r>
      <w:r w:rsidRPr="00535111">
        <w:t xml:space="preserve"> </w:t>
      </w:r>
      <w:r w:rsidRPr="00092F9B">
        <w:t>и</w:t>
      </w:r>
      <w:r w:rsidRPr="00535111">
        <w:t xml:space="preserve"> </w:t>
      </w:r>
      <w:r w:rsidRPr="00092F9B">
        <w:t>заполнение</w:t>
      </w:r>
      <w:r w:rsidRPr="00535111">
        <w:t xml:space="preserve"> </w:t>
      </w:r>
      <w:r w:rsidRPr="00092F9B">
        <w:t>оценочного листа учащимися</w:t>
      </w:r>
      <w:r>
        <w:t>.</w:t>
      </w:r>
    </w:p>
    <w:p w:rsidR="00285131" w:rsidRPr="00762FBE" w:rsidRDefault="00285131" w:rsidP="00784623">
      <w:pPr>
        <w:rPr>
          <w:b/>
          <w:lang w:val="en-US"/>
        </w:rPr>
      </w:pPr>
      <w:r w:rsidRPr="00092F9B">
        <w:rPr>
          <w:b/>
          <w:lang w:val="en-US"/>
        </w:rPr>
        <w:t>Teacher</w:t>
      </w:r>
      <w:r w:rsidRPr="00092F9B">
        <w:rPr>
          <w:lang w:val="en-US"/>
        </w:rPr>
        <w:t>: Dear children, our lesson is almost over. I think you have already known more about space age then at the beginning of our lesson. Now I’ll give you the reflection cards. Try to answer the questions and return to me.</w:t>
      </w:r>
      <w:r w:rsidRPr="00092F9B">
        <w:rPr>
          <w:i/>
          <w:lang w:val="en-US"/>
        </w:rPr>
        <w:t xml:space="preserve"> </w:t>
      </w:r>
      <w:r w:rsidRPr="00092F9B">
        <w:t>Учащиеся</w:t>
      </w:r>
      <w:r w:rsidRPr="00092F9B">
        <w:rPr>
          <w:lang w:val="en-US"/>
        </w:rPr>
        <w:t xml:space="preserve"> </w:t>
      </w:r>
      <w:r w:rsidRPr="00092F9B">
        <w:t>заполняют</w:t>
      </w:r>
      <w:r w:rsidRPr="00092F9B">
        <w:rPr>
          <w:lang w:val="en-US"/>
        </w:rPr>
        <w:t xml:space="preserve"> </w:t>
      </w:r>
      <w:r w:rsidRPr="00092F9B">
        <w:t>оценочные</w:t>
      </w:r>
      <w:r w:rsidRPr="00092F9B">
        <w:rPr>
          <w:lang w:val="en-US"/>
        </w:rPr>
        <w:t xml:space="preserve"> </w:t>
      </w:r>
      <w:r w:rsidRPr="00092F9B">
        <w:t>карточки</w:t>
      </w:r>
      <w:r w:rsidRPr="00092F9B">
        <w:rPr>
          <w:lang w:val="en-US"/>
        </w:rPr>
        <w:t xml:space="preserve"> </w:t>
      </w:r>
      <w:r w:rsidRPr="00092F9B">
        <w:t>и</w:t>
      </w:r>
      <w:r w:rsidRPr="00092F9B">
        <w:rPr>
          <w:lang w:val="en-US"/>
        </w:rPr>
        <w:t xml:space="preserve"> </w:t>
      </w:r>
      <w:r w:rsidRPr="00092F9B">
        <w:t>сдают</w:t>
      </w:r>
      <w:r w:rsidRPr="00092F9B">
        <w:rPr>
          <w:lang w:val="en-US"/>
        </w:rPr>
        <w:t xml:space="preserve"> </w:t>
      </w:r>
      <w:r w:rsidRPr="00092F9B">
        <w:t>учителю</w:t>
      </w:r>
      <w:r w:rsidRPr="00092F9B">
        <w:rPr>
          <w:lang w:val="en-US"/>
        </w:rPr>
        <w:t xml:space="preserve">. </w:t>
      </w:r>
    </w:p>
    <w:p w:rsidR="00285131" w:rsidRPr="00535111" w:rsidRDefault="00285131" w:rsidP="00784623">
      <w:pPr>
        <w:rPr>
          <w:color w:val="000000"/>
          <w:lang w:val="en-US"/>
        </w:rPr>
      </w:pPr>
      <w:r w:rsidRPr="00092F9B">
        <w:rPr>
          <w:lang w:val="en-US"/>
        </w:rPr>
        <w:t>I’d like to thank you for your good work at the lesson. I give you excellent marks to …, good</w:t>
      </w:r>
      <w:r w:rsidRPr="00535111">
        <w:rPr>
          <w:lang w:val="en-US"/>
        </w:rPr>
        <w:t xml:space="preserve"> </w:t>
      </w:r>
      <w:r w:rsidRPr="00092F9B">
        <w:rPr>
          <w:lang w:val="en-US"/>
        </w:rPr>
        <w:t xml:space="preserve">marks – to …. I </w:t>
      </w:r>
      <w:r w:rsidRPr="00535111">
        <w:rPr>
          <w:lang w:val="en-US"/>
        </w:rPr>
        <w:t xml:space="preserve">wish you be healthy, </w:t>
      </w:r>
      <w:r w:rsidRPr="00535111">
        <w:rPr>
          <w:color w:val="000000"/>
          <w:lang w:val="en-US"/>
        </w:rPr>
        <w:t>creative</w:t>
      </w:r>
      <w:r>
        <w:rPr>
          <w:color w:val="000000"/>
          <w:lang w:val="en-US"/>
        </w:rPr>
        <w:t>,</w:t>
      </w:r>
      <w:r w:rsidRPr="00535111">
        <w:rPr>
          <w:color w:val="000000"/>
          <w:lang w:val="en-US"/>
        </w:rPr>
        <w:t xml:space="preserve"> intelligent and happy in English!</w:t>
      </w:r>
      <w:r>
        <w:rPr>
          <w:color w:val="000000"/>
          <w:lang w:val="en-US"/>
        </w:rPr>
        <w:t xml:space="preserve"> </w:t>
      </w:r>
      <w:r w:rsidRPr="00535111">
        <w:rPr>
          <w:lang w:val="en-US"/>
        </w:rPr>
        <w:t>The lesson is over. Good – bye!</w:t>
      </w:r>
    </w:p>
    <w:p w:rsidR="00285131" w:rsidRDefault="00285131" w:rsidP="00784623">
      <w:pPr>
        <w:rPr>
          <w:b/>
          <w:lang w:val="en-US"/>
        </w:rPr>
      </w:pPr>
    </w:p>
    <w:p w:rsidR="00285131" w:rsidRPr="00514C8B" w:rsidRDefault="00285131" w:rsidP="00523269">
      <w:pPr>
        <w:spacing w:line="360" w:lineRule="auto"/>
        <w:rPr>
          <w:sz w:val="28"/>
          <w:szCs w:val="28"/>
          <w:lang w:val="en-US"/>
        </w:rPr>
      </w:pPr>
      <w:r w:rsidRPr="00514C8B">
        <w:rPr>
          <w:b/>
        </w:rPr>
        <w:t>Оценочная</w:t>
      </w:r>
      <w:r w:rsidRPr="00514C8B">
        <w:rPr>
          <w:b/>
          <w:lang w:val="en-US"/>
        </w:rPr>
        <w:t xml:space="preserve"> </w:t>
      </w:r>
      <w:r w:rsidRPr="00514C8B">
        <w:rPr>
          <w:b/>
        </w:rPr>
        <w:t>карта</w:t>
      </w:r>
      <w:r w:rsidRPr="00514C8B">
        <w:rPr>
          <w:b/>
          <w:lang w:val="en-US"/>
        </w:rPr>
        <w:t xml:space="preserve"> </w:t>
      </w:r>
      <w:r w:rsidRPr="00514C8B">
        <w:rPr>
          <w:b/>
        </w:rPr>
        <w:t>ученика</w:t>
      </w:r>
      <w:r w:rsidRPr="003E687D">
        <w:rPr>
          <w:lang w:val="en-US"/>
        </w:rPr>
        <w:t xml:space="preserve">   _______________________________</w:t>
      </w:r>
    </w:p>
    <w:tbl>
      <w:tblPr>
        <w:tblpPr w:leftFromText="180" w:rightFromText="180" w:vertAnchor="text" w:horzAnchor="margin" w:tblpY="86"/>
        <w:tblW w:w="10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6"/>
        <w:gridCol w:w="4054"/>
        <w:gridCol w:w="2541"/>
      </w:tblGrid>
      <w:tr w:rsidR="00285131" w:rsidRPr="00FE35E1" w:rsidTr="009E0032">
        <w:trPr>
          <w:trHeight w:val="630"/>
        </w:trPr>
        <w:tc>
          <w:tcPr>
            <w:tcW w:w="3786" w:type="dxa"/>
          </w:tcPr>
          <w:p w:rsidR="00285131" w:rsidRPr="00762FBE" w:rsidRDefault="00285131" w:rsidP="009E0032">
            <w:pPr>
              <w:spacing w:line="360" w:lineRule="auto"/>
              <w:jc w:val="center"/>
              <w:rPr>
                <w:color w:val="000000"/>
                <w:sz w:val="20"/>
                <w:szCs w:val="20"/>
                <w:lang w:val="en-US"/>
              </w:rPr>
            </w:pPr>
            <w:r w:rsidRPr="00762FBE">
              <w:rPr>
                <w:b/>
                <w:color w:val="000000"/>
                <w:sz w:val="20"/>
                <w:szCs w:val="20"/>
                <w:lang w:val="en-US"/>
              </w:rPr>
              <w:t>Tasks</w:t>
            </w:r>
            <w:r w:rsidRPr="00762FBE">
              <w:rPr>
                <w:color w:val="000000"/>
                <w:sz w:val="20"/>
                <w:szCs w:val="20"/>
                <w:lang w:val="en-US"/>
              </w:rPr>
              <w:t xml:space="preserve"> (</w:t>
            </w:r>
            <w:r w:rsidRPr="00762FBE">
              <w:rPr>
                <w:color w:val="000000"/>
                <w:sz w:val="20"/>
                <w:szCs w:val="20"/>
              </w:rPr>
              <w:t>задания</w:t>
            </w:r>
            <w:r w:rsidRPr="00762FBE">
              <w:rPr>
                <w:color w:val="000000"/>
                <w:sz w:val="20"/>
                <w:szCs w:val="20"/>
                <w:lang w:val="en-US"/>
              </w:rPr>
              <w:t>)</w:t>
            </w:r>
          </w:p>
        </w:tc>
        <w:tc>
          <w:tcPr>
            <w:tcW w:w="4054" w:type="dxa"/>
          </w:tcPr>
          <w:p w:rsidR="00285131" w:rsidRPr="00762FBE" w:rsidRDefault="00285131" w:rsidP="009E0032">
            <w:pPr>
              <w:spacing w:line="360" w:lineRule="auto"/>
              <w:jc w:val="center"/>
              <w:rPr>
                <w:b/>
                <w:color w:val="000000"/>
                <w:sz w:val="20"/>
                <w:szCs w:val="20"/>
              </w:rPr>
            </w:pPr>
            <w:r w:rsidRPr="00762FBE">
              <w:rPr>
                <w:b/>
                <w:color w:val="000000"/>
                <w:sz w:val="20"/>
                <w:szCs w:val="20"/>
                <w:lang w:val="en-US"/>
              </w:rPr>
              <w:t>How</w:t>
            </w:r>
            <w:r w:rsidRPr="00762FBE">
              <w:rPr>
                <w:b/>
                <w:color w:val="000000"/>
                <w:sz w:val="20"/>
                <w:szCs w:val="20"/>
              </w:rPr>
              <w:t xml:space="preserve"> </w:t>
            </w:r>
            <w:r w:rsidRPr="00762FBE">
              <w:rPr>
                <w:b/>
                <w:color w:val="000000"/>
                <w:sz w:val="20"/>
                <w:szCs w:val="20"/>
                <w:lang w:val="en-US"/>
              </w:rPr>
              <w:t>I</w:t>
            </w:r>
            <w:r w:rsidRPr="00762FBE">
              <w:rPr>
                <w:b/>
                <w:color w:val="000000"/>
                <w:sz w:val="20"/>
                <w:szCs w:val="20"/>
              </w:rPr>
              <w:t xml:space="preserve"> </w:t>
            </w:r>
            <w:r w:rsidRPr="00762FBE">
              <w:rPr>
                <w:b/>
                <w:color w:val="000000"/>
                <w:sz w:val="20"/>
                <w:szCs w:val="20"/>
                <w:lang w:val="en-US"/>
              </w:rPr>
              <w:t>reflect</w:t>
            </w:r>
            <w:r w:rsidRPr="00762FBE">
              <w:rPr>
                <w:b/>
                <w:color w:val="000000"/>
                <w:sz w:val="20"/>
                <w:szCs w:val="20"/>
              </w:rPr>
              <w:t xml:space="preserve"> </w:t>
            </w:r>
            <w:r w:rsidRPr="00762FBE">
              <w:rPr>
                <w:b/>
                <w:color w:val="000000"/>
                <w:sz w:val="20"/>
                <w:szCs w:val="20"/>
                <w:lang w:val="en-US"/>
              </w:rPr>
              <w:t>my</w:t>
            </w:r>
            <w:r w:rsidRPr="00762FBE">
              <w:rPr>
                <w:b/>
                <w:color w:val="000000"/>
                <w:sz w:val="20"/>
                <w:szCs w:val="20"/>
              </w:rPr>
              <w:t xml:space="preserve"> </w:t>
            </w:r>
            <w:r w:rsidRPr="00762FBE">
              <w:rPr>
                <w:b/>
                <w:color w:val="000000"/>
                <w:sz w:val="20"/>
                <w:szCs w:val="20"/>
                <w:lang w:val="en-US"/>
              </w:rPr>
              <w:t>work</w:t>
            </w:r>
          </w:p>
          <w:p w:rsidR="00285131" w:rsidRPr="00762FBE" w:rsidRDefault="00285131" w:rsidP="009E0032">
            <w:pPr>
              <w:spacing w:line="360" w:lineRule="auto"/>
              <w:jc w:val="center"/>
              <w:rPr>
                <w:color w:val="000000"/>
                <w:sz w:val="20"/>
                <w:szCs w:val="20"/>
              </w:rPr>
            </w:pPr>
            <w:r w:rsidRPr="00762FBE">
              <w:rPr>
                <w:color w:val="000000"/>
                <w:sz w:val="20"/>
                <w:szCs w:val="20"/>
              </w:rPr>
              <w:t>(как я оцениваю свою работу)</w:t>
            </w:r>
          </w:p>
        </w:tc>
        <w:tc>
          <w:tcPr>
            <w:tcW w:w="2541" w:type="dxa"/>
          </w:tcPr>
          <w:p w:rsidR="00285131" w:rsidRPr="00762FBE" w:rsidRDefault="00285131" w:rsidP="009E0032">
            <w:pPr>
              <w:spacing w:line="360" w:lineRule="auto"/>
              <w:jc w:val="center"/>
              <w:rPr>
                <w:color w:val="000000"/>
                <w:sz w:val="20"/>
                <w:szCs w:val="20"/>
              </w:rPr>
            </w:pPr>
            <w:r w:rsidRPr="00762FBE">
              <w:rPr>
                <w:b/>
                <w:color w:val="000000"/>
                <w:sz w:val="20"/>
                <w:szCs w:val="20"/>
                <w:lang w:val="en-US"/>
              </w:rPr>
              <w:t>Wishes</w:t>
            </w:r>
            <w:r w:rsidRPr="00762FBE">
              <w:rPr>
                <w:color w:val="000000"/>
                <w:sz w:val="20"/>
                <w:szCs w:val="20"/>
                <w:lang w:val="en-US"/>
              </w:rPr>
              <w:t xml:space="preserve"> </w:t>
            </w:r>
            <w:r w:rsidRPr="00762FBE">
              <w:rPr>
                <w:color w:val="000000"/>
                <w:sz w:val="20"/>
                <w:szCs w:val="20"/>
              </w:rPr>
              <w:t>(пожелания)</w:t>
            </w:r>
          </w:p>
        </w:tc>
      </w:tr>
      <w:tr w:rsidR="00285131" w:rsidRPr="00FE35E1" w:rsidTr="009E0032">
        <w:trPr>
          <w:trHeight w:val="2154"/>
        </w:trPr>
        <w:tc>
          <w:tcPr>
            <w:tcW w:w="3786" w:type="dxa"/>
          </w:tcPr>
          <w:p w:rsidR="00285131" w:rsidRPr="00762FBE" w:rsidRDefault="00285131" w:rsidP="009E0032">
            <w:pPr>
              <w:rPr>
                <w:color w:val="000000"/>
                <w:sz w:val="20"/>
                <w:szCs w:val="20"/>
                <w:lang w:val="en-US"/>
              </w:rPr>
            </w:pPr>
          </w:p>
          <w:p w:rsidR="00285131" w:rsidRPr="00762FBE" w:rsidRDefault="00285131" w:rsidP="009E0032">
            <w:pPr>
              <w:rPr>
                <w:color w:val="000000"/>
                <w:sz w:val="20"/>
                <w:szCs w:val="20"/>
                <w:lang w:val="en-US"/>
              </w:rPr>
            </w:pPr>
            <w:r w:rsidRPr="00762FBE">
              <w:rPr>
                <w:color w:val="000000"/>
                <w:sz w:val="20"/>
                <w:szCs w:val="20"/>
                <w:lang w:val="en-US"/>
              </w:rPr>
              <w:t>1. speak English a lot;</w:t>
            </w:r>
          </w:p>
          <w:p w:rsidR="00285131" w:rsidRPr="00762FBE" w:rsidRDefault="00285131" w:rsidP="009E0032">
            <w:pPr>
              <w:rPr>
                <w:color w:val="000000"/>
                <w:sz w:val="20"/>
                <w:szCs w:val="20"/>
                <w:lang w:val="en-US"/>
              </w:rPr>
            </w:pPr>
            <w:r w:rsidRPr="00762FBE">
              <w:rPr>
                <w:color w:val="000000"/>
                <w:sz w:val="20"/>
                <w:szCs w:val="20"/>
                <w:lang w:val="en-US"/>
              </w:rPr>
              <w:t>2. fill in the Word Web (</w:t>
            </w:r>
            <w:r w:rsidRPr="00762FBE">
              <w:rPr>
                <w:color w:val="000000"/>
                <w:sz w:val="20"/>
                <w:szCs w:val="20"/>
              </w:rPr>
              <w:t>кластер</w:t>
            </w:r>
            <w:r w:rsidRPr="00762FBE">
              <w:rPr>
                <w:color w:val="000000"/>
                <w:sz w:val="20"/>
                <w:szCs w:val="20"/>
                <w:lang w:val="en-US"/>
              </w:rPr>
              <w:t>);</w:t>
            </w:r>
          </w:p>
          <w:p w:rsidR="00285131" w:rsidRPr="00762FBE" w:rsidRDefault="00285131" w:rsidP="009E0032">
            <w:pPr>
              <w:rPr>
                <w:color w:val="000000"/>
                <w:sz w:val="20"/>
                <w:szCs w:val="20"/>
                <w:lang w:val="en-US"/>
              </w:rPr>
            </w:pPr>
            <w:r w:rsidRPr="00762FBE">
              <w:rPr>
                <w:color w:val="000000"/>
                <w:sz w:val="20"/>
                <w:szCs w:val="20"/>
                <w:lang w:val="en-US"/>
              </w:rPr>
              <w:t>3 match the new words;</w:t>
            </w:r>
          </w:p>
          <w:p w:rsidR="00285131" w:rsidRPr="00762FBE" w:rsidRDefault="00285131" w:rsidP="009E0032">
            <w:pPr>
              <w:rPr>
                <w:color w:val="000000"/>
                <w:sz w:val="20"/>
                <w:szCs w:val="20"/>
                <w:lang w:val="en-US"/>
              </w:rPr>
            </w:pPr>
            <w:r w:rsidRPr="00762FBE">
              <w:rPr>
                <w:color w:val="000000"/>
                <w:sz w:val="20"/>
                <w:szCs w:val="20"/>
                <w:lang w:val="en-US"/>
              </w:rPr>
              <w:t>4. read the text;</w:t>
            </w:r>
          </w:p>
          <w:p w:rsidR="00285131" w:rsidRPr="00762FBE" w:rsidRDefault="00285131" w:rsidP="009E0032">
            <w:pPr>
              <w:rPr>
                <w:color w:val="000000"/>
                <w:sz w:val="20"/>
                <w:szCs w:val="20"/>
                <w:lang w:val="en-US"/>
              </w:rPr>
            </w:pPr>
            <w:r w:rsidRPr="00762FBE">
              <w:rPr>
                <w:color w:val="000000"/>
                <w:sz w:val="20"/>
                <w:szCs w:val="20"/>
                <w:lang w:val="en-US"/>
              </w:rPr>
              <w:t>5. fill in pyramid;</w:t>
            </w:r>
          </w:p>
          <w:p w:rsidR="00285131" w:rsidRPr="00762FBE" w:rsidRDefault="00285131" w:rsidP="009E0032">
            <w:pPr>
              <w:rPr>
                <w:color w:val="000000"/>
                <w:sz w:val="20"/>
                <w:szCs w:val="20"/>
                <w:lang w:val="en-US"/>
              </w:rPr>
            </w:pPr>
            <w:r w:rsidRPr="00762FBE">
              <w:rPr>
                <w:color w:val="000000"/>
                <w:sz w:val="20"/>
                <w:szCs w:val="20"/>
                <w:lang w:val="en-US"/>
              </w:rPr>
              <w:t>6. retell the text;</w:t>
            </w:r>
          </w:p>
          <w:p w:rsidR="00285131" w:rsidRPr="00762FBE" w:rsidRDefault="00285131" w:rsidP="009E0032">
            <w:pPr>
              <w:rPr>
                <w:color w:val="000000"/>
                <w:sz w:val="20"/>
                <w:szCs w:val="20"/>
                <w:lang w:val="en-US"/>
              </w:rPr>
            </w:pPr>
            <w:r w:rsidRPr="00762FBE">
              <w:rPr>
                <w:color w:val="000000"/>
                <w:sz w:val="20"/>
                <w:szCs w:val="20"/>
                <w:lang w:val="en-US"/>
              </w:rPr>
              <w:t>7. answer the questions in presentation-test</w:t>
            </w:r>
          </w:p>
          <w:p w:rsidR="00285131" w:rsidRPr="00762FBE" w:rsidRDefault="00285131" w:rsidP="009E0032">
            <w:pPr>
              <w:rPr>
                <w:color w:val="000000"/>
                <w:sz w:val="20"/>
                <w:szCs w:val="20"/>
              </w:rPr>
            </w:pPr>
            <w:r w:rsidRPr="00762FBE">
              <w:rPr>
                <w:color w:val="000000"/>
                <w:sz w:val="20"/>
                <w:szCs w:val="20"/>
              </w:rPr>
              <w:t xml:space="preserve">8. </w:t>
            </w:r>
            <w:r w:rsidRPr="00762FBE">
              <w:rPr>
                <w:color w:val="000000"/>
                <w:sz w:val="20"/>
                <w:szCs w:val="20"/>
                <w:lang w:val="en-US"/>
              </w:rPr>
              <w:t>reflect</w:t>
            </w:r>
            <w:r w:rsidRPr="00762FBE">
              <w:rPr>
                <w:color w:val="000000"/>
                <w:sz w:val="20"/>
                <w:szCs w:val="20"/>
              </w:rPr>
              <w:t xml:space="preserve"> </w:t>
            </w:r>
            <w:r w:rsidRPr="00762FBE">
              <w:rPr>
                <w:color w:val="000000"/>
                <w:sz w:val="20"/>
                <w:szCs w:val="20"/>
                <w:lang w:val="en-US"/>
              </w:rPr>
              <w:t>my</w:t>
            </w:r>
            <w:r w:rsidRPr="00762FBE">
              <w:rPr>
                <w:color w:val="000000"/>
                <w:sz w:val="20"/>
                <w:szCs w:val="20"/>
              </w:rPr>
              <w:t xml:space="preserve"> </w:t>
            </w:r>
            <w:r w:rsidRPr="00762FBE">
              <w:rPr>
                <w:color w:val="000000"/>
                <w:sz w:val="20"/>
                <w:szCs w:val="20"/>
                <w:lang w:val="en-US"/>
              </w:rPr>
              <w:t>work</w:t>
            </w:r>
            <w:r w:rsidRPr="00762FBE">
              <w:rPr>
                <w:color w:val="000000"/>
                <w:sz w:val="20"/>
                <w:szCs w:val="20"/>
              </w:rPr>
              <w:t>;</w:t>
            </w:r>
          </w:p>
          <w:p w:rsidR="00285131" w:rsidRPr="00762FBE" w:rsidRDefault="00285131" w:rsidP="009E0032">
            <w:pPr>
              <w:rPr>
                <w:color w:val="000000"/>
                <w:sz w:val="20"/>
                <w:szCs w:val="20"/>
              </w:rPr>
            </w:pPr>
          </w:p>
        </w:tc>
        <w:tc>
          <w:tcPr>
            <w:tcW w:w="4054" w:type="dxa"/>
          </w:tcPr>
          <w:p w:rsidR="00285131" w:rsidRPr="00762FBE" w:rsidRDefault="00285131" w:rsidP="009E0032">
            <w:pPr>
              <w:rPr>
                <w:color w:val="000000"/>
                <w:sz w:val="20"/>
                <w:szCs w:val="20"/>
              </w:rPr>
            </w:pPr>
          </w:p>
          <w:p w:rsidR="00285131" w:rsidRPr="00762FBE" w:rsidRDefault="00285131" w:rsidP="009E0032">
            <w:pPr>
              <w:rPr>
                <w:color w:val="000000"/>
                <w:sz w:val="20"/>
                <w:szCs w:val="20"/>
              </w:rPr>
            </w:pPr>
          </w:p>
          <w:p w:rsidR="00285131" w:rsidRPr="00762FBE" w:rsidRDefault="00285131" w:rsidP="009E0032">
            <w:pPr>
              <w:rPr>
                <w:color w:val="000000"/>
                <w:sz w:val="20"/>
                <w:szCs w:val="20"/>
              </w:rPr>
            </w:pPr>
            <w:r>
              <w:rPr>
                <w:noProof/>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39" type="#_x0000_t96" style="position:absolute;margin-left:.1pt;margin-top:2pt;width:18.25pt;height:17.75pt;z-index:251658240" wrapcoords="4500 0 0 4500 -900 7200 -900 14400 3600 20700 4500 20700 16200 20700 17100 20700 22500 14400 22500 9000 20700 4500 16200 0 4500 0">
                  <w10:wrap type="tight"/>
                </v:shape>
              </w:pict>
            </w:r>
            <w:r w:rsidRPr="00762FBE">
              <w:rPr>
                <w:color w:val="000000"/>
                <w:sz w:val="20"/>
                <w:szCs w:val="20"/>
              </w:rPr>
              <w:t xml:space="preserve">а) мне </w:t>
            </w:r>
            <w:r w:rsidRPr="00762FBE">
              <w:rPr>
                <w:b/>
                <w:color w:val="000000"/>
                <w:sz w:val="20"/>
                <w:szCs w:val="20"/>
                <w:u w:val="single"/>
              </w:rPr>
              <w:t>легко</w:t>
            </w:r>
            <w:r w:rsidRPr="00762FBE">
              <w:rPr>
                <w:color w:val="000000"/>
                <w:sz w:val="20"/>
                <w:szCs w:val="20"/>
              </w:rPr>
              <w:t xml:space="preserve"> было выполнять задания № …</w:t>
            </w:r>
          </w:p>
          <w:p w:rsidR="00285131" w:rsidRPr="00762FBE" w:rsidRDefault="00285131" w:rsidP="009E0032">
            <w:pPr>
              <w:rPr>
                <w:color w:val="000000"/>
                <w:sz w:val="20"/>
                <w:szCs w:val="20"/>
              </w:rPr>
            </w:pPr>
            <w:r>
              <w:rPr>
                <w:noProof/>
              </w:rPr>
              <w:pict>
                <v:shape id="_x0000_s1040" type="#_x0000_t96" style="position:absolute;margin-left:.1pt;margin-top:10.4pt;width:17.25pt;height:17.25pt;z-index:251659264" wrapcoords="4696 0 -939 5635 -939 15026 3757 20661 4696 20661 15965 20661 16904 20661 21600 15026 22539 9391 20661 4696 15965 0 4696 0">
                  <w10:wrap type="tight"/>
                </v:shape>
              </w:pict>
            </w:r>
          </w:p>
          <w:p w:rsidR="00285131" w:rsidRPr="00762FBE" w:rsidRDefault="00285131" w:rsidP="009E0032">
            <w:pPr>
              <w:rPr>
                <w:sz w:val="20"/>
                <w:szCs w:val="20"/>
              </w:rPr>
            </w:pPr>
            <w:r w:rsidRPr="00762FBE">
              <w:rPr>
                <w:sz w:val="20"/>
                <w:szCs w:val="20"/>
              </w:rPr>
              <w:t xml:space="preserve">б) мне </w:t>
            </w:r>
            <w:r w:rsidRPr="00762FBE">
              <w:rPr>
                <w:b/>
                <w:sz w:val="20"/>
                <w:szCs w:val="20"/>
                <w:u w:val="single"/>
              </w:rPr>
              <w:t>особо интересно</w:t>
            </w:r>
            <w:r w:rsidRPr="00762FBE">
              <w:rPr>
                <w:sz w:val="20"/>
                <w:szCs w:val="20"/>
              </w:rPr>
              <w:t xml:space="preserve"> было                        выполнять задания №….</w:t>
            </w:r>
          </w:p>
          <w:p w:rsidR="00285131" w:rsidRPr="00762FBE" w:rsidRDefault="00285131" w:rsidP="009E0032">
            <w:pPr>
              <w:rPr>
                <w:sz w:val="20"/>
                <w:szCs w:val="20"/>
              </w:rPr>
            </w:pPr>
            <w:r>
              <w:rPr>
                <w:noProof/>
              </w:rPr>
              <w:pict>
                <v:shape id="_x0000_s1041" type="#_x0000_t96" style="position:absolute;margin-left:.1pt;margin-top:14pt;width:17.25pt;height:17.25pt;z-index:251660288" wrapcoords="4696 0 -939 5635 -939 15026 3757 20661 4696 20661 15965 20661 16904 20661 21600 15026 22539 9391 20661 4696 15965 0 4696 0" adj="15510">
                  <w10:wrap type="tight"/>
                </v:shape>
              </w:pict>
            </w:r>
          </w:p>
          <w:p w:rsidR="00285131" w:rsidRPr="00762FBE" w:rsidRDefault="00285131" w:rsidP="009E0032">
            <w:pPr>
              <w:ind w:left="535" w:hanging="535"/>
              <w:rPr>
                <w:sz w:val="20"/>
                <w:szCs w:val="20"/>
              </w:rPr>
            </w:pPr>
            <w:r w:rsidRPr="00762FBE">
              <w:rPr>
                <w:sz w:val="20"/>
                <w:szCs w:val="20"/>
              </w:rPr>
              <w:t xml:space="preserve">в) я с </w:t>
            </w:r>
            <w:r w:rsidRPr="00762FBE">
              <w:rPr>
                <w:b/>
                <w:sz w:val="20"/>
                <w:szCs w:val="20"/>
                <w:u w:val="single"/>
              </w:rPr>
              <w:t>трудом справился</w:t>
            </w:r>
            <w:r w:rsidRPr="00762FBE">
              <w:rPr>
                <w:sz w:val="20"/>
                <w:szCs w:val="20"/>
              </w:rPr>
              <w:t xml:space="preserve"> с заданиями №….</w:t>
            </w:r>
          </w:p>
        </w:tc>
        <w:tc>
          <w:tcPr>
            <w:tcW w:w="2541" w:type="dxa"/>
          </w:tcPr>
          <w:p w:rsidR="00285131" w:rsidRPr="00762FBE" w:rsidRDefault="00285131" w:rsidP="009E0032">
            <w:pPr>
              <w:jc w:val="center"/>
              <w:rPr>
                <w:color w:val="000000"/>
                <w:sz w:val="20"/>
                <w:szCs w:val="20"/>
              </w:rPr>
            </w:pPr>
          </w:p>
          <w:p w:rsidR="00285131" w:rsidRPr="00762FBE" w:rsidRDefault="00285131" w:rsidP="009E0032">
            <w:pPr>
              <w:jc w:val="center"/>
              <w:rPr>
                <w:color w:val="000000"/>
                <w:sz w:val="20"/>
                <w:szCs w:val="20"/>
                <w:lang w:val="en-US"/>
              </w:rPr>
            </w:pPr>
            <w:r w:rsidRPr="00762FBE">
              <w:rPr>
                <w:color w:val="000000"/>
                <w:sz w:val="20"/>
                <w:szCs w:val="20"/>
                <w:lang w:val="en-US"/>
              </w:rPr>
              <w:t>I wish you be creative intelligent and happy in English!</w:t>
            </w:r>
          </w:p>
          <w:p w:rsidR="00285131" w:rsidRPr="00762FBE" w:rsidRDefault="00285131" w:rsidP="009E0032">
            <w:pPr>
              <w:rPr>
                <w:sz w:val="20"/>
                <w:szCs w:val="20"/>
                <w:lang w:val="en-US"/>
              </w:rPr>
            </w:pPr>
          </w:p>
          <w:p w:rsidR="00285131" w:rsidRPr="00762FBE" w:rsidRDefault="00285131" w:rsidP="009E0032">
            <w:pPr>
              <w:jc w:val="center"/>
              <w:rPr>
                <w:b/>
                <w:sz w:val="20"/>
                <w:szCs w:val="20"/>
                <w:lang w:val="en-US"/>
              </w:rPr>
            </w:pPr>
            <w:r w:rsidRPr="00762FBE">
              <w:rPr>
                <w:b/>
                <w:sz w:val="20"/>
                <w:szCs w:val="20"/>
                <w:lang w:val="en-US"/>
              </w:rPr>
              <w:t>Good luck!</w:t>
            </w:r>
          </w:p>
          <w:p w:rsidR="00285131" w:rsidRPr="00762FBE" w:rsidRDefault="00285131" w:rsidP="009E0032">
            <w:pPr>
              <w:rPr>
                <w:sz w:val="20"/>
                <w:szCs w:val="20"/>
                <w:lang w:val="en-US"/>
              </w:rPr>
            </w:pPr>
            <w:r>
              <w:rPr>
                <w:noProof/>
              </w:rPr>
              <w:pict>
                <v:shape id="_x0000_s1042" type="#_x0000_t96" style="position:absolute;margin-left:48.85pt;margin-top:9.95pt;width:27.15pt;height:26.95pt;z-index:251661312" wrapcoords="6000 0 1800 3000 -600 6600 -600 13200 1800 19200 6000 21000 15000 21000 19200 19200 22200 12000 22200 7800 18600 2400 15000 0 6000 0">
                  <w10:wrap type="tight"/>
                </v:shape>
              </w:pict>
            </w:r>
          </w:p>
          <w:p w:rsidR="00285131" w:rsidRPr="00762FBE" w:rsidRDefault="00285131" w:rsidP="009E0032">
            <w:pPr>
              <w:rPr>
                <w:sz w:val="20"/>
                <w:szCs w:val="20"/>
                <w:lang w:val="en-US"/>
              </w:rPr>
            </w:pPr>
          </w:p>
          <w:p w:rsidR="00285131" w:rsidRPr="00762FBE" w:rsidRDefault="00285131" w:rsidP="009E0032">
            <w:pPr>
              <w:ind w:firstLine="708"/>
              <w:rPr>
                <w:sz w:val="20"/>
                <w:szCs w:val="20"/>
                <w:lang w:val="en-US"/>
              </w:rPr>
            </w:pPr>
          </w:p>
        </w:tc>
      </w:tr>
    </w:tbl>
    <w:p w:rsidR="00285131" w:rsidRPr="00784623" w:rsidRDefault="00285131" w:rsidP="0083232E">
      <w:pPr>
        <w:pStyle w:val="ListParagraph"/>
        <w:spacing w:before="100" w:beforeAutospacing="1" w:after="100" w:afterAutospacing="1" w:line="240" w:lineRule="auto"/>
        <w:ind w:left="0"/>
        <w:rPr>
          <w:rFonts w:ascii="Times New Roman" w:hAnsi="Times New Roman"/>
          <w:b/>
          <w:sz w:val="24"/>
          <w:szCs w:val="24"/>
          <w:lang w:val="en-US" w:eastAsia="ru-RU"/>
        </w:rPr>
      </w:pPr>
    </w:p>
    <w:p w:rsidR="00285131" w:rsidRPr="0083232E" w:rsidRDefault="00285131" w:rsidP="0083232E">
      <w:pPr>
        <w:pStyle w:val="ListParagraph"/>
        <w:spacing w:before="100" w:beforeAutospacing="1" w:after="100" w:afterAutospacing="1" w:line="240" w:lineRule="auto"/>
        <w:ind w:left="0"/>
        <w:rPr>
          <w:rFonts w:ascii="Times New Roman" w:hAnsi="Times New Roman"/>
          <w:b/>
          <w:color w:val="000000"/>
          <w:sz w:val="24"/>
          <w:szCs w:val="24"/>
          <w:lang w:eastAsia="ru-RU"/>
        </w:rPr>
      </w:pPr>
      <w:r w:rsidRPr="0083232E">
        <w:rPr>
          <w:rFonts w:ascii="Times New Roman" w:hAnsi="Times New Roman"/>
          <w:b/>
          <w:sz w:val="24"/>
          <w:szCs w:val="24"/>
          <w:lang w:eastAsia="ru-RU"/>
        </w:rPr>
        <w:t>Литература</w:t>
      </w:r>
      <w:r w:rsidRPr="00554CF3">
        <w:rPr>
          <w:rFonts w:ascii="Times New Roman" w:hAnsi="Times New Roman"/>
          <w:color w:val="000000"/>
          <w:sz w:val="24"/>
          <w:szCs w:val="24"/>
          <w:lang w:eastAsia="ru-RU"/>
        </w:rPr>
        <w:t xml:space="preserve"> </w:t>
      </w:r>
      <w:r w:rsidRPr="00554CF3">
        <w:rPr>
          <w:rFonts w:ascii="Times New Roman" w:hAnsi="Times New Roman"/>
          <w:b/>
          <w:color w:val="000000"/>
          <w:sz w:val="24"/>
          <w:szCs w:val="24"/>
          <w:lang w:eastAsia="ru-RU"/>
        </w:rPr>
        <w:t>и интернет-ресурсы:</w:t>
      </w:r>
    </w:p>
    <w:p w:rsidR="00285131" w:rsidRDefault="00285131" w:rsidP="0083232E">
      <w:pPr>
        <w:pStyle w:val="ListParagraph"/>
        <w:numPr>
          <w:ilvl w:val="0"/>
          <w:numId w:val="7"/>
        </w:numPr>
        <w:spacing w:before="100" w:beforeAutospacing="1" w:after="100" w:afterAutospacing="1"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 xml:space="preserve">УМК Биболетова М.З., Трубанева Н.Н. Английский язык: Английский язык с удовольствием </w:t>
      </w:r>
      <w:r w:rsidRPr="00B114C2">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w:t>
      </w:r>
      <w:r>
        <w:rPr>
          <w:rFonts w:ascii="Times New Roman" w:hAnsi="Times New Roman"/>
          <w:color w:val="000000"/>
          <w:sz w:val="24"/>
          <w:szCs w:val="24"/>
          <w:lang w:val="en-US" w:eastAsia="ru-RU"/>
        </w:rPr>
        <w:t>Enjoy</w:t>
      </w:r>
      <w:r>
        <w:rPr>
          <w:rFonts w:ascii="Times New Roman" w:hAnsi="Times New Roman"/>
          <w:color w:val="000000"/>
          <w:sz w:val="24"/>
          <w:szCs w:val="24"/>
          <w:lang w:eastAsia="ru-RU"/>
        </w:rPr>
        <w:t xml:space="preserve"> </w:t>
      </w:r>
      <w:r>
        <w:rPr>
          <w:rFonts w:ascii="Times New Roman" w:hAnsi="Times New Roman"/>
          <w:color w:val="000000"/>
          <w:sz w:val="24"/>
          <w:szCs w:val="24"/>
          <w:lang w:val="en-US" w:eastAsia="ru-RU"/>
        </w:rPr>
        <w:t>English</w:t>
      </w:r>
      <w:r>
        <w:rPr>
          <w:rFonts w:ascii="Times New Roman" w:hAnsi="Times New Roman"/>
          <w:color w:val="000000"/>
          <w:sz w:val="24"/>
          <w:szCs w:val="24"/>
          <w:lang w:eastAsia="ru-RU"/>
        </w:rPr>
        <w:t>»</w:t>
      </w:r>
      <w:r w:rsidRPr="00B114C2">
        <w:rPr>
          <w:rFonts w:ascii="Times New Roman" w:hAnsi="Times New Roman"/>
          <w:color w:val="000000"/>
          <w:sz w:val="24"/>
          <w:szCs w:val="24"/>
          <w:lang w:eastAsia="ru-RU"/>
        </w:rPr>
        <w:t xml:space="preserve"> – 8</w:t>
      </w:r>
      <w:r>
        <w:rPr>
          <w:rFonts w:ascii="Times New Roman" w:hAnsi="Times New Roman"/>
          <w:color w:val="000000"/>
          <w:sz w:val="24"/>
          <w:szCs w:val="24"/>
          <w:lang w:eastAsia="ru-RU"/>
        </w:rPr>
        <w:t>;</w:t>
      </w:r>
    </w:p>
    <w:p w:rsidR="00285131" w:rsidRPr="00784623" w:rsidRDefault="00285131" w:rsidP="0083232E">
      <w:pPr>
        <w:pStyle w:val="ListParagraph"/>
        <w:numPr>
          <w:ilvl w:val="0"/>
          <w:numId w:val="7"/>
        </w:numPr>
        <w:spacing w:before="100" w:beforeAutospacing="1" w:after="100" w:afterAutospacing="1"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Поурочные разработки по английскому языку</w:t>
      </w:r>
      <w:r w:rsidRPr="00471294">
        <w:rPr>
          <w:rFonts w:ascii="Times New Roman" w:hAnsi="Times New Roman"/>
          <w:color w:val="000000"/>
          <w:sz w:val="24"/>
          <w:szCs w:val="24"/>
          <w:lang w:eastAsia="ru-RU"/>
        </w:rPr>
        <w:t>:</w:t>
      </w:r>
      <w:r>
        <w:rPr>
          <w:rFonts w:ascii="Times New Roman" w:hAnsi="Times New Roman"/>
          <w:color w:val="000000"/>
          <w:sz w:val="24"/>
          <w:szCs w:val="24"/>
          <w:lang w:eastAsia="ru-RU"/>
        </w:rPr>
        <w:t xml:space="preserve"> 8 класс</w:t>
      </w:r>
      <w:r w:rsidRPr="00471294">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 </w:t>
      </w:r>
      <w:r w:rsidRPr="0083232E">
        <w:rPr>
          <w:rFonts w:ascii="Times New Roman" w:hAnsi="Times New Roman"/>
          <w:color w:val="000000"/>
          <w:sz w:val="24"/>
          <w:szCs w:val="24"/>
          <w:lang w:eastAsia="ru-RU"/>
        </w:rPr>
        <w:t>[</w:t>
      </w:r>
      <w:r>
        <w:rPr>
          <w:rFonts w:ascii="Times New Roman" w:hAnsi="Times New Roman"/>
          <w:color w:val="000000"/>
          <w:sz w:val="24"/>
          <w:szCs w:val="24"/>
          <w:lang w:eastAsia="ru-RU"/>
        </w:rPr>
        <w:t>Г.Г.</w:t>
      </w:r>
      <w:r w:rsidRPr="00784623">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Касимова</w:t>
      </w:r>
      <w:r w:rsidRPr="0083232E">
        <w:rPr>
          <w:rFonts w:ascii="Times New Roman" w:hAnsi="Times New Roman"/>
          <w:color w:val="000000"/>
          <w:sz w:val="24"/>
          <w:szCs w:val="24"/>
          <w:lang w:eastAsia="ru-RU"/>
        </w:rPr>
        <w:t xml:space="preserve">]. </w:t>
      </w:r>
      <w:r w:rsidRPr="0083232E">
        <w:rPr>
          <w:rFonts w:ascii="Times New Roman" w:hAnsi="Times New Roman"/>
          <w:sz w:val="24"/>
          <w:szCs w:val="24"/>
        </w:rPr>
        <w:t>– М.:ВАКО, 2010.</w:t>
      </w:r>
      <w:r>
        <w:rPr>
          <w:rFonts w:ascii="Times New Roman" w:hAnsi="Times New Roman"/>
          <w:sz w:val="28"/>
          <w:szCs w:val="28"/>
        </w:rPr>
        <w:t xml:space="preserve">- </w:t>
      </w:r>
      <w:r w:rsidRPr="0083232E">
        <w:rPr>
          <w:rFonts w:ascii="Times New Roman" w:hAnsi="Times New Roman"/>
          <w:sz w:val="24"/>
          <w:szCs w:val="24"/>
        </w:rPr>
        <w:t>253с.</w:t>
      </w:r>
      <w:r w:rsidRPr="0083232E">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(В помощь школьному учителю).</w:t>
      </w:r>
    </w:p>
    <w:p w:rsidR="00285131" w:rsidRDefault="00285131" w:rsidP="0083232E">
      <w:pPr>
        <w:pStyle w:val="ListParagraph"/>
        <w:numPr>
          <w:ilvl w:val="0"/>
          <w:numId w:val="7"/>
        </w:numPr>
        <w:spacing w:before="100" w:beforeAutospacing="1" w:after="100" w:afterAutospacing="1" w:line="240" w:lineRule="auto"/>
        <w:rPr>
          <w:rFonts w:ascii="Times New Roman" w:hAnsi="Times New Roman"/>
          <w:color w:val="000000"/>
          <w:sz w:val="24"/>
          <w:szCs w:val="24"/>
          <w:lang w:eastAsia="ru-RU"/>
        </w:rPr>
      </w:pPr>
      <w:r>
        <w:rPr>
          <w:rFonts w:ascii="Times New Roman" w:hAnsi="Times New Roman"/>
          <w:color w:val="000000"/>
          <w:sz w:val="24"/>
          <w:szCs w:val="24"/>
          <w:lang w:eastAsia="ru-RU"/>
        </w:rPr>
        <w:t>Новые педагогические т</w:t>
      </w:r>
      <w:r w:rsidRPr="002C2834">
        <w:rPr>
          <w:rFonts w:ascii="Times New Roman" w:hAnsi="Times New Roman"/>
          <w:color w:val="000000"/>
          <w:sz w:val="24"/>
          <w:szCs w:val="24"/>
          <w:lang w:eastAsia="ru-RU"/>
        </w:rPr>
        <w:t>ехнологи</w:t>
      </w:r>
      <w:r>
        <w:rPr>
          <w:rFonts w:ascii="Times New Roman" w:hAnsi="Times New Roman"/>
          <w:color w:val="000000"/>
          <w:sz w:val="24"/>
          <w:szCs w:val="24"/>
          <w:lang w:eastAsia="ru-RU"/>
        </w:rPr>
        <w:t>и</w:t>
      </w:r>
      <w:r w:rsidRPr="002C2834">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в школьной библиотеке. И. Загашев. – газета «ШБ» №23 1-15.12. 2004. (Пед. Университет «Первое сентября»).</w:t>
      </w:r>
    </w:p>
    <w:p w:rsidR="00285131" w:rsidRDefault="00285131" w:rsidP="0083232E">
      <w:pPr>
        <w:pStyle w:val="ListParagraph"/>
        <w:numPr>
          <w:ilvl w:val="0"/>
          <w:numId w:val="7"/>
        </w:numPr>
        <w:spacing w:before="100" w:beforeAutospacing="1" w:after="100" w:afterAutospacing="1" w:line="240" w:lineRule="auto"/>
        <w:rPr>
          <w:rFonts w:ascii="Times New Roman" w:hAnsi="Times New Roman"/>
          <w:color w:val="000000"/>
          <w:sz w:val="24"/>
          <w:szCs w:val="24"/>
          <w:lang w:eastAsia="ru-RU"/>
        </w:rPr>
      </w:pPr>
      <w:hyperlink r:id="rId5" w:history="1">
        <w:r w:rsidRPr="00CE4D3C">
          <w:rPr>
            <w:rStyle w:val="Hyperlink"/>
            <w:lang w:eastAsia="ru-RU"/>
          </w:rPr>
          <w:t>http://images.yandex.ru/?lr=67</w:t>
        </w:r>
      </w:hyperlink>
    </w:p>
    <w:p w:rsidR="00285131" w:rsidRDefault="00285131" w:rsidP="0083232E">
      <w:pPr>
        <w:pStyle w:val="ListParagraph"/>
        <w:numPr>
          <w:ilvl w:val="0"/>
          <w:numId w:val="7"/>
        </w:numPr>
        <w:spacing w:before="100" w:beforeAutospacing="1" w:after="100" w:afterAutospacing="1" w:line="240" w:lineRule="auto"/>
        <w:rPr>
          <w:rFonts w:ascii="Times New Roman" w:hAnsi="Times New Roman"/>
          <w:color w:val="000000"/>
          <w:sz w:val="24"/>
          <w:szCs w:val="24"/>
          <w:lang w:eastAsia="ru-RU"/>
        </w:rPr>
      </w:pPr>
      <w:hyperlink r:id="rId6" w:history="1">
        <w:r w:rsidRPr="00CE4D3C">
          <w:rPr>
            <w:rStyle w:val="Hyperlink"/>
            <w:lang w:eastAsia="ru-RU"/>
          </w:rPr>
          <w:t>http://www.sunhome.ru/</w:t>
        </w:r>
      </w:hyperlink>
    </w:p>
    <w:p w:rsidR="00285131" w:rsidRDefault="00285131" w:rsidP="0083232E">
      <w:pPr>
        <w:pStyle w:val="ListParagraph"/>
        <w:numPr>
          <w:ilvl w:val="0"/>
          <w:numId w:val="7"/>
        </w:numPr>
        <w:spacing w:before="100" w:beforeAutospacing="1" w:after="100" w:afterAutospacing="1" w:line="240" w:lineRule="auto"/>
        <w:rPr>
          <w:rFonts w:ascii="Times New Roman" w:hAnsi="Times New Roman"/>
          <w:color w:val="000000"/>
          <w:sz w:val="24"/>
          <w:szCs w:val="24"/>
          <w:lang w:eastAsia="ru-RU"/>
        </w:rPr>
      </w:pPr>
      <w:hyperlink r:id="rId7" w:history="1">
        <w:r w:rsidRPr="00CE4D3C">
          <w:rPr>
            <w:rStyle w:val="Hyperlink"/>
            <w:lang w:eastAsia="ru-RU"/>
          </w:rPr>
          <w:t>http://nsportal.ru/</w:t>
        </w:r>
      </w:hyperlink>
    </w:p>
    <w:p w:rsidR="00285131" w:rsidRPr="0083232E" w:rsidRDefault="00285131" w:rsidP="00812040">
      <w:pPr>
        <w:pStyle w:val="ListParagraph"/>
        <w:numPr>
          <w:ilvl w:val="0"/>
          <w:numId w:val="7"/>
        </w:numPr>
        <w:spacing w:before="100" w:beforeAutospacing="1" w:after="100" w:afterAutospacing="1" w:line="240" w:lineRule="auto"/>
        <w:rPr>
          <w:rFonts w:ascii="Times New Roman" w:hAnsi="Times New Roman"/>
          <w:color w:val="000000"/>
          <w:sz w:val="24"/>
          <w:szCs w:val="24"/>
          <w:lang w:eastAsia="ru-RU"/>
        </w:rPr>
      </w:pPr>
      <w:hyperlink r:id="rId8" w:history="1">
        <w:r w:rsidRPr="00CE4D3C">
          <w:rPr>
            <w:rStyle w:val="Hyperlink"/>
            <w:lang w:eastAsia="ru-RU"/>
          </w:rPr>
          <w:t>http://ru.wikipedia.org/</w:t>
        </w:r>
      </w:hyperlink>
    </w:p>
    <w:p w:rsidR="00285131" w:rsidRPr="00FE35E1" w:rsidRDefault="00285131" w:rsidP="00523269">
      <w:pPr>
        <w:rPr>
          <w:sz w:val="20"/>
          <w:szCs w:val="20"/>
        </w:rPr>
      </w:pPr>
    </w:p>
    <w:p w:rsidR="00285131" w:rsidRDefault="00285131"/>
    <w:sectPr w:rsidR="00285131" w:rsidSect="00535111">
      <w:pgSz w:w="11906" w:h="16838"/>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30CF"/>
    <w:multiLevelType w:val="multilevel"/>
    <w:tmpl w:val="857A09A8"/>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B7F32D2"/>
    <w:multiLevelType w:val="multilevel"/>
    <w:tmpl w:val="D8305068"/>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54C7D00"/>
    <w:multiLevelType w:val="multilevel"/>
    <w:tmpl w:val="78FA6F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FDE5D58"/>
    <w:multiLevelType w:val="hybridMultilevel"/>
    <w:tmpl w:val="6902E02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730512E"/>
    <w:multiLevelType w:val="hybridMultilevel"/>
    <w:tmpl w:val="83A488F4"/>
    <w:lvl w:ilvl="0" w:tplc="6A501686">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D270B5B"/>
    <w:multiLevelType w:val="hybridMultilevel"/>
    <w:tmpl w:val="F0E2A3E8"/>
    <w:lvl w:ilvl="0" w:tplc="5A1086D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38B3394"/>
    <w:multiLevelType w:val="multilevel"/>
    <w:tmpl w:val="A8A40F7C"/>
    <w:lvl w:ilvl="0">
      <w:start w:val="3"/>
      <w:numFmt w:val="upperRoman"/>
      <w:lvlText w:val="%1."/>
      <w:lvlJc w:val="right"/>
      <w:pPr>
        <w:tabs>
          <w:tab w:val="num" w:pos="720"/>
        </w:tabs>
        <w:ind w:left="720" w:hanging="360"/>
      </w:pPr>
      <w:rPr>
        <w:rFonts w:cs="Times New Roman"/>
      </w:rPr>
    </w:lvl>
    <w:lvl w:ilvl="1">
      <w:start w:val="1"/>
      <w:numFmt w:val="decimal"/>
      <w:lvlText w:val="%2."/>
      <w:lvlJc w:val="left"/>
      <w:pPr>
        <w:ind w:left="1440" w:hanging="360"/>
      </w:pPr>
      <w:rPr>
        <w:rFonts w:cs="Times New Roman" w:hint="default"/>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num w:numId="1">
    <w:abstractNumId w:val="1"/>
  </w:num>
  <w:num w:numId="2">
    <w:abstractNumId w:val="0"/>
  </w:num>
  <w:num w:numId="3">
    <w:abstractNumId w:val="2"/>
  </w:num>
  <w:num w:numId="4">
    <w:abstractNumId w:val="6"/>
  </w:num>
  <w:num w:numId="5">
    <w:abstractNumId w:val="5"/>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5948"/>
    <w:rsid w:val="000433B8"/>
    <w:rsid w:val="0005508C"/>
    <w:rsid w:val="000900C6"/>
    <w:rsid w:val="00092F9B"/>
    <w:rsid w:val="000A1D8F"/>
    <w:rsid w:val="000A4D6B"/>
    <w:rsid w:val="000A6C6E"/>
    <w:rsid w:val="000B5690"/>
    <w:rsid w:val="000D1BF8"/>
    <w:rsid w:val="000D46B4"/>
    <w:rsid w:val="000E5CAF"/>
    <w:rsid w:val="001472D7"/>
    <w:rsid w:val="00150A6F"/>
    <w:rsid w:val="00155365"/>
    <w:rsid w:val="00156E21"/>
    <w:rsid w:val="001613F9"/>
    <w:rsid w:val="00177FCA"/>
    <w:rsid w:val="00187A00"/>
    <w:rsid w:val="00195C73"/>
    <w:rsid w:val="001E1296"/>
    <w:rsid w:val="001E39B9"/>
    <w:rsid w:val="00205E96"/>
    <w:rsid w:val="00206CEA"/>
    <w:rsid w:val="00212BD2"/>
    <w:rsid w:val="00255CF1"/>
    <w:rsid w:val="00261FEF"/>
    <w:rsid w:val="0026345E"/>
    <w:rsid w:val="00285131"/>
    <w:rsid w:val="00295D2E"/>
    <w:rsid w:val="002C2834"/>
    <w:rsid w:val="002F2B31"/>
    <w:rsid w:val="003175D7"/>
    <w:rsid w:val="003230C7"/>
    <w:rsid w:val="00331E3A"/>
    <w:rsid w:val="00355024"/>
    <w:rsid w:val="00362C48"/>
    <w:rsid w:val="00381BAD"/>
    <w:rsid w:val="00382A56"/>
    <w:rsid w:val="003B2599"/>
    <w:rsid w:val="003B3D42"/>
    <w:rsid w:val="003C0B39"/>
    <w:rsid w:val="003E2816"/>
    <w:rsid w:val="003E687D"/>
    <w:rsid w:val="00471294"/>
    <w:rsid w:val="00477C3C"/>
    <w:rsid w:val="00496B7B"/>
    <w:rsid w:val="004C545A"/>
    <w:rsid w:val="004D5AA5"/>
    <w:rsid w:val="004E10FC"/>
    <w:rsid w:val="005018A2"/>
    <w:rsid w:val="00514C8B"/>
    <w:rsid w:val="005150C4"/>
    <w:rsid w:val="005217C2"/>
    <w:rsid w:val="00523269"/>
    <w:rsid w:val="00535111"/>
    <w:rsid w:val="00554CF3"/>
    <w:rsid w:val="005608C7"/>
    <w:rsid w:val="00566841"/>
    <w:rsid w:val="00584217"/>
    <w:rsid w:val="005B5D25"/>
    <w:rsid w:val="005C23D2"/>
    <w:rsid w:val="005C58DA"/>
    <w:rsid w:val="005C6B5A"/>
    <w:rsid w:val="005D477A"/>
    <w:rsid w:val="00624ABF"/>
    <w:rsid w:val="0066278E"/>
    <w:rsid w:val="00671DAE"/>
    <w:rsid w:val="00675948"/>
    <w:rsid w:val="00690A3D"/>
    <w:rsid w:val="007153CC"/>
    <w:rsid w:val="0073179B"/>
    <w:rsid w:val="00762FBE"/>
    <w:rsid w:val="00784623"/>
    <w:rsid w:val="007E74C9"/>
    <w:rsid w:val="00812040"/>
    <w:rsid w:val="0083232E"/>
    <w:rsid w:val="008506F8"/>
    <w:rsid w:val="008528BF"/>
    <w:rsid w:val="0086748B"/>
    <w:rsid w:val="00871297"/>
    <w:rsid w:val="008875FE"/>
    <w:rsid w:val="008A4A3B"/>
    <w:rsid w:val="008E4CFE"/>
    <w:rsid w:val="00904E39"/>
    <w:rsid w:val="00924B8F"/>
    <w:rsid w:val="00933514"/>
    <w:rsid w:val="00934265"/>
    <w:rsid w:val="009511E6"/>
    <w:rsid w:val="009B4067"/>
    <w:rsid w:val="009C26F1"/>
    <w:rsid w:val="009E0032"/>
    <w:rsid w:val="009E7A14"/>
    <w:rsid w:val="009F447E"/>
    <w:rsid w:val="009F654A"/>
    <w:rsid w:val="00A045C5"/>
    <w:rsid w:val="00A1153A"/>
    <w:rsid w:val="00A36562"/>
    <w:rsid w:val="00A77D4E"/>
    <w:rsid w:val="00AB5814"/>
    <w:rsid w:val="00AD1002"/>
    <w:rsid w:val="00B114C2"/>
    <w:rsid w:val="00B301EA"/>
    <w:rsid w:val="00B342C5"/>
    <w:rsid w:val="00B40368"/>
    <w:rsid w:val="00B44055"/>
    <w:rsid w:val="00B4433C"/>
    <w:rsid w:val="00B53D89"/>
    <w:rsid w:val="00B55CA4"/>
    <w:rsid w:val="00BD3369"/>
    <w:rsid w:val="00C0127B"/>
    <w:rsid w:val="00C023F2"/>
    <w:rsid w:val="00C25262"/>
    <w:rsid w:val="00C360F4"/>
    <w:rsid w:val="00C469FA"/>
    <w:rsid w:val="00C7326C"/>
    <w:rsid w:val="00C9192D"/>
    <w:rsid w:val="00C93DF1"/>
    <w:rsid w:val="00C96B73"/>
    <w:rsid w:val="00CC682D"/>
    <w:rsid w:val="00CE4D3C"/>
    <w:rsid w:val="00D23808"/>
    <w:rsid w:val="00D31CA1"/>
    <w:rsid w:val="00D44B6A"/>
    <w:rsid w:val="00D500C2"/>
    <w:rsid w:val="00D648D7"/>
    <w:rsid w:val="00D70FBE"/>
    <w:rsid w:val="00D94110"/>
    <w:rsid w:val="00DD3053"/>
    <w:rsid w:val="00DE6740"/>
    <w:rsid w:val="00E01F91"/>
    <w:rsid w:val="00E22696"/>
    <w:rsid w:val="00E22965"/>
    <w:rsid w:val="00E22FD7"/>
    <w:rsid w:val="00E472B6"/>
    <w:rsid w:val="00E56065"/>
    <w:rsid w:val="00E71FE3"/>
    <w:rsid w:val="00E83326"/>
    <w:rsid w:val="00EA68D0"/>
    <w:rsid w:val="00EC3239"/>
    <w:rsid w:val="00ED002C"/>
    <w:rsid w:val="00ED66C0"/>
    <w:rsid w:val="00EE18F7"/>
    <w:rsid w:val="00EE20A6"/>
    <w:rsid w:val="00F05F09"/>
    <w:rsid w:val="00F219C2"/>
    <w:rsid w:val="00F3756F"/>
    <w:rsid w:val="00F7468C"/>
    <w:rsid w:val="00FA7DAB"/>
    <w:rsid w:val="00FC323C"/>
    <w:rsid w:val="00FE1F8F"/>
    <w:rsid w:val="00FE35E1"/>
    <w:rsid w:val="00FE781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4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948"/>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5232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5c15">
    <w:name w:val="c5 c15"/>
    <w:basedOn w:val="Normal"/>
    <w:uiPriority w:val="99"/>
    <w:rsid w:val="00C0127B"/>
    <w:pPr>
      <w:spacing w:before="100" w:beforeAutospacing="1" w:after="100" w:afterAutospacing="1"/>
    </w:pPr>
  </w:style>
  <w:style w:type="character" w:customStyle="1" w:styleId="c11">
    <w:name w:val="c11"/>
    <w:basedOn w:val="DefaultParagraphFont"/>
    <w:uiPriority w:val="99"/>
    <w:rsid w:val="00C0127B"/>
    <w:rPr>
      <w:rFonts w:cs="Times New Roman"/>
    </w:rPr>
  </w:style>
  <w:style w:type="character" w:customStyle="1" w:styleId="c2">
    <w:name w:val="c2"/>
    <w:basedOn w:val="DefaultParagraphFont"/>
    <w:uiPriority w:val="99"/>
    <w:rsid w:val="005C23D2"/>
    <w:rPr>
      <w:rFonts w:cs="Times New Roman"/>
    </w:rPr>
  </w:style>
  <w:style w:type="character" w:customStyle="1" w:styleId="c3c2">
    <w:name w:val="c3 c2"/>
    <w:basedOn w:val="DefaultParagraphFont"/>
    <w:uiPriority w:val="99"/>
    <w:rsid w:val="005C23D2"/>
    <w:rPr>
      <w:rFonts w:cs="Times New Roman"/>
    </w:rPr>
  </w:style>
  <w:style w:type="character" w:customStyle="1" w:styleId="c0">
    <w:name w:val="c0"/>
    <w:basedOn w:val="DefaultParagraphFont"/>
    <w:uiPriority w:val="99"/>
    <w:rsid w:val="005C23D2"/>
    <w:rPr>
      <w:rFonts w:cs="Times New Roman"/>
    </w:rPr>
  </w:style>
  <w:style w:type="paragraph" w:customStyle="1" w:styleId="c7">
    <w:name w:val="c7"/>
    <w:basedOn w:val="Normal"/>
    <w:uiPriority w:val="99"/>
    <w:rsid w:val="005C23D2"/>
    <w:pPr>
      <w:spacing w:before="100" w:beforeAutospacing="1" w:after="100" w:afterAutospacing="1"/>
    </w:pPr>
  </w:style>
  <w:style w:type="paragraph" w:styleId="ListParagraph">
    <w:name w:val="List Paragraph"/>
    <w:basedOn w:val="Normal"/>
    <w:uiPriority w:val="99"/>
    <w:qFormat/>
    <w:rsid w:val="005150C4"/>
    <w:pPr>
      <w:spacing w:after="200" w:line="276" w:lineRule="auto"/>
      <w:ind w:left="720"/>
      <w:contextualSpacing/>
    </w:pPr>
    <w:rPr>
      <w:rFonts w:ascii="Calibri" w:hAnsi="Calibri"/>
      <w:sz w:val="22"/>
      <w:szCs w:val="22"/>
      <w:lang w:eastAsia="en-US"/>
    </w:rPr>
  </w:style>
  <w:style w:type="character" w:styleId="Strong">
    <w:name w:val="Strong"/>
    <w:basedOn w:val="DefaultParagraphFont"/>
    <w:uiPriority w:val="99"/>
    <w:qFormat/>
    <w:rsid w:val="00E01F91"/>
    <w:rPr>
      <w:rFonts w:cs="Times New Roman"/>
      <w:b/>
      <w:bCs/>
    </w:rPr>
  </w:style>
  <w:style w:type="character" w:customStyle="1" w:styleId="apple-style-span">
    <w:name w:val="apple-style-span"/>
    <w:basedOn w:val="DefaultParagraphFont"/>
    <w:uiPriority w:val="99"/>
    <w:rsid w:val="00362C48"/>
    <w:rPr>
      <w:rFonts w:cs="Times New Roman"/>
    </w:rPr>
  </w:style>
  <w:style w:type="character" w:styleId="Hyperlink">
    <w:name w:val="Hyperlink"/>
    <w:basedOn w:val="DefaultParagraphFont"/>
    <w:uiPriority w:val="99"/>
    <w:rsid w:val="00255CF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950625907">
      <w:marLeft w:val="0"/>
      <w:marRight w:val="0"/>
      <w:marTop w:val="0"/>
      <w:marBottom w:val="0"/>
      <w:divBdr>
        <w:top w:val="none" w:sz="0" w:space="0" w:color="auto"/>
        <w:left w:val="none" w:sz="0" w:space="0" w:color="auto"/>
        <w:bottom w:val="none" w:sz="0" w:space="0" w:color="auto"/>
        <w:right w:val="none" w:sz="0" w:space="0" w:color="auto"/>
      </w:divBdr>
      <w:divsChild>
        <w:div w:id="950625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 TargetMode="External"/><Relationship Id="rId3" Type="http://schemas.openxmlformats.org/officeDocument/2006/relationships/settings" Target="settings.xml"/><Relationship Id="rId7" Type="http://schemas.openxmlformats.org/officeDocument/2006/relationships/hyperlink" Target="http://nsporta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unhome.ru/" TargetMode="External"/><Relationship Id="rId5" Type="http://schemas.openxmlformats.org/officeDocument/2006/relationships/hyperlink" Target="http://images.yandex.ru/?lr=6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650</TotalTime>
  <Pages>5</Pages>
  <Words>1509</Words>
  <Characters>8606</Characters>
  <Application>Microsoft Office Outlook</Application>
  <DocSecurity>0</DocSecurity>
  <Lines>0</Lines>
  <Paragraphs>0</Paragraphs>
  <ScaleCrop>false</ScaleCrop>
  <Company>Home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86</cp:revision>
  <dcterms:created xsi:type="dcterms:W3CDTF">2012-03-04T11:02:00Z</dcterms:created>
  <dcterms:modified xsi:type="dcterms:W3CDTF">2012-03-13T10:58:00Z</dcterms:modified>
</cp:coreProperties>
</file>